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lastRenderedPageBreak/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na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proofErr w:type="gram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  <w:proofErr w:type="gramEnd"/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proofErr w:type="gram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proofErr w:type="gramStart"/>
      <w:r w:rsidRPr="00645F49">
        <w:rPr>
          <w:szCs w:val="22"/>
          <w:lang w:val="en-GB"/>
        </w:rPr>
        <w:t>3;</w:t>
      </w:r>
      <w:proofErr w:type="gramEnd"/>
      <w:r w:rsidRPr="00645F49">
        <w:rPr>
          <w:szCs w:val="22"/>
          <w:lang w:val="en-GB"/>
        </w:rPr>
        <w:t xml:space="preserve">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proofErr w:type="gramStart"/>
      <w:r w:rsidRPr="00645F49">
        <w:rPr>
          <w:szCs w:val="22"/>
          <w:lang w:val="en-GB"/>
        </w:rPr>
        <w:t>);</w:t>
      </w:r>
      <w:proofErr w:type="gramEnd"/>
      <w:r w:rsidRPr="00645F49">
        <w:rPr>
          <w:szCs w:val="22"/>
          <w:lang w:val="en-GB"/>
        </w:rPr>
        <w:t xml:space="preserve">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za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r w:rsidRPr="00645F49">
        <w:rPr>
          <w:szCs w:val="22"/>
          <w:lang w:val="en-GB"/>
        </w:rPr>
        <w:t>soubory</w:t>
      </w:r>
      <w:proofErr w:type="spellEnd"/>
      <w:r w:rsidRPr="00645F49">
        <w:rPr>
          <w:szCs w:val="22"/>
          <w:lang w:val="en-GB"/>
        </w:rPr>
        <w:t xml:space="preserve">, ze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  <w:proofErr w:type="gramEnd"/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odevzdaná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645F49" w:rsidRDefault="00A230F8" w:rsidP="00A230F8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>, dne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sdt>
      <w:sdtPr>
        <w:id w:val="1143001401"/>
        <w:docPartObj>
          <w:docPartGallery w:val="Table of Contents"/>
          <w:docPartUnique/>
        </w:docPartObj>
      </w:sdtPr>
      <w:sdtEndPr>
        <w:rPr>
          <w:rFonts w:eastAsia="Times New Roman" w:cs="Times New Roman"/>
          <w:bCs/>
          <w:caps w:val="0"/>
          <w:sz w:val="24"/>
          <w:szCs w:val="24"/>
        </w:rPr>
      </w:sdtEndPr>
      <w:sdtContent>
        <w:p w14:paraId="5B7C94EE" w14:textId="68FDEB60" w:rsidR="0081743D" w:rsidRDefault="0081743D">
          <w:pPr>
            <w:pStyle w:val="Nadpisobsahu"/>
          </w:pPr>
          <w:proofErr w:type="spellStart"/>
          <w:r>
            <w:t>Contents</w:t>
          </w:r>
          <w:proofErr w:type="spellEnd"/>
        </w:p>
        <w:p w14:paraId="6467C213" w14:textId="17870E26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b w:val="0"/>
              <w:caps w:val="0"/>
            </w:rPr>
            <w:fldChar w:fldCharType="begin"/>
          </w:r>
          <w:r>
            <w:rPr>
              <w:b w:val="0"/>
              <w:caps w:val="0"/>
            </w:rPr>
            <w:instrText xml:space="preserve"> TOC \o "1-3" \h \z \u </w:instrText>
          </w:r>
          <w:r>
            <w:rPr>
              <w:b w:val="0"/>
              <w:caps w:val="0"/>
            </w:rPr>
            <w:fldChar w:fldCharType="separate"/>
          </w:r>
          <w:hyperlink w:anchor="_Toc184162949" w:history="1">
            <w:r w:rsidRPr="000575AF">
              <w:rPr>
                <w:rStyle w:val="Hypertextovodkaz"/>
                <w:noProof/>
                <w:lang w:val="en-GB"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D3FEB" w14:textId="3ECC41FA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50" w:history="1">
            <w:r w:rsidRPr="000575AF">
              <w:rPr>
                <w:rStyle w:val="Hypertextovodkaz"/>
                <w:noProof/>
                <w:lang w:val="en-GB"/>
              </w:rPr>
              <w:t>1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A2596" w14:textId="0E21F8A3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1" w:history="1">
            <w:r w:rsidRPr="000575AF">
              <w:rPr>
                <w:rStyle w:val="Hypertextovodkaz"/>
                <w:noProof/>
                <w:lang w:val="en-GB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0D836" w14:textId="31E5106B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2" w:history="1">
            <w:r w:rsidRPr="000575AF">
              <w:rPr>
                <w:rStyle w:val="Hypertextovodkaz"/>
                <w:noProof/>
                <w:lang w:val="en-GB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37F0A" w14:textId="76941087" w:rsidR="0081743D" w:rsidRDefault="0081743D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2953" w:history="1">
            <w:r w:rsidRPr="000575AF">
              <w:rPr>
                <w:rStyle w:val="Hypertextovodkaz"/>
                <w:noProof/>
                <w:lang w:val="en-GB"/>
              </w:rPr>
              <w:t>1.2.1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Sub-subheading alfa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D5A02" w14:textId="4054321D" w:rsidR="0081743D" w:rsidRDefault="0081743D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2954" w:history="1">
            <w:r w:rsidRPr="000575AF">
              <w:rPr>
                <w:rStyle w:val="Hypertextovodkaz"/>
                <w:noProof/>
                <w:lang w:val="en-GB"/>
              </w:rPr>
              <w:t>1.2.2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Sub-subheading beta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2BB1E" w14:textId="7866AE0D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5" w:history="1">
            <w:r w:rsidRPr="000575AF">
              <w:rPr>
                <w:rStyle w:val="Hypertextovodkaz"/>
                <w:noProof/>
                <w:lang w:val="en-GB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1572D" w14:textId="4E7CB66A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56" w:history="1">
            <w:r w:rsidRPr="000575AF">
              <w:rPr>
                <w:rStyle w:val="Hypertextovodkaz"/>
                <w:noProof/>
                <w:lang w:val="en-GB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A14C5" w14:textId="38111398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7" w:history="1">
            <w:r w:rsidRPr="000575AF">
              <w:rPr>
                <w:rStyle w:val="Hypertextovodkaz"/>
                <w:noProof/>
                <w:lang w:val="en-GB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B7E9D" w14:textId="0ED11390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58" w:history="1">
            <w:r w:rsidRPr="000575AF">
              <w:rPr>
                <w:rStyle w:val="Hypertextovodkaz"/>
                <w:noProof/>
                <w:lang w:val="en-GB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F53DF4" w14:textId="39772B9E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59" w:history="1">
            <w:r w:rsidRPr="000575AF">
              <w:rPr>
                <w:rStyle w:val="Hypertextovodkaz"/>
                <w:noProof/>
                <w:lang w:val="en-GB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Figures, Tables, Equations and 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6894B" w14:textId="0E8A284E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0" w:history="1">
            <w:r w:rsidRPr="000575AF">
              <w:rPr>
                <w:rStyle w:val="Hypertextovodkaz"/>
                <w:noProof/>
                <w:lang w:val="en-GB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DB8F1" w14:textId="5559499C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1" w:history="1">
            <w:r w:rsidRPr="000575AF">
              <w:rPr>
                <w:rStyle w:val="Hypertextovodkaz"/>
                <w:noProof/>
                <w:lang w:val="en-GB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CE652" w14:textId="3FE173DD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2" w:history="1">
            <w:r w:rsidRPr="000575AF">
              <w:rPr>
                <w:rStyle w:val="Hypertextovodkaz"/>
                <w:noProof/>
                <w:lang w:val="en-GB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Equations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EC996E" w14:textId="3120A719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3" w:history="1">
            <w:r w:rsidRPr="000575AF">
              <w:rPr>
                <w:rStyle w:val="Hypertextovodkaz"/>
                <w:noProof/>
                <w:lang w:val="en-GB"/>
              </w:rPr>
              <w:t>3.4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6C8EE" w14:textId="2931FA66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4" w:history="1">
            <w:r w:rsidRPr="000575AF">
              <w:rPr>
                <w:rStyle w:val="Hypertextovodkaz"/>
                <w:noProof/>
                <w:lang w:val="en-GB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17469A" w14:textId="607FFDB2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5" w:history="1">
            <w:r w:rsidRPr="000575AF">
              <w:rPr>
                <w:rStyle w:val="Hypertextovodkaz"/>
                <w:noProof/>
                <w:lang w:val="en-GB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C4A66" w14:textId="5EBFD5D7" w:rsidR="0081743D" w:rsidRDefault="0081743D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2966" w:history="1">
            <w:r w:rsidRPr="000575AF">
              <w:rPr>
                <w:rStyle w:val="Hypertextovodkaz"/>
                <w:noProof/>
                <w:lang w:val="en-GB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0575AF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F1DB2" w14:textId="1CE9A916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7" w:history="1">
            <w:r w:rsidRPr="000575AF">
              <w:rPr>
                <w:rStyle w:val="Hypertextovodkaz"/>
                <w:noProof/>
                <w:lang w:val="en-GB"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30C35" w14:textId="1DB8191D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8" w:history="1">
            <w:r w:rsidRPr="000575AF">
              <w:rPr>
                <w:rStyle w:val="Hypertextovodkaz"/>
                <w:noProof/>
                <w:lang w:val="en-GB"/>
              </w:rPr>
              <w:t>Bibliography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81F3A" w14:textId="5F439F0B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69" w:history="1">
            <w:r w:rsidRPr="000575AF">
              <w:rPr>
                <w:rStyle w:val="Hypertextovodkaz"/>
                <w:noProof/>
                <w:lang w:val="en-GB"/>
              </w:rPr>
              <w:t>List of 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2C2F8" w14:textId="73FBCCEA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70" w:history="1">
            <w:r w:rsidRPr="000575AF">
              <w:rPr>
                <w:rStyle w:val="Hypertextovodkaz"/>
                <w:noProof/>
                <w:lang w:val="en-GB"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E8833" w14:textId="46AE35D1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71" w:history="1">
            <w:r w:rsidRPr="000575AF">
              <w:rPr>
                <w:rStyle w:val="Hypertextovodkaz"/>
                <w:noProof/>
                <w:lang w:val="en-GB"/>
              </w:rPr>
              <w:t>List of Abbreviations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BD9C7" w14:textId="30B3FF0A" w:rsidR="0081743D" w:rsidRDefault="0081743D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2972" w:history="1">
            <w:r w:rsidRPr="000575AF">
              <w:rPr>
                <w:rStyle w:val="Hypertextovodkaz"/>
                <w:noProof/>
                <w:lang w:val="en-GB"/>
              </w:rPr>
              <w:t>Appendices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_Toc184162972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6A5AE2" w14:textId="750E8B8B" w:rsidR="0081743D" w:rsidRDefault="0081743D">
          <w:r>
            <w:rPr>
              <w:b/>
              <w:caps/>
            </w:rPr>
            <w:fldChar w:fldCharType="end"/>
          </w:r>
        </w:p>
      </w:sdtContent>
    </w:sdt>
    <w:p w14:paraId="19B023C3" w14:textId="78B9F16A" w:rsidR="0081743D" w:rsidRPr="00645F49" w:rsidRDefault="0081743D" w:rsidP="0081743D">
      <w:pPr>
        <w:pStyle w:val="TextprceText"/>
        <w:ind w:firstLine="0"/>
        <w:rPr>
          <w:lang w:val="en-GB"/>
        </w:rPr>
        <w:sectPr w:rsidR="0081743D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84162949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</w:t>
      </w:r>
      <w:proofErr w:type="gramStart"/>
      <w:r w:rsidRPr="00645F49">
        <w:rPr>
          <w:lang w:val="en-GB"/>
        </w:rPr>
        <w:t>1“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proofErr w:type="gram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5" w:name="_Toc107634143"/>
      <w:bookmarkStart w:id="6" w:name="_Toc107635178"/>
      <w:bookmarkStart w:id="7" w:name="_Toc107635218"/>
      <w:bookmarkStart w:id="8" w:name="_Toc107635235"/>
      <w:bookmarkStart w:id="9" w:name="_Toc184162950"/>
      <w:r>
        <w:rPr>
          <w:lang w:val="en-GB"/>
        </w:rPr>
        <w:lastRenderedPageBreak/>
        <w:t>Heading</w:t>
      </w:r>
      <w:bookmarkEnd w:id="9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0" w:name="_Toc184162951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0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1" w:name="_Toc184162952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1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2" w:name="_Toc184162953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2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3" w:name="_Toc184162954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3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4" w:name="_Toc184162955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4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5" w:name="_Toc184162956"/>
      <w:r>
        <w:rPr>
          <w:lang w:val="en-GB"/>
        </w:rPr>
        <w:lastRenderedPageBreak/>
        <w:t>Heading</w:t>
      </w:r>
      <w:bookmarkEnd w:id="15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6" w:name="_Toc184162957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6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7" w:name="_Toc184162958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7"/>
    </w:p>
    <w:p w14:paraId="74711755" w14:textId="77777777" w:rsidR="0090134D" w:rsidRDefault="0090134D" w:rsidP="0090134D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</w:p>
    <w:p w14:paraId="319911CA" w14:textId="63A4E254" w:rsidR="0090134D" w:rsidRDefault="0090134D" w:rsidP="0090134D">
      <w:pPr>
        <w:pStyle w:val="TextprceText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</w:p>
    <w:p w14:paraId="5F022467" w14:textId="7135FD57" w:rsidR="008C6A8D" w:rsidRDefault="0090134D" w:rsidP="008C6A8D">
      <w:pPr>
        <w:pStyle w:val="Blockquote"/>
      </w:pPr>
      <w:r>
        <w:t>Blockquote section with “Blockquote” style. B</w:t>
      </w:r>
      <w:r w:rsidRPr="004C3CD9">
        <w:t>lock quote is typically used to set off a section of text that is a quotation or excerpt from another source.</w:t>
      </w:r>
      <w:r>
        <w:t xml:space="preserve"> </w:t>
      </w:r>
      <w:r w:rsidRPr="004C3CD9">
        <w:t>Block quotes are usually longer than the shorter quotes that you might put in quotation marks.</w:t>
      </w:r>
      <w:r>
        <w:t xml:space="preserve"> </w:t>
      </w:r>
    </w:p>
    <w:p w14:paraId="7F63176A" w14:textId="53E3ED72" w:rsidR="0090134D" w:rsidRPr="002F5D1C" w:rsidRDefault="0090134D" w:rsidP="0090134D">
      <w:pPr>
        <w:pStyle w:val="Odstavec1Paragraph1"/>
        <w:rPr>
          <w:lang w:val="en-GB"/>
        </w:rPr>
      </w:pPr>
      <w:r w:rsidRPr="004C3CD9">
        <w:rPr>
          <w:lang w:val="en-GB"/>
        </w:rPr>
        <w:t>Subchapter text. Subchapter text. Subchapter text. Subchapter text. Subchapter text. Subchapter text. Subchapter text. Subchapter text.</w:t>
      </w:r>
      <w:r>
        <w:rPr>
          <w:lang w:val="en-GB"/>
        </w:rPr>
        <w:t xml:space="preserve"> </w:t>
      </w:r>
      <w:r w:rsidRPr="004C3CD9">
        <w:rPr>
          <w:lang w:val="en-GB"/>
        </w:rPr>
        <w:t>Subchapter text. Subchapter text. Subchapter text. Subchapter text. Subchapter text. Subchapter text. Subchapter text. Subchapter text.</w:t>
      </w:r>
    </w:p>
    <w:p w14:paraId="2AFEA60D" w14:textId="78692303" w:rsidR="00166F74" w:rsidRPr="00645F49" w:rsidRDefault="00166F74" w:rsidP="00166F74">
      <w:pPr>
        <w:pStyle w:val="Odstavec1Paragraph1"/>
        <w:rPr>
          <w:lang w:val="en-GB"/>
        </w:rPr>
      </w:pP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18" w:name="_Ref172644133"/>
      <w:bookmarkStart w:id="19" w:name="Kapitola_3"/>
      <w:bookmarkStart w:id="20" w:name="_Toc184162959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18"/>
      <w:r>
        <w:rPr>
          <w:lang w:val="en-GB"/>
        </w:rPr>
        <w:t>and Source code</w:t>
      </w:r>
      <w:bookmarkEnd w:id="20"/>
    </w:p>
    <w:bookmarkEnd w:id="19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0E18F034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E57E98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5C132A35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</w:t>
      </w:r>
      <w:r w:rsidR="00E27C4C">
        <w:rPr>
          <w:lang w:val="en-GB"/>
        </w:rPr>
        <w:t>y</w:t>
      </w:r>
      <w:proofErr w:type="spellEnd"/>
      <w:r w:rsidR="00E27C4C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1" w:name="_Toc184162960"/>
      <w:r>
        <w:rPr>
          <w:lang w:val="en-GB"/>
        </w:rPr>
        <w:t>Figures</w:t>
      </w:r>
      <w:bookmarkEnd w:id="21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014357D9" w:rsidR="008064EF" w:rsidRPr="00645F49" w:rsidRDefault="00505767" w:rsidP="00505767">
      <w:pPr>
        <w:pStyle w:val="Titulek"/>
        <w:rPr>
          <w:lang w:val="en-GB"/>
        </w:rPr>
      </w:pPr>
      <w:bookmarkStart w:id="22" w:name="_Toc173875227"/>
      <w:proofErr w:type="spellStart"/>
      <w:r>
        <w:t>Figure</w:t>
      </w:r>
      <w:proofErr w:type="spellEnd"/>
      <w:r>
        <w:t xml:space="preserve"> </w:t>
      </w:r>
      <w:r w:rsidR="00965B53">
        <w:fldChar w:fldCharType="begin"/>
      </w:r>
      <w:r w:rsidR="00965B53">
        <w:instrText xml:space="preserve"> SEQ Figure \* ARABIC </w:instrText>
      </w:r>
      <w:r w:rsidR="00965B53">
        <w:fldChar w:fldCharType="separate"/>
      </w:r>
      <w:r w:rsidR="0081743D">
        <w:rPr>
          <w:noProof/>
        </w:rPr>
        <w:t>1</w:t>
      </w:r>
      <w:r w:rsidR="00965B53">
        <w:rPr>
          <w:noProof/>
        </w:rPr>
        <w:fldChar w:fldCharType="end"/>
      </w:r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2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3" w:name="_Toc184162961"/>
      <w:r>
        <w:rPr>
          <w:lang w:val="en-GB"/>
        </w:rPr>
        <w:t>Tables</w:t>
      </w:r>
      <w:bookmarkEnd w:id="23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25893E73" w:rsidR="00505767" w:rsidRDefault="00505767" w:rsidP="00505767">
      <w:pPr>
        <w:pStyle w:val="Titulek"/>
        <w:keepNext/>
      </w:pPr>
      <w:bookmarkStart w:id="24" w:name="_Toc173875226"/>
      <w:r>
        <w:t xml:space="preserve">Table </w:t>
      </w:r>
      <w:r w:rsidR="00965B53">
        <w:fldChar w:fldCharType="begin"/>
      </w:r>
      <w:r w:rsidR="00965B53">
        <w:instrText xml:space="preserve"> SEQ Table \* ARABIC </w:instrText>
      </w:r>
      <w:r w:rsidR="00965B53">
        <w:fldChar w:fldCharType="separate"/>
      </w:r>
      <w:r w:rsidR="0081743D">
        <w:rPr>
          <w:noProof/>
        </w:rPr>
        <w:t>1</w:t>
      </w:r>
      <w:r w:rsidR="00965B53">
        <w:rPr>
          <w:noProof/>
        </w:rPr>
        <w:fldChar w:fldCharType="end"/>
      </w:r>
      <w:r>
        <w:t xml:space="preserve"> Table </w:t>
      </w:r>
      <w:proofErr w:type="spellStart"/>
      <w:r>
        <w:t>caption</w:t>
      </w:r>
      <w:bookmarkEnd w:id="24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4C975AA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E57E98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5" w:name="_Toc184162962"/>
      <w:r>
        <w:rPr>
          <w:lang w:val="en-GB"/>
        </w:rPr>
        <w:lastRenderedPageBreak/>
        <w:t>Equations</w:t>
      </w:r>
      <w:bookmarkEnd w:id="25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6" w:name="_Toc184162963"/>
      <w:r>
        <w:rPr>
          <w:lang w:val="en-GB"/>
        </w:rPr>
        <w:t>Source Code</w:t>
      </w:r>
      <w:bookmarkEnd w:id="26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 xml:space="preserve">return n * </w:t>
      </w:r>
      <w:proofErr w:type="gramStart"/>
      <w:r w:rsidRPr="00645F49">
        <w:rPr>
          <w:lang w:val="en-GB"/>
        </w:rPr>
        <w:t>factorial(</w:t>
      </w:r>
      <w:proofErr w:type="gramEnd"/>
      <w:r w:rsidRPr="00645F49">
        <w:rPr>
          <w:lang w:val="en-GB"/>
        </w:rPr>
        <w:t>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gramStart"/>
      <w:r w:rsidRPr="00645F49">
        <w:rPr>
          <w:lang w:val="en-GB"/>
        </w:rPr>
        <w:t>int(</w:t>
      </w:r>
      <w:proofErr w:type="gramEnd"/>
      <w:r w:rsidRPr="00645F49">
        <w:rPr>
          <w:lang w:val="en-GB"/>
        </w:rPr>
        <w:t>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print(</w:t>
      </w:r>
      <w:proofErr w:type="spellStart"/>
      <w:proofErr w:type="gramEnd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7" w:name="_Toc184162964"/>
      <w:r>
        <w:rPr>
          <w:lang w:val="en-GB"/>
        </w:rPr>
        <w:lastRenderedPageBreak/>
        <w:t>Heading</w:t>
      </w:r>
      <w:bookmarkEnd w:id="27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6DDCE814" w:rsidR="00E25BCC" w:rsidRPr="00645F49" w:rsidRDefault="0014540D" w:rsidP="00E25BCC">
      <w:pPr>
        <w:pStyle w:val="Nadpis2text"/>
        <w:rPr>
          <w:lang w:val="en-GB"/>
        </w:rPr>
      </w:pPr>
      <w:bookmarkStart w:id="28" w:name="_Toc184162965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28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41F67699" w:rsidR="00FB553A" w:rsidRPr="00645F49" w:rsidRDefault="0014540D" w:rsidP="00FB553A">
      <w:pPr>
        <w:pStyle w:val="Nadpis2text"/>
        <w:rPr>
          <w:lang w:val="en-GB"/>
        </w:rPr>
      </w:pPr>
      <w:bookmarkStart w:id="29" w:name="_Toc184162966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29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0" w:name="_Toc184162967"/>
      <w:bookmarkEnd w:id="5"/>
      <w:bookmarkEnd w:id="6"/>
      <w:bookmarkEnd w:id="7"/>
      <w:bookmarkEnd w:id="8"/>
      <w:r>
        <w:rPr>
          <w:lang w:val="en-GB"/>
        </w:rPr>
        <w:lastRenderedPageBreak/>
        <w:t>Conclusion</w:t>
      </w:r>
      <w:bookmarkEnd w:id="30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1" w:name="_Toc184162968"/>
      <w:r>
        <w:rPr>
          <w:lang w:val="en-GB"/>
        </w:rPr>
        <w:lastRenderedPageBreak/>
        <w:t>Bibliography</w:t>
      </w:r>
      <w:bookmarkEnd w:id="31"/>
    </w:p>
    <w:p w14:paraId="075AA42F" w14:textId="77777777" w:rsidR="00495D09" w:rsidRDefault="00495D09" w:rsidP="00495D0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3B595B78" w14:textId="77777777" w:rsidR="00495D09" w:rsidRPr="0000225B" w:rsidRDefault="00495D09" w:rsidP="00495D09">
      <w:pPr>
        <w:pStyle w:val="PouitzdrojeBibliography"/>
      </w:pPr>
      <w:r w:rsidRPr="0000225B">
        <w:t xml:space="preserve">Surname, First Name. </w:t>
      </w:r>
      <w:r w:rsidRPr="0000225B">
        <w:rPr>
          <w:rStyle w:val="PouitzdrojenzevBibliographytitle"/>
        </w:rPr>
        <w:t>Title of the Book: Subtitle of the Book.</w:t>
      </w:r>
      <w:r w:rsidRPr="0000225B">
        <w:t xml:space="preserve"> Place of Publication: Publisher, Year.</w:t>
      </w:r>
    </w:p>
    <w:p w14:paraId="6E16CD81" w14:textId="77777777" w:rsidR="00495D09" w:rsidRDefault="00495D09" w:rsidP="00495D09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7BD6AF91" w14:textId="77777777" w:rsidR="00495D09" w:rsidRPr="0000225B" w:rsidRDefault="00495D09" w:rsidP="00495D09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097D0C8A" w14:textId="77777777" w:rsidR="00AE14E4" w:rsidRDefault="00AE14E4" w:rsidP="00495D09">
      <w:pPr>
        <w:pStyle w:val="TextprceText"/>
        <w:ind w:firstLine="0"/>
        <w:rPr>
          <w:color w:val="auto"/>
          <w:lang w:val="en-GB"/>
        </w:rPr>
      </w:pPr>
    </w:p>
    <w:p w14:paraId="5E1BE582" w14:textId="77777777" w:rsidR="00BD38C4" w:rsidRDefault="00BD38C4" w:rsidP="00495D09">
      <w:pPr>
        <w:pStyle w:val="TextprceText"/>
        <w:ind w:firstLine="0"/>
        <w:rPr>
          <w:color w:val="auto"/>
          <w:lang w:val="en-GB"/>
        </w:rPr>
      </w:pPr>
    </w:p>
    <w:p w14:paraId="21E6CFD2" w14:textId="77777777" w:rsidR="00D42835" w:rsidRDefault="00D42835" w:rsidP="00495D09">
      <w:pPr>
        <w:pStyle w:val="TextprceText"/>
        <w:ind w:firstLine="0"/>
        <w:rPr>
          <w:color w:val="auto"/>
          <w:lang w:val="en-GB"/>
        </w:rPr>
      </w:pPr>
    </w:p>
    <w:p w14:paraId="5D54A138" w14:textId="77777777" w:rsidR="001500B3" w:rsidRDefault="001500B3" w:rsidP="00495D09">
      <w:pPr>
        <w:pStyle w:val="TextprceText"/>
        <w:ind w:firstLine="0"/>
        <w:rPr>
          <w:color w:val="auto"/>
          <w:lang w:val="en-GB"/>
        </w:rPr>
        <w:sectPr w:rsidR="001500B3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38A98FDA" w14:textId="3CE75961" w:rsidR="00495D09" w:rsidRDefault="00495D09">
      <w:pPr>
        <w:rPr>
          <w:lang w:val="en-GB"/>
        </w:rPr>
      </w:pPr>
      <w:r>
        <w:rPr>
          <w:lang w:val="en-GB"/>
        </w:rPr>
        <w:br w:type="page"/>
      </w:r>
    </w:p>
    <w:p w14:paraId="6409B4BC" w14:textId="4D1E4838" w:rsidR="0044149D" w:rsidRPr="00645F49" w:rsidRDefault="00455973" w:rsidP="0044149D">
      <w:pPr>
        <w:pStyle w:val="vodzvrIntroductionConclusion"/>
        <w:rPr>
          <w:lang w:val="en-GB"/>
        </w:rPr>
      </w:pPr>
      <w:bookmarkStart w:id="32" w:name="_Toc184162969"/>
      <w:r>
        <w:rPr>
          <w:lang w:val="en-GB"/>
        </w:rPr>
        <w:lastRenderedPageBreak/>
        <w:t>List of Figures</w:t>
      </w:r>
      <w:bookmarkEnd w:id="32"/>
    </w:p>
    <w:p w14:paraId="78C6C060" w14:textId="7EFEB602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75227" w:history="1">
        <w:r w:rsidR="00A3673A" w:rsidRPr="001532FE">
          <w:rPr>
            <w:rStyle w:val="Hypertextovodkaz"/>
            <w:noProof/>
          </w:rPr>
          <w:t>Figure 1 Figure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_Toc173875227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81743D">
          <w:rPr>
            <w:noProof/>
            <w:webHidden/>
          </w:rPr>
          <w:t>15</w:t>
        </w:r>
        <w:r w:rsidR="00A3673A">
          <w:rPr>
            <w:noProof/>
            <w:webHidden/>
          </w:rPr>
          <w:fldChar w:fldCharType="end"/>
        </w:r>
      </w:hyperlink>
    </w:p>
    <w:p w14:paraId="2EEAC5E6" w14:textId="40385870" w:rsidR="0044149D" w:rsidRDefault="00505767" w:rsidP="00D42835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050CA26A" w14:textId="50BF620C" w:rsidR="00D42835" w:rsidRDefault="00D42835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84162970"/>
      <w:r>
        <w:rPr>
          <w:lang w:val="en-GB"/>
        </w:rPr>
        <w:lastRenderedPageBreak/>
        <w:t>List of Tables</w:t>
      </w:r>
      <w:bookmarkEnd w:id="33"/>
    </w:p>
    <w:p w14:paraId="0B71946B" w14:textId="7690A838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75226" w:history="1">
        <w:r w:rsidR="00A3673A" w:rsidRPr="00566666">
          <w:rPr>
            <w:rStyle w:val="Hypertextovodkaz"/>
            <w:noProof/>
          </w:rPr>
          <w:t>Table 1 Table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_Toc173875226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81743D">
          <w:rPr>
            <w:noProof/>
            <w:webHidden/>
          </w:rPr>
          <w:t>15</w:t>
        </w:r>
        <w:r w:rsidR="00A3673A">
          <w:rPr>
            <w:noProof/>
            <w:webHidden/>
          </w:rPr>
          <w:fldChar w:fldCharType="end"/>
        </w:r>
      </w:hyperlink>
    </w:p>
    <w:p w14:paraId="71458849" w14:textId="1F578EA9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4" w:name="_Toc184162971"/>
      <w:r>
        <w:rPr>
          <w:lang w:val="en-GB"/>
        </w:rPr>
        <w:lastRenderedPageBreak/>
        <w:t>List of Abbreviations</w:t>
      </w:r>
      <w:bookmarkEnd w:id="34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00563365" w14:textId="63BB6D10" w:rsidR="001500B3" w:rsidRDefault="007531EB" w:rsidP="005B6D49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A8AF81B" w14:textId="77777777" w:rsidR="005B6D49" w:rsidRDefault="005B6D49" w:rsidP="005B6D49">
      <w:pPr>
        <w:pStyle w:val="TextprceText"/>
        <w:ind w:firstLine="0"/>
        <w:rPr>
          <w:lang w:val="en-GB"/>
        </w:rPr>
      </w:pPr>
    </w:p>
    <w:p w14:paraId="3B533147" w14:textId="77777777" w:rsidR="005B6D49" w:rsidRPr="005B6D49" w:rsidRDefault="005B6D49" w:rsidP="005B6D49">
      <w:pPr>
        <w:pStyle w:val="TextprceText"/>
        <w:ind w:firstLine="0"/>
        <w:rPr>
          <w:lang w:val="en-GB"/>
        </w:rPr>
      </w:pPr>
    </w:p>
    <w:p w14:paraId="7CB899A5" w14:textId="77777777" w:rsidR="005B6D49" w:rsidRDefault="005B6D49" w:rsidP="005B6D49">
      <w:pPr>
        <w:pStyle w:val="TextprceText"/>
        <w:ind w:firstLine="0"/>
        <w:rPr>
          <w:lang w:val="en-GB"/>
        </w:rPr>
      </w:pPr>
    </w:p>
    <w:p w14:paraId="33456634" w14:textId="77777777" w:rsidR="005B6D49" w:rsidRDefault="005B6D49" w:rsidP="005B6D49">
      <w:pPr>
        <w:pStyle w:val="TextprceText"/>
        <w:ind w:firstLine="0"/>
        <w:rPr>
          <w:lang w:val="en-GB"/>
        </w:rPr>
        <w:sectPr w:rsidR="005B6D49" w:rsidSect="001500B3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EEEC8AF" w14:textId="086E9EBA" w:rsidR="005B6D49" w:rsidRDefault="005B6D49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190494E9" w14:textId="1C01D13C" w:rsidR="0044149D" w:rsidRPr="00645F49" w:rsidRDefault="00505767" w:rsidP="0044149D">
      <w:pPr>
        <w:pStyle w:val="vodzvrIntroductionConclusion"/>
        <w:rPr>
          <w:lang w:val="en-GB"/>
        </w:rPr>
      </w:pPr>
      <w:bookmarkStart w:id="35" w:name="_Toc184162972"/>
      <w:r>
        <w:rPr>
          <w:lang w:val="en-GB"/>
        </w:rPr>
        <w:lastRenderedPageBreak/>
        <w:t>Appendices</w:t>
      </w:r>
      <w:bookmarkEnd w:id="35"/>
    </w:p>
    <w:p w14:paraId="5FD18051" w14:textId="1716CF60" w:rsidR="0044149D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3B172688" w14:textId="77777777" w:rsidR="001500B3" w:rsidRPr="001500B3" w:rsidRDefault="001500B3" w:rsidP="001500B3">
      <w:pPr>
        <w:pStyle w:val="TextprceText"/>
        <w:rPr>
          <w:lang w:val="en-GB"/>
        </w:rPr>
      </w:pPr>
    </w:p>
    <w:p w14:paraId="65914CC7" w14:textId="123B54CC" w:rsidR="001500B3" w:rsidRDefault="001500B3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5D94B1D3" w14:textId="77777777" w:rsidR="001500B3" w:rsidRDefault="001500B3" w:rsidP="008E64AE">
      <w:pPr>
        <w:pStyle w:val="TextprceText"/>
        <w:ind w:firstLine="0"/>
        <w:rPr>
          <w:lang w:val="en-GB"/>
        </w:rPr>
        <w:sectPr w:rsidR="001500B3" w:rsidSect="001500B3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78605B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27BA1" w14:textId="77777777" w:rsidR="00AF1A13" w:rsidRDefault="00AF1A13" w:rsidP="0056551F">
      <w:r>
        <w:separator/>
      </w:r>
    </w:p>
  </w:endnote>
  <w:endnote w:type="continuationSeparator" w:id="0">
    <w:p w14:paraId="18D0A088" w14:textId="77777777" w:rsidR="00AF1A13" w:rsidRDefault="00AF1A13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29700" w14:textId="77777777" w:rsidR="00AF1A13" w:rsidRDefault="00AF1A13" w:rsidP="0056551F">
      <w:r>
        <w:separator/>
      </w:r>
    </w:p>
  </w:footnote>
  <w:footnote w:type="continuationSeparator" w:id="0">
    <w:p w14:paraId="572E0B73" w14:textId="77777777" w:rsidR="00AF1A13" w:rsidRDefault="00AF1A13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02F243C8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794ED7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2847F027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794ED7">
      <w:rPr>
        <w:noProof/>
      </w:rPr>
      <w:t>23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BF581D7E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047702">
    <w:abstractNumId w:val="43"/>
  </w:num>
  <w:num w:numId="2" w16cid:durableId="1676375145">
    <w:abstractNumId w:val="3"/>
  </w:num>
  <w:num w:numId="3" w16cid:durableId="886381673">
    <w:abstractNumId w:val="26"/>
  </w:num>
  <w:num w:numId="4" w16cid:durableId="2513956">
    <w:abstractNumId w:val="43"/>
    <w:lvlOverride w:ilvl="0">
      <w:startOverride w:val="1"/>
    </w:lvlOverride>
  </w:num>
  <w:num w:numId="5" w16cid:durableId="446436658">
    <w:abstractNumId w:val="35"/>
  </w:num>
  <w:num w:numId="6" w16cid:durableId="1798255252">
    <w:abstractNumId w:val="47"/>
  </w:num>
  <w:num w:numId="7" w16cid:durableId="1816221031">
    <w:abstractNumId w:val="40"/>
  </w:num>
  <w:num w:numId="8" w16cid:durableId="726413082">
    <w:abstractNumId w:val="48"/>
  </w:num>
  <w:num w:numId="9" w16cid:durableId="2038772525">
    <w:abstractNumId w:val="38"/>
  </w:num>
  <w:num w:numId="10" w16cid:durableId="1165046037">
    <w:abstractNumId w:val="28"/>
  </w:num>
  <w:num w:numId="11" w16cid:durableId="1751464053">
    <w:abstractNumId w:val="2"/>
  </w:num>
  <w:num w:numId="12" w16cid:durableId="52974883">
    <w:abstractNumId w:val="37"/>
  </w:num>
  <w:num w:numId="13" w16cid:durableId="1241212425">
    <w:abstractNumId w:val="25"/>
  </w:num>
  <w:num w:numId="14" w16cid:durableId="287273735">
    <w:abstractNumId w:val="30"/>
  </w:num>
  <w:num w:numId="15" w16cid:durableId="415053094">
    <w:abstractNumId w:val="19"/>
  </w:num>
  <w:num w:numId="16" w16cid:durableId="169950865">
    <w:abstractNumId w:val="32"/>
  </w:num>
  <w:num w:numId="17" w16cid:durableId="1063412465">
    <w:abstractNumId w:val="11"/>
  </w:num>
  <w:num w:numId="18" w16cid:durableId="868224722">
    <w:abstractNumId w:val="14"/>
  </w:num>
  <w:num w:numId="19" w16cid:durableId="1423990264">
    <w:abstractNumId w:val="23"/>
  </w:num>
  <w:num w:numId="20" w16cid:durableId="230964272">
    <w:abstractNumId w:val="12"/>
  </w:num>
  <w:num w:numId="21" w16cid:durableId="305281602">
    <w:abstractNumId w:val="9"/>
  </w:num>
  <w:num w:numId="22" w16cid:durableId="1913586289">
    <w:abstractNumId w:val="34"/>
  </w:num>
  <w:num w:numId="23" w16cid:durableId="2041205057">
    <w:abstractNumId w:val="15"/>
  </w:num>
  <w:num w:numId="24" w16cid:durableId="52703005">
    <w:abstractNumId w:val="21"/>
  </w:num>
  <w:num w:numId="25" w16cid:durableId="2036465664">
    <w:abstractNumId w:val="8"/>
  </w:num>
  <w:num w:numId="26" w16cid:durableId="2019766777">
    <w:abstractNumId w:val="5"/>
  </w:num>
  <w:num w:numId="27" w16cid:durableId="467480037">
    <w:abstractNumId w:val="41"/>
  </w:num>
  <w:num w:numId="28" w16cid:durableId="748816287">
    <w:abstractNumId w:val="36"/>
  </w:num>
  <w:num w:numId="29" w16cid:durableId="571739923">
    <w:abstractNumId w:val="0"/>
  </w:num>
  <w:num w:numId="30" w16cid:durableId="2078820596">
    <w:abstractNumId w:val="29"/>
  </w:num>
  <w:num w:numId="31" w16cid:durableId="137067598">
    <w:abstractNumId w:val="1"/>
  </w:num>
  <w:num w:numId="32" w16cid:durableId="1132675081">
    <w:abstractNumId w:val="45"/>
  </w:num>
  <w:num w:numId="33" w16cid:durableId="1508211273">
    <w:abstractNumId w:val="4"/>
  </w:num>
  <w:num w:numId="34" w16cid:durableId="623925597">
    <w:abstractNumId w:val="33"/>
  </w:num>
  <w:num w:numId="35" w16cid:durableId="1567763717">
    <w:abstractNumId w:val="42"/>
  </w:num>
  <w:num w:numId="36" w16cid:durableId="1720782737">
    <w:abstractNumId w:val="31"/>
  </w:num>
  <w:num w:numId="37" w16cid:durableId="366611762">
    <w:abstractNumId w:val="39"/>
  </w:num>
  <w:num w:numId="38" w16cid:durableId="283462346">
    <w:abstractNumId w:val="10"/>
  </w:num>
  <w:num w:numId="39" w16cid:durableId="62067028">
    <w:abstractNumId w:val="46"/>
  </w:num>
  <w:num w:numId="40" w16cid:durableId="1550386032">
    <w:abstractNumId w:val="13"/>
  </w:num>
  <w:num w:numId="41" w16cid:durableId="1159686970">
    <w:abstractNumId w:val="18"/>
  </w:num>
  <w:num w:numId="42" w16cid:durableId="1055542582">
    <w:abstractNumId w:val="22"/>
  </w:num>
  <w:num w:numId="43" w16cid:durableId="1968273972">
    <w:abstractNumId w:val="6"/>
  </w:num>
  <w:num w:numId="44" w16cid:durableId="195968276">
    <w:abstractNumId w:val="17"/>
  </w:num>
  <w:num w:numId="45" w16cid:durableId="1771006866">
    <w:abstractNumId w:val="20"/>
  </w:num>
  <w:num w:numId="46" w16cid:durableId="972104350">
    <w:abstractNumId w:val="24"/>
  </w:num>
  <w:num w:numId="47" w16cid:durableId="1680693695">
    <w:abstractNumId w:val="7"/>
  </w:num>
  <w:num w:numId="48" w16cid:durableId="1928492426">
    <w:abstractNumId w:val="16"/>
  </w:num>
  <w:num w:numId="49" w16cid:durableId="2033529281">
    <w:abstractNumId w:val="27"/>
  </w:num>
  <w:num w:numId="50" w16cid:durableId="183155910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376C6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540D"/>
    <w:rsid w:val="001461C5"/>
    <w:rsid w:val="001474B2"/>
    <w:rsid w:val="001500B3"/>
    <w:rsid w:val="00155082"/>
    <w:rsid w:val="0016172F"/>
    <w:rsid w:val="00164862"/>
    <w:rsid w:val="00166F74"/>
    <w:rsid w:val="00174367"/>
    <w:rsid w:val="00174AB3"/>
    <w:rsid w:val="0017688F"/>
    <w:rsid w:val="00176F5A"/>
    <w:rsid w:val="00183449"/>
    <w:rsid w:val="00187961"/>
    <w:rsid w:val="001969AE"/>
    <w:rsid w:val="00196BA2"/>
    <w:rsid w:val="001A0708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0619"/>
    <w:rsid w:val="00224F8A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032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0A74"/>
    <w:rsid w:val="0032660F"/>
    <w:rsid w:val="00331DB9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17A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24E03"/>
    <w:rsid w:val="0043583E"/>
    <w:rsid w:val="0044149D"/>
    <w:rsid w:val="00443228"/>
    <w:rsid w:val="00447F57"/>
    <w:rsid w:val="004504F2"/>
    <w:rsid w:val="00455973"/>
    <w:rsid w:val="0046491C"/>
    <w:rsid w:val="004709F9"/>
    <w:rsid w:val="00473226"/>
    <w:rsid w:val="00473A38"/>
    <w:rsid w:val="0047409D"/>
    <w:rsid w:val="00483621"/>
    <w:rsid w:val="00483D9A"/>
    <w:rsid w:val="00484360"/>
    <w:rsid w:val="00487DB9"/>
    <w:rsid w:val="00490116"/>
    <w:rsid w:val="00495D09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AE5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73948"/>
    <w:rsid w:val="00575D9A"/>
    <w:rsid w:val="00584416"/>
    <w:rsid w:val="0059196E"/>
    <w:rsid w:val="005A383F"/>
    <w:rsid w:val="005A4456"/>
    <w:rsid w:val="005B44A1"/>
    <w:rsid w:val="005B6D49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5B93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5367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2EF5"/>
    <w:rsid w:val="006B6715"/>
    <w:rsid w:val="006C6A31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05B"/>
    <w:rsid w:val="007867B1"/>
    <w:rsid w:val="00794ED7"/>
    <w:rsid w:val="007B0CF4"/>
    <w:rsid w:val="007B2F21"/>
    <w:rsid w:val="007B333E"/>
    <w:rsid w:val="007B34D0"/>
    <w:rsid w:val="007B6B4E"/>
    <w:rsid w:val="007B76A7"/>
    <w:rsid w:val="007C4680"/>
    <w:rsid w:val="007C65FB"/>
    <w:rsid w:val="007D3F50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1743D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6A8D"/>
    <w:rsid w:val="008C7316"/>
    <w:rsid w:val="008D021C"/>
    <w:rsid w:val="008D1A6F"/>
    <w:rsid w:val="008D3C48"/>
    <w:rsid w:val="008D6995"/>
    <w:rsid w:val="008E38F6"/>
    <w:rsid w:val="008E64AE"/>
    <w:rsid w:val="008F1268"/>
    <w:rsid w:val="008F6D48"/>
    <w:rsid w:val="0090134D"/>
    <w:rsid w:val="009106F2"/>
    <w:rsid w:val="0092017F"/>
    <w:rsid w:val="009236C9"/>
    <w:rsid w:val="009272D2"/>
    <w:rsid w:val="009335CE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5B53"/>
    <w:rsid w:val="00966814"/>
    <w:rsid w:val="009771F4"/>
    <w:rsid w:val="009920B9"/>
    <w:rsid w:val="009953BF"/>
    <w:rsid w:val="009A1BA4"/>
    <w:rsid w:val="009A2FDB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23170"/>
    <w:rsid w:val="00A3673A"/>
    <w:rsid w:val="00A54BFA"/>
    <w:rsid w:val="00A561F4"/>
    <w:rsid w:val="00A57C0C"/>
    <w:rsid w:val="00A604C3"/>
    <w:rsid w:val="00A6796E"/>
    <w:rsid w:val="00A67F12"/>
    <w:rsid w:val="00A70A50"/>
    <w:rsid w:val="00A714A1"/>
    <w:rsid w:val="00A7335E"/>
    <w:rsid w:val="00A75BE5"/>
    <w:rsid w:val="00A87C1B"/>
    <w:rsid w:val="00AA6554"/>
    <w:rsid w:val="00AA65F9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1A13"/>
    <w:rsid w:val="00AF787A"/>
    <w:rsid w:val="00B0095D"/>
    <w:rsid w:val="00B0537B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C50D5"/>
    <w:rsid w:val="00BC5F2D"/>
    <w:rsid w:val="00BD38C4"/>
    <w:rsid w:val="00BE217C"/>
    <w:rsid w:val="00BE4192"/>
    <w:rsid w:val="00BF1FCC"/>
    <w:rsid w:val="00BF416D"/>
    <w:rsid w:val="00C1690A"/>
    <w:rsid w:val="00C2696E"/>
    <w:rsid w:val="00C3217A"/>
    <w:rsid w:val="00C33473"/>
    <w:rsid w:val="00C341B0"/>
    <w:rsid w:val="00C5195F"/>
    <w:rsid w:val="00C53B26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1DEB"/>
    <w:rsid w:val="00D27258"/>
    <w:rsid w:val="00D274A1"/>
    <w:rsid w:val="00D3065A"/>
    <w:rsid w:val="00D33048"/>
    <w:rsid w:val="00D3417C"/>
    <w:rsid w:val="00D34939"/>
    <w:rsid w:val="00D42835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27C4C"/>
    <w:rsid w:val="00E325A0"/>
    <w:rsid w:val="00E3756F"/>
    <w:rsid w:val="00E42718"/>
    <w:rsid w:val="00E503EE"/>
    <w:rsid w:val="00E52054"/>
    <w:rsid w:val="00E54E9A"/>
    <w:rsid w:val="00E57E98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312E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13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1743D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81743D"/>
    <w:pPr>
      <w:tabs>
        <w:tab w:val="right" w:leader="dot" w:pos="8777"/>
      </w:tabs>
      <w:spacing w:before="120" w:after="120"/>
      <w:ind w:left="993" w:right="567" w:hanging="709"/>
      <w:jc w:val="left"/>
      <w:outlineLvl w:val="0"/>
    </w:pPr>
    <w:rPr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81743D"/>
    <w:pPr>
      <w:tabs>
        <w:tab w:val="right" w:leader="dot" w:pos="8777"/>
      </w:tabs>
      <w:ind w:left="1418" w:right="567" w:hanging="851"/>
      <w:jc w:val="left"/>
      <w:outlineLvl w:val="2"/>
    </w:p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81743D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81743D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1743D"/>
    <w:pPr>
      <w:keepLines/>
      <w:pageBreakBefore w:val="0"/>
      <w:numPr>
        <w:numId w:val="0"/>
      </w:numPr>
      <w:tabs>
        <w:tab w:val="clear" w:pos="567"/>
      </w:tabs>
      <w:spacing w:after="180"/>
      <w:outlineLvl w:val="9"/>
    </w:pPr>
    <w:rPr>
      <w:rFonts w:eastAsiaTheme="majorEastAsia" w:cstheme="majorBidi"/>
      <w:bCs w:val="0"/>
      <w:kern w:val="0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C6A8D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C6A8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paragraph" w:customStyle="1" w:styleId="Blockquote">
    <w:name w:val="Blockquote"/>
    <w:basedOn w:val="TextprceText"/>
    <w:qFormat/>
    <w:rsid w:val="008C6A8D"/>
    <w:pPr>
      <w:spacing w:before="240" w:after="240"/>
      <w:ind w:left="425" w:right="425" w:firstLine="0"/>
      <w:contextualSpacing/>
    </w:pPr>
    <w:rPr>
      <w:sz w:val="20"/>
      <w:lang w:val="en-GB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495D09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495D09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B65BD"/>
    <w:rsid w:val="0015395A"/>
    <w:rsid w:val="002447A5"/>
    <w:rsid w:val="002648C8"/>
    <w:rsid w:val="002721B1"/>
    <w:rsid w:val="002977F4"/>
    <w:rsid w:val="002C53C9"/>
    <w:rsid w:val="00324F6A"/>
    <w:rsid w:val="003D17AF"/>
    <w:rsid w:val="00415889"/>
    <w:rsid w:val="00502AE5"/>
    <w:rsid w:val="00531382"/>
    <w:rsid w:val="005658D7"/>
    <w:rsid w:val="00575969"/>
    <w:rsid w:val="00575D9A"/>
    <w:rsid w:val="00655367"/>
    <w:rsid w:val="006B6715"/>
    <w:rsid w:val="007B2F21"/>
    <w:rsid w:val="00882967"/>
    <w:rsid w:val="009579BE"/>
    <w:rsid w:val="00B13E5A"/>
    <w:rsid w:val="00B73610"/>
    <w:rsid w:val="00BC00AC"/>
    <w:rsid w:val="00BE664D"/>
    <w:rsid w:val="00F2323B"/>
    <w:rsid w:val="00F553FE"/>
    <w:rsid w:val="00FC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9C37-57CF-4E76-B8D3-BA48ED78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21</TotalTime>
  <Pages>24</Pages>
  <Words>1838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18</cp:revision>
  <cp:lastPrinted>2024-07-18T14:50:00Z</cp:lastPrinted>
  <dcterms:created xsi:type="dcterms:W3CDTF">2024-11-27T21:04:00Z</dcterms:created>
  <dcterms:modified xsi:type="dcterms:W3CDTF">2024-12-03T23:02:00Z</dcterms:modified>
</cp:coreProperties>
</file>