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tblLayout w:type="fixed"/>
        <w:tblCellMar>
          <w:left w:w="0" w:type="dxa"/>
          <w:right w:w="0" w:type="dxa"/>
        </w:tblCellMar>
        <w:tblLook w:val="01E0" w:firstRow="1" w:lastRow="1" w:firstColumn="1" w:lastColumn="1" w:noHBand="0" w:noVBand="0"/>
      </w:tblPr>
      <w:tblGrid>
        <w:gridCol w:w="4253"/>
        <w:gridCol w:w="5387"/>
      </w:tblGrid>
      <w:tr w:rsidR="00AE0231" w14:paraId="57587F45" w14:textId="77777777" w:rsidTr="00DA0A2B">
        <w:trPr>
          <w:trHeight w:hRule="exact" w:val="2835"/>
        </w:trPr>
        <w:tc>
          <w:tcPr>
            <w:tcW w:w="9640" w:type="dxa"/>
            <w:gridSpan w:val="2"/>
          </w:tcPr>
          <w:p w14:paraId="04DE1857" w14:textId="77777777" w:rsidR="00AE0231" w:rsidRDefault="00AE0231" w:rsidP="00DA0A2B">
            <w:pPr>
              <w:rPr>
                <w:rFonts w:ascii="Arial Narrow" w:hAnsi="Arial Narrow" w:cs="Arial Narrow"/>
                <w:bCs/>
                <w:iCs/>
              </w:rPr>
            </w:pPr>
          </w:p>
        </w:tc>
      </w:tr>
      <w:bookmarkStart w:id="0" w:name="Nazev"/>
      <w:tr w:rsidR="00AE0231" w14:paraId="11CC3C7F" w14:textId="77777777" w:rsidTr="00DA0A2B">
        <w:trPr>
          <w:trHeight w:hRule="exact" w:val="2835"/>
        </w:trPr>
        <w:tc>
          <w:tcPr>
            <w:tcW w:w="9640" w:type="dxa"/>
            <w:gridSpan w:val="2"/>
            <w:vAlign w:val="center"/>
          </w:tcPr>
          <w:p w14:paraId="791766B6" w14:textId="60DF9DB1" w:rsidR="00AE0231" w:rsidRDefault="00657A3A" w:rsidP="00DA0A2B">
            <w:pPr>
              <w:jc w:val="center"/>
              <w:rPr>
                <w:rFonts w:ascii="Arial Narrow" w:hAnsi="Arial Narrow" w:cs="Arial Narrow"/>
                <w:b/>
                <w:bCs/>
                <w:sz w:val="48"/>
                <w:szCs w:val="48"/>
              </w:rPr>
            </w:pPr>
            <w:r>
              <w:rPr>
                <w:rFonts w:ascii="Arial Narrow" w:hAnsi="Arial Narrow" w:cs="Arial Narrow"/>
                <w:b/>
                <w:bCs/>
                <w:sz w:val="48"/>
                <w:szCs w:val="48"/>
              </w:rPr>
              <w:fldChar w:fldCharType="begin">
                <w:ffData>
                  <w:name w:val="Nazev"/>
                  <w:enabled/>
                  <w:calcOnExit w:val="0"/>
                  <w:textInput>
                    <w:default w:val="Název práce (max. 2 řádky)"/>
                  </w:textInput>
                </w:ffData>
              </w:fldChar>
            </w:r>
            <w:r>
              <w:rPr>
                <w:rFonts w:ascii="Arial Narrow" w:hAnsi="Arial Narrow" w:cs="Arial Narrow"/>
                <w:b/>
                <w:bCs/>
                <w:sz w:val="48"/>
                <w:szCs w:val="48"/>
              </w:rPr>
              <w:instrText xml:space="preserve"> FORMTEXT </w:instrText>
            </w:r>
            <w:r>
              <w:rPr>
                <w:rFonts w:ascii="Arial Narrow" w:hAnsi="Arial Narrow" w:cs="Arial Narrow"/>
                <w:b/>
                <w:bCs/>
                <w:sz w:val="48"/>
                <w:szCs w:val="48"/>
              </w:rPr>
            </w:r>
            <w:r>
              <w:rPr>
                <w:rFonts w:ascii="Arial Narrow" w:hAnsi="Arial Narrow" w:cs="Arial Narrow"/>
                <w:b/>
                <w:bCs/>
                <w:sz w:val="48"/>
                <w:szCs w:val="48"/>
              </w:rPr>
              <w:fldChar w:fldCharType="separate"/>
            </w:r>
            <w:r>
              <w:rPr>
                <w:rFonts w:ascii="Arial Narrow" w:hAnsi="Arial Narrow" w:cs="Arial Narrow"/>
                <w:b/>
                <w:bCs/>
                <w:noProof/>
                <w:sz w:val="48"/>
                <w:szCs w:val="48"/>
              </w:rPr>
              <w:t>Název práce (max. 2 řádky)</w:t>
            </w:r>
            <w:r>
              <w:rPr>
                <w:rFonts w:ascii="Arial Narrow" w:hAnsi="Arial Narrow" w:cs="Arial Narrow"/>
                <w:b/>
                <w:bCs/>
                <w:sz w:val="48"/>
                <w:szCs w:val="48"/>
              </w:rPr>
              <w:fldChar w:fldCharType="end"/>
            </w:r>
            <w:bookmarkEnd w:id="0"/>
          </w:p>
        </w:tc>
      </w:tr>
      <w:tr w:rsidR="00AE0231" w14:paraId="313CA1E6" w14:textId="77777777" w:rsidTr="00DA0A2B">
        <w:trPr>
          <w:trHeight w:hRule="exact" w:val="567"/>
        </w:trPr>
        <w:tc>
          <w:tcPr>
            <w:tcW w:w="9640" w:type="dxa"/>
            <w:gridSpan w:val="2"/>
          </w:tcPr>
          <w:p w14:paraId="633988A9" w14:textId="77777777" w:rsidR="00AE0231" w:rsidRDefault="00AE0231" w:rsidP="00DA0A2B">
            <w:pPr>
              <w:rPr>
                <w:rFonts w:ascii="Arial Narrow" w:hAnsi="Arial Narrow" w:cs="Arial Narrow"/>
              </w:rPr>
            </w:pPr>
          </w:p>
        </w:tc>
      </w:tr>
      <w:tr w:rsidR="00AE0231" w14:paraId="08D2EC82" w14:textId="77777777" w:rsidTr="00DA0A2B">
        <w:trPr>
          <w:trHeight w:hRule="exact" w:val="1418"/>
        </w:trPr>
        <w:tc>
          <w:tcPr>
            <w:tcW w:w="9640" w:type="dxa"/>
            <w:gridSpan w:val="2"/>
            <w:vAlign w:val="center"/>
          </w:tcPr>
          <w:p w14:paraId="7E1BBA9C" w14:textId="77777777" w:rsidR="00AE0231" w:rsidRDefault="00AE0231" w:rsidP="00DA0A2B">
            <w:pPr>
              <w:jc w:val="center"/>
              <w:rPr>
                <w:rFonts w:ascii="Arial Narrow" w:hAnsi="Arial Narrow" w:cs="Arial Narrow"/>
                <w:sz w:val="40"/>
                <w:szCs w:val="40"/>
              </w:rPr>
            </w:pPr>
            <w:r>
              <w:rPr>
                <w:rFonts w:ascii="Arial Narrow" w:hAnsi="Arial Narrow" w:cs="Arial Narrow"/>
                <w:sz w:val="40"/>
                <w:szCs w:val="40"/>
              </w:rPr>
              <w:fldChar w:fldCharType="begin">
                <w:ffData>
                  <w:name w:val="Jmeno"/>
                  <w:enabled/>
                  <w:calcOnExit w:val="0"/>
                  <w:textInput>
                    <w:default w:val="Titul Jméno Příjmení"/>
                  </w:textInput>
                </w:ffData>
              </w:fldChar>
            </w:r>
            <w:r>
              <w:rPr>
                <w:rFonts w:ascii="Arial Narrow" w:hAnsi="Arial Narrow" w:cs="Arial Narrow"/>
                <w:sz w:val="40"/>
                <w:szCs w:val="40"/>
              </w:rPr>
              <w:instrText xml:space="preserve"> FORMTEXT </w:instrText>
            </w:r>
            <w:r>
              <w:rPr>
                <w:rFonts w:ascii="Arial Narrow" w:hAnsi="Arial Narrow" w:cs="Arial Narrow"/>
                <w:sz w:val="40"/>
                <w:szCs w:val="40"/>
              </w:rPr>
            </w:r>
            <w:r>
              <w:rPr>
                <w:rFonts w:ascii="Arial Narrow" w:hAnsi="Arial Narrow" w:cs="Arial Narrow"/>
                <w:sz w:val="40"/>
                <w:szCs w:val="40"/>
              </w:rPr>
              <w:fldChar w:fldCharType="separate"/>
            </w:r>
            <w:r>
              <w:rPr>
                <w:rFonts w:ascii="Arial Narrow" w:hAnsi="Arial Narrow" w:cs="Arial Narrow"/>
                <w:noProof/>
                <w:sz w:val="40"/>
                <w:szCs w:val="40"/>
              </w:rPr>
              <w:t>Titul Jméno Příjmení</w:t>
            </w:r>
            <w:r>
              <w:rPr>
                <w:rFonts w:ascii="Arial Narrow" w:hAnsi="Arial Narrow" w:cs="Arial Narrow"/>
                <w:sz w:val="40"/>
                <w:szCs w:val="40"/>
              </w:rPr>
              <w:fldChar w:fldCharType="end"/>
            </w:r>
          </w:p>
        </w:tc>
      </w:tr>
      <w:tr w:rsidR="00AE0231" w14:paraId="788935C8" w14:textId="77777777" w:rsidTr="00DA0A2B">
        <w:trPr>
          <w:trHeight w:hRule="exact" w:val="3969"/>
        </w:trPr>
        <w:tc>
          <w:tcPr>
            <w:tcW w:w="9640" w:type="dxa"/>
            <w:gridSpan w:val="2"/>
            <w:tcBorders>
              <w:bottom w:val="single" w:sz="8" w:space="0" w:color="auto"/>
            </w:tcBorders>
          </w:tcPr>
          <w:p w14:paraId="1EC7F831" w14:textId="77777777" w:rsidR="00AE0231" w:rsidRDefault="00AE0231" w:rsidP="00DA0A2B">
            <w:pPr>
              <w:rPr>
                <w:rFonts w:ascii="Arial Narrow" w:hAnsi="Arial Narrow" w:cs="Arial Narrow"/>
              </w:rPr>
            </w:pPr>
          </w:p>
        </w:tc>
      </w:tr>
      <w:tr w:rsidR="00AE0231" w14:paraId="6A93A5F0" w14:textId="77777777" w:rsidTr="00DA0A2B">
        <w:trPr>
          <w:trHeight w:hRule="exact" w:val="108"/>
        </w:trPr>
        <w:tc>
          <w:tcPr>
            <w:tcW w:w="4253" w:type="dxa"/>
            <w:tcBorders>
              <w:top w:val="single" w:sz="8" w:space="0" w:color="auto"/>
            </w:tcBorders>
          </w:tcPr>
          <w:p w14:paraId="42E12C85" w14:textId="77777777" w:rsidR="00AE0231" w:rsidRDefault="00AE0231" w:rsidP="00DA0A2B">
            <w:pPr>
              <w:rPr>
                <w:rFonts w:ascii="Arial Narrow" w:hAnsi="Arial Narrow" w:cs="Arial Narrow"/>
              </w:rPr>
            </w:pPr>
          </w:p>
        </w:tc>
        <w:tc>
          <w:tcPr>
            <w:tcW w:w="5387" w:type="dxa"/>
            <w:tcBorders>
              <w:top w:val="single" w:sz="8" w:space="0" w:color="auto"/>
            </w:tcBorders>
          </w:tcPr>
          <w:p w14:paraId="5375D5B0" w14:textId="77777777" w:rsidR="00AE0231" w:rsidRDefault="00AE0231" w:rsidP="00DA0A2B">
            <w:pPr>
              <w:rPr>
                <w:rFonts w:ascii="Arial Narrow" w:hAnsi="Arial Narrow" w:cs="Arial Narrow"/>
              </w:rPr>
            </w:pPr>
          </w:p>
        </w:tc>
      </w:tr>
      <w:tr w:rsidR="00AE0231" w14:paraId="46191625" w14:textId="77777777" w:rsidTr="0056551F">
        <w:trPr>
          <w:trHeight w:hRule="exact" w:val="930"/>
        </w:trPr>
        <w:tc>
          <w:tcPr>
            <w:tcW w:w="4253" w:type="dxa"/>
            <w:tcBorders>
              <w:right w:val="single" w:sz="8" w:space="0" w:color="auto"/>
            </w:tcBorders>
            <w:vAlign w:val="center"/>
          </w:tcPr>
          <w:sdt>
            <w:sdtPr>
              <w:rPr>
                <w:rFonts w:ascii="Arial Narrow" w:hAnsi="Arial Narrow" w:cs="Arial Narrow"/>
                <w:sz w:val="32"/>
                <w:szCs w:val="32"/>
              </w:rPr>
              <w:alias w:val="Typ závěrečné práce"/>
              <w:tag w:val="Typ závěrečné práce"/>
              <w:id w:val="-1411386437"/>
              <w:lock w:val="sdtLocked"/>
              <w:placeholder>
                <w:docPart w:val="DefaultPlaceholder_-1854013440"/>
              </w:placeholder>
              <w15:color w:val="FF0000"/>
              <w:text/>
            </w:sdtPr>
            <w:sdtEndPr/>
            <w:sdtContent>
              <w:p w14:paraId="3D51E2B2" w14:textId="23A9A034" w:rsidR="00AE0231" w:rsidRDefault="000D0F2A" w:rsidP="0056551F">
                <w:pPr>
                  <w:ind w:left="284" w:right="284"/>
                  <w:rPr>
                    <w:rFonts w:ascii="Arial Narrow" w:hAnsi="Arial Narrow" w:cs="Arial Narrow"/>
                    <w:sz w:val="32"/>
                    <w:szCs w:val="32"/>
                  </w:rPr>
                </w:pPr>
                <w:r>
                  <w:rPr>
                    <w:rFonts w:ascii="Arial Narrow" w:hAnsi="Arial Narrow" w:cs="Arial Narrow"/>
                    <w:sz w:val="32"/>
                    <w:szCs w:val="32"/>
                  </w:rPr>
                  <w:t>Diplomová</w:t>
                </w:r>
                <w:r w:rsidR="00DC7801">
                  <w:rPr>
                    <w:rFonts w:ascii="Arial Narrow" w:hAnsi="Arial Narrow" w:cs="Arial Narrow"/>
                    <w:sz w:val="32"/>
                    <w:szCs w:val="32"/>
                  </w:rPr>
                  <w:t xml:space="preserve"> práce</w:t>
                </w:r>
              </w:p>
            </w:sdtContent>
          </w:sdt>
          <w:sdt>
            <w:sdtPr>
              <w:rPr>
                <w:rFonts w:ascii="Arial Narrow" w:hAnsi="Arial Narrow" w:cs="Arial Narrow"/>
                <w:sz w:val="32"/>
                <w:szCs w:val="32"/>
              </w:rPr>
              <w:alias w:val="Rok odevzdání práce"/>
              <w:tag w:val="Rok odevzdání"/>
              <w:id w:val="-2001423500"/>
              <w:lock w:val="sdtLocked"/>
              <w:placeholder>
                <w:docPart w:val="DefaultPlaceholder_-1854013440"/>
              </w:placeholder>
              <w15:color w:val="FF0000"/>
              <w:text/>
            </w:sdtPr>
            <w:sdtEndPr/>
            <w:sdtContent>
              <w:p w14:paraId="09729FD5" w14:textId="0E90F9CD" w:rsidR="00754F1E" w:rsidRDefault="00DC7801" w:rsidP="0056551F">
                <w:pPr>
                  <w:ind w:left="284" w:right="284"/>
                  <w:rPr>
                    <w:rFonts w:ascii="Arial Narrow" w:hAnsi="Arial Narrow" w:cs="Arial Narrow"/>
                    <w:sz w:val="32"/>
                    <w:szCs w:val="32"/>
                  </w:rPr>
                </w:pPr>
                <w:r>
                  <w:rPr>
                    <w:rFonts w:ascii="Arial Narrow" w:hAnsi="Arial Narrow" w:cs="Arial Narrow"/>
                    <w:sz w:val="32"/>
                    <w:szCs w:val="32"/>
                  </w:rPr>
                  <w:t>202X</w:t>
                </w:r>
              </w:p>
            </w:sdtContent>
          </w:sdt>
        </w:tc>
        <w:tc>
          <w:tcPr>
            <w:tcW w:w="5387" w:type="dxa"/>
            <w:tcBorders>
              <w:left w:val="single" w:sz="8" w:space="0" w:color="auto"/>
            </w:tcBorders>
            <w:vAlign w:val="center"/>
          </w:tcPr>
          <w:p w14:paraId="0D6A67B4" w14:textId="6EFF19E9" w:rsidR="006A40E2" w:rsidRPr="00754F1E" w:rsidRDefault="00D81E35" w:rsidP="006A40E2">
            <w:pPr>
              <w:ind w:left="397" w:right="284"/>
              <w:jc w:val="center"/>
              <w:rPr>
                <w:rFonts w:ascii="Arial Narrow" w:hAnsi="Arial Narrow" w:cs="Arial Narrow"/>
                <w:sz w:val="32"/>
                <w:szCs w:val="32"/>
              </w:rPr>
            </w:pPr>
            <w:r>
              <w:rPr>
                <w:rFonts w:ascii="Arial Narrow" w:hAnsi="Arial Narrow" w:cs="Arial Narrow"/>
                <w:noProof/>
                <w:sz w:val="32"/>
                <w:szCs w:val="32"/>
              </w:rPr>
              <w:drawing>
                <wp:inline distT="0" distB="0" distL="0" distR="0" wp14:anchorId="4B91F189" wp14:editId="355EBD28">
                  <wp:extent cx="3060000" cy="488172"/>
                  <wp:effectExtent l="0" t="0" r="0" b="762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descr="Obsah obrázku text, Písmo, bílé, snímek obrazovky&#10;&#10;Popis byl vytvořen automaticky"/>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3060000" cy="488172"/>
                          </a:xfrm>
                          <a:prstGeom prst="rect">
                            <a:avLst/>
                          </a:prstGeom>
                        </pic:spPr>
                      </pic:pic>
                    </a:graphicData>
                  </a:graphic>
                </wp:inline>
              </w:drawing>
            </w:r>
          </w:p>
        </w:tc>
      </w:tr>
      <w:tr w:rsidR="00AE0231" w14:paraId="176EEE46" w14:textId="77777777" w:rsidTr="00DA0A2B">
        <w:trPr>
          <w:trHeight w:hRule="exact" w:val="99"/>
        </w:trPr>
        <w:tc>
          <w:tcPr>
            <w:tcW w:w="4253" w:type="dxa"/>
            <w:tcBorders>
              <w:bottom w:val="single" w:sz="8" w:space="0" w:color="auto"/>
            </w:tcBorders>
          </w:tcPr>
          <w:p w14:paraId="4B73544B" w14:textId="77777777" w:rsidR="00AE0231" w:rsidRDefault="00AE0231" w:rsidP="00DA0A2B">
            <w:pPr>
              <w:rPr>
                <w:rFonts w:ascii="Arial Narrow" w:hAnsi="Arial Narrow" w:cs="Arial Narrow"/>
              </w:rPr>
            </w:pPr>
          </w:p>
        </w:tc>
        <w:tc>
          <w:tcPr>
            <w:tcW w:w="5387" w:type="dxa"/>
            <w:tcBorders>
              <w:bottom w:val="single" w:sz="8" w:space="0" w:color="auto"/>
            </w:tcBorders>
          </w:tcPr>
          <w:p w14:paraId="2275ACB2" w14:textId="77777777" w:rsidR="00AE0231" w:rsidRDefault="00AE0231" w:rsidP="00DA0A2B">
            <w:pPr>
              <w:rPr>
                <w:rFonts w:ascii="Arial Narrow" w:hAnsi="Arial Narrow" w:cs="Arial Narrow"/>
              </w:rPr>
            </w:pPr>
          </w:p>
        </w:tc>
      </w:tr>
    </w:tbl>
    <w:p w14:paraId="6299C57D" w14:textId="77777777" w:rsidR="009340B2" w:rsidRDefault="009340B2">
      <w:pPr>
        <w:rPr>
          <w:rFonts w:ascii="Arial Narrow" w:hAnsi="Arial Narrow"/>
        </w:rPr>
        <w:sectPr w:rsidR="009340B2" w:rsidSect="00666B24">
          <w:headerReference w:type="even" r:id="rId9"/>
          <w:type w:val="oddPage"/>
          <w:pgSz w:w="11906" w:h="16838" w:code="9"/>
          <w:pgMar w:top="1134" w:right="851" w:bottom="851" w:left="1418" w:header="709" w:footer="709" w:gutter="0"/>
          <w:cols w:space="708"/>
          <w:titlePg/>
          <w:docGrid w:linePitch="360"/>
        </w:sectPr>
      </w:pPr>
    </w:p>
    <w:sdt>
      <w:sdtPr>
        <w:alias w:val="Místo pro vložení zadání práce (strana 1)"/>
        <w:tag w:val="Místo pro vložení zadání práce (strana 1)"/>
        <w:id w:val="1386991312"/>
        <w:showingPlcHdr/>
        <w15:color w:val="FF0000"/>
        <w:picture/>
      </w:sdtPr>
      <w:sdtEndPr/>
      <w:sdtContent>
        <w:p w14:paraId="0DB14F4B" w14:textId="4960DF48" w:rsidR="003635A5" w:rsidRDefault="003635A5" w:rsidP="003635A5">
          <w:pPr>
            <w:pStyle w:val="AbstraktAbstracttext"/>
          </w:pPr>
          <w:r>
            <w:rPr>
              <w:noProof/>
            </w:rPr>
            <w:drawing>
              <wp:inline distT="0" distB="0" distL="0" distR="0" wp14:anchorId="27E94738" wp14:editId="1A487897">
                <wp:extent cx="5580000" cy="8539200"/>
                <wp:effectExtent l="0" t="0" r="190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36435FC3" w14:textId="77777777" w:rsidR="003635A5" w:rsidRDefault="003635A5">
      <w:r>
        <w:br w:type="page"/>
      </w:r>
    </w:p>
    <w:sdt>
      <w:sdtPr>
        <w:alias w:val="Místo pro vložení zadání práce (strana 2)"/>
        <w:tag w:val="Místo pro vložení zadání práce (strana 2)"/>
        <w:id w:val="-581287421"/>
        <w:showingPlcHdr/>
        <w15:color w:val="FF0000"/>
        <w:picture/>
      </w:sdtPr>
      <w:sdtEndPr/>
      <w:sdtContent>
        <w:p w14:paraId="12D3F1AE" w14:textId="252AB790" w:rsidR="003635A5" w:rsidRDefault="00A230F8" w:rsidP="003635A5">
          <w:pPr>
            <w:pStyle w:val="AbstraktAbstracttext"/>
          </w:pPr>
          <w:r>
            <w:rPr>
              <w:noProof/>
            </w:rPr>
            <w:drawing>
              <wp:inline distT="0" distB="0" distL="0" distR="0" wp14:anchorId="2A268298" wp14:editId="5708DB1C">
                <wp:extent cx="5580000" cy="8539200"/>
                <wp:effectExtent l="0" t="0" r="1905" b="0"/>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2B6E3079" w14:textId="7BB07F12" w:rsidR="00C5195F" w:rsidRDefault="00BA4767">
      <w:r>
        <w:br w:type="page"/>
      </w:r>
    </w:p>
    <w:p w14:paraId="6B82F561" w14:textId="77777777" w:rsidR="000D0F2A" w:rsidRPr="006677D9" w:rsidRDefault="000D0F2A" w:rsidP="000D0F2A">
      <w:pPr>
        <w:spacing w:after="120" w:line="360" w:lineRule="auto"/>
        <w:rPr>
          <w:b/>
          <w:sz w:val="28"/>
        </w:rPr>
      </w:pPr>
      <w:r w:rsidRPr="006677D9">
        <w:rPr>
          <w:b/>
          <w:sz w:val="28"/>
        </w:rPr>
        <w:t xml:space="preserve">PROHLÁŠENÍ AUTORA </w:t>
      </w:r>
      <w:r>
        <w:rPr>
          <w:b/>
          <w:sz w:val="28"/>
        </w:rPr>
        <w:t>DIPLOMOVÉ</w:t>
      </w:r>
      <w:r w:rsidRPr="006677D9">
        <w:rPr>
          <w:b/>
          <w:sz w:val="28"/>
        </w:rPr>
        <w:t xml:space="preserve"> PRÁCE</w:t>
      </w:r>
    </w:p>
    <w:p w14:paraId="1A0C8AF8" w14:textId="77777777" w:rsidR="000D0F2A" w:rsidRPr="00296EF3" w:rsidRDefault="000D0F2A" w:rsidP="000D0F2A">
      <w:pPr>
        <w:spacing w:after="120" w:line="360" w:lineRule="auto"/>
        <w:rPr>
          <w:b/>
        </w:rPr>
      </w:pPr>
    </w:p>
    <w:p w14:paraId="6E3C01F7" w14:textId="77777777" w:rsidR="000D0F2A" w:rsidRPr="00296EF3" w:rsidRDefault="000D0F2A" w:rsidP="000D0F2A">
      <w:pPr>
        <w:rPr>
          <w:b/>
        </w:rPr>
      </w:pPr>
      <w:r w:rsidRPr="00296EF3">
        <w:rPr>
          <w:b/>
        </w:rPr>
        <w:t xml:space="preserve">Beru na vědomí, že </w:t>
      </w:r>
    </w:p>
    <w:p w14:paraId="0F245193" w14:textId="77777777" w:rsidR="000D0F2A" w:rsidRPr="006677D9" w:rsidRDefault="000D0F2A" w:rsidP="000D0F2A">
      <w:pPr>
        <w:pStyle w:val="Default"/>
        <w:jc w:val="both"/>
        <w:rPr>
          <w:color w:val="auto"/>
          <w:szCs w:val="22"/>
        </w:rPr>
      </w:pPr>
    </w:p>
    <w:p w14:paraId="7F5A3D27" w14:textId="77777777" w:rsidR="000D0F2A" w:rsidRPr="00375E73" w:rsidRDefault="000D0F2A" w:rsidP="000D0F2A">
      <w:pPr>
        <w:pStyle w:val="Default"/>
        <w:numPr>
          <w:ilvl w:val="0"/>
          <w:numId w:val="31"/>
        </w:numPr>
        <w:jc w:val="both"/>
        <w:rPr>
          <w:szCs w:val="22"/>
        </w:rPr>
      </w:pPr>
      <w:r w:rsidRPr="00375E73">
        <w:rPr>
          <w:szCs w:val="22"/>
        </w:rPr>
        <w:t xml:space="preserve">odevzdáním </w:t>
      </w:r>
      <w:r>
        <w:rPr>
          <w:szCs w:val="22"/>
        </w:rPr>
        <w:t>diplomové</w:t>
      </w:r>
      <w:r w:rsidRPr="00375E73">
        <w:rPr>
          <w:szCs w:val="22"/>
        </w:rPr>
        <w:t xml:space="preserve"> práce souhlasím se zveřejněním své práce podle zákona č.</w:t>
      </w:r>
      <w:r>
        <w:rPr>
          <w:szCs w:val="22"/>
        </w:rPr>
        <w:t> 111/1998 Sb., v platném znění</w:t>
      </w:r>
      <w:r w:rsidRPr="00375E73">
        <w:rPr>
          <w:szCs w:val="22"/>
        </w:rPr>
        <w:t xml:space="preserve"> bez ohledu na výsledek obhajoby; </w:t>
      </w:r>
    </w:p>
    <w:p w14:paraId="43E90FAF" w14:textId="77777777" w:rsidR="000D0F2A" w:rsidRPr="00375E73" w:rsidRDefault="000D0F2A" w:rsidP="000D0F2A">
      <w:pPr>
        <w:pStyle w:val="Default"/>
        <w:numPr>
          <w:ilvl w:val="0"/>
          <w:numId w:val="31"/>
        </w:numPr>
        <w:jc w:val="both"/>
        <w:rPr>
          <w:szCs w:val="22"/>
        </w:rPr>
      </w:pPr>
      <w:r>
        <w:rPr>
          <w:szCs w:val="22"/>
        </w:rPr>
        <w:t xml:space="preserve">diplomová </w:t>
      </w:r>
      <w:r w:rsidRPr="00375E73">
        <w:rPr>
          <w:szCs w:val="22"/>
        </w:rPr>
        <w:t>práce bude uložena v elektronické podobě v univerzitním informačním systému a bude dostupná k nahlédnutí;</w:t>
      </w:r>
    </w:p>
    <w:p w14:paraId="5F0B72A1" w14:textId="77777777" w:rsidR="000D0F2A" w:rsidRPr="00375E73" w:rsidRDefault="000D0F2A" w:rsidP="000D0F2A">
      <w:pPr>
        <w:pStyle w:val="Default"/>
        <w:numPr>
          <w:ilvl w:val="0"/>
          <w:numId w:val="31"/>
        </w:numPr>
        <w:jc w:val="both"/>
        <w:rPr>
          <w:szCs w:val="22"/>
        </w:rPr>
      </w:pPr>
      <w:r w:rsidRPr="00375E73">
        <w:rPr>
          <w:szCs w:val="22"/>
        </w:rPr>
        <w:t xml:space="preserve">jedno vyhotovení </w:t>
      </w:r>
      <w:r>
        <w:rPr>
          <w:szCs w:val="22"/>
        </w:rPr>
        <w:t>diplomové</w:t>
      </w:r>
      <w:r w:rsidRPr="00375E73">
        <w:rPr>
          <w:szCs w:val="22"/>
        </w:rPr>
        <w:t xml:space="preserve"> práce v listinné podobě bude ponecháno Univerzitě Tomáše Bati ve Zlíně k uložení; </w:t>
      </w:r>
    </w:p>
    <w:p w14:paraId="55398452" w14:textId="77777777" w:rsidR="000D0F2A" w:rsidRPr="00375E73" w:rsidRDefault="000D0F2A" w:rsidP="000D0F2A">
      <w:pPr>
        <w:pStyle w:val="Default"/>
        <w:numPr>
          <w:ilvl w:val="0"/>
          <w:numId w:val="31"/>
        </w:numPr>
        <w:jc w:val="both"/>
        <w:rPr>
          <w:szCs w:val="22"/>
        </w:rPr>
      </w:pPr>
      <w:r w:rsidRPr="00375E73">
        <w:rPr>
          <w:szCs w:val="22"/>
        </w:rPr>
        <w:t xml:space="preserve">na moji </w:t>
      </w:r>
      <w:r>
        <w:rPr>
          <w:szCs w:val="22"/>
        </w:rPr>
        <w:t>diplomovou</w:t>
      </w:r>
      <w:r w:rsidRPr="00375E73">
        <w:rPr>
          <w:szCs w:val="22"/>
        </w:rPr>
        <w:t xml:space="preserve"> práci se plně vztahuje zákon č. 121/2000 Sb. o</w:t>
      </w:r>
      <w:r>
        <w:rPr>
          <w:szCs w:val="22"/>
        </w:rPr>
        <w:t> </w:t>
      </w:r>
      <w:r w:rsidRPr="00375E73">
        <w:rPr>
          <w:szCs w:val="22"/>
        </w:rPr>
        <w:t xml:space="preserve">právu autorském, o právech souvisejících s právem autorským a o změně některých zákonů (autorský zákon) ve znění pozdějších právních předpisů, zejm. § 35 odst. 3; </w:t>
      </w:r>
    </w:p>
    <w:p w14:paraId="1A9624F8" w14:textId="77777777" w:rsidR="000D0F2A" w:rsidRPr="00375E73" w:rsidRDefault="000D0F2A" w:rsidP="000D0F2A">
      <w:pPr>
        <w:pStyle w:val="Default"/>
        <w:numPr>
          <w:ilvl w:val="0"/>
          <w:numId w:val="31"/>
        </w:numPr>
        <w:jc w:val="both"/>
        <w:rPr>
          <w:szCs w:val="22"/>
        </w:rPr>
      </w:pPr>
      <w:r w:rsidRPr="00375E73">
        <w:rPr>
          <w:szCs w:val="22"/>
        </w:rPr>
        <w:t xml:space="preserve">podle § 60 odst. 1 autorského zákona má </w:t>
      </w:r>
      <w:r>
        <w:rPr>
          <w:szCs w:val="22"/>
        </w:rPr>
        <w:t>Univerzita Tomáše Bati</w:t>
      </w:r>
      <w:r w:rsidRPr="00375E73">
        <w:rPr>
          <w:szCs w:val="22"/>
        </w:rPr>
        <w:t xml:space="preserve"> ve Zlíně právo na</w:t>
      </w:r>
      <w:r>
        <w:rPr>
          <w:szCs w:val="22"/>
        </w:rPr>
        <w:t> </w:t>
      </w:r>
      <w:r w:rsidRPr="00375E73">
        <w:rPr>
          <w:szCs w:val="22"/>
        </w:rPr>
        <w:t xml:space="preserve">uzavření licenční smlouvy o užití školního díla v rozsahu § 12 odst. 4 autorského zákona; </w:t>
      </w:r>
    </w:p>
    <w:p w14:paraId="0D14F625" w14:textId="77777777" w:rsidR="000D0F2A" w:rsidRPr="00375E73" w:rsidRDefault="000D0F2A" w:rsidP="000D0F2A">
      <w:pPr>
        <w:pStyle w:val="Default"/>
        <w:numPr>
          <w:ilvl w:val="0"/>
          <w:numId w:val="31"/>
        </w:numPr>
        <w:jc w:val="both"/>
        <w:rPr>
          <w:szCs w:val="22"/>
        </w:rPr>
      </w:pPr>
      <w:r w:rsidRPr="00375E73">
        <w:rPr>
          <w:szCs w:val="22"/>
        </w:rPr>
        <w:t xml:space="preserve">podle § 60 odst. </w:t>
      </w:r>
      <w:smartTag w:uri="urn:schemas-microsoft-com:office:smarttags" w:element="metricconverter">
        <w:smartTagPr>
          <w:attr w:name="ProductID" w:val="2 a"/>
        </w:smartTagPr>
        <w:r w:rsidRPr="00375E73">
          <w:rPr>
            <w:szCs w:val="22"/>
          </w:rPr>
          <w:t>2 a</w:t>
        </w:r>
      </w:smartTag>
      <w:r w:rsidRPr="00375E73">
        <w:rPr>
          <w:szCs w:val="22"/>
        </w:rPr>
        <w:t xml:space="preserve"> 3 mohu užít své dílo – </w:t>
      </w:r>
      <w:r>
        <w:rPr>
          <w:szCs w:val="22"/>
        </w:rPr>
        <w:t>diplomovou</w:t>
      </w:r>
      <w:r w:rsidRPr="00375E73">
        <w:rPr>
          <w:szCs w:val="22"/>
        </w:rPr>
        <w:t xml:space="preserve"> práci – nebo poskytnout licenci k jejímu využití jen s předchozím písemným souhlasem Univerzity Tomáše Bati ve Zlíně, která je oprávněna v takovém případě ode mne požadovat přiměřený příspěvek na úhradu nákladů, které byly Univerzitou Tomáše Bati ve Zlíně na</w:t>
      </w:r>
      <w:r>
        <w:rPr>
          <w:szCs w:val="22"/>
        </w:rPr>
        <w:t> </w:t>
      </w:r>
      <w:r w:rsidRPr="00375E73">
        <w:rPr>
          <w:szCs w:val="22"/>
        </w:rPr>
        <w:t xml:space="preserve">vytvoření díla vynaloženy (až do jejich skutečné výše); </w:t>
      </w:r>
    </w:p>
    <w:p w14:paraId="783397D2" w14:textId="77777777" w:rsidR="000D0F2A" w:rsidRPr="00375E73" w:rsidRDefault="000D0F2A" w:rsidP="000D0F2A">
      <w:pPr>
        <w:pStyle w:val="Default"/>
        <w:numPr>
          <w:ilvl w:val="0"/>
          <w:numId w:val="31"/>
        </w:numPr>
        <w:jc w:val="both"/>
        <w:rPr>
          <w:szCs w:val="22"/>
        </w:rPr>
      </w:pPr>
      <w:r w:rsidRPr="00375E73">
        <w:rPr>
          <w:szCs w:val="22"/>
        </w:rPr>
        <w:t xml:space="preserve">pokud bylo k vypracování </w:t>
      </w:r>
      <w:r>
        <w:rPr>
          <w:szCs w:val="22"/>
        </w:rPr>
        <w:t>diplomové</w:t>
      </w:r>
      <w:r w:rsidRPr="00375E73">
        <w:rPr>
          <w:szCs w:val="22"/>
        </w:rPr>
        <w:t xml:space="preserve"> práce využito softwaru poskytnutého Univerzitou Tomáše Bati ve Zlíně nebo jiným</w:t>
      </w:r>
      <w:r>
        <w:rPr>
          <w:szCs w:val="22"/>
        </w:rPr>
        <w:t>i subjekty pouze ke studijním a </w:t>
      </w:r>
      <w:r w:rsidRPr="00375E73">
        <w:rPr>
          <w:szCs w:val="22"/>
        </w:rPr>
        <w:t>výzkumným účelům</w:t>
      </w:r>
      <w:r>
        <w:rPr>
          <w:szCs w:val="22"/>
        </w:rPr>
        <w:t xml:space="preserve"> </w:t>
      </w:r>
      <w:r w:rsidRPr="00375E73">
        <w:rPr>
          <w:szCs w:val="22"/>
        </w:rPr>
        <w:t xml:space="preserve">(tj. k nekomerčnímu využití), nelze výsledky </w:t>
      </w:r>
      <w:r>
        <w:rPr>
          <w:szCs w:val="22"/>
        </w:rPr>
        <w:t>diplomové</w:t>
      </w:r>
      <w:r w:rsidRPr="00375E73">
        <w:rPr>
          <w:szCs w:val="22"/>
        </w:rPr>
        <w:t xml:space="preserve"> práce využít ke komerčním účelům; </w:t>
      </w:r>
    </w:p>
    <w:p w14:paraId="6E543DD6" w14:textId="77777777" w:rsidR="000D0F2A" w:rsidRPr="00375E73" w:rsidRDefault="000D0F2A" w:rsidP="000D0F2A">
      <w:pPr>
        <w:pStyle w:val="Default"/>
        <w:numPr>
          <w:ilvl w:val="0"/>
          <w:numId w:val="31"/>
        </w:numPr>
        <w:jc w:val="both"/>
        <w:rPr>
          <w:szCs w:val="22"/>
        </w:rPr>
      </w:pPr>
      <w:r w:rsidRPr="00375E73">
        <w:rPr>
          <w:szCs w:val="22"/>
        </w:rPr>
        <w:t xml:space="preserve">pokud je výstupem </w:t>
      </w:r>
      <w:r>
        <w:rPr>
          <w:szCs w:val="22"/>
        </w:rPr>
        <w:t xml:space="preserve">diplomové </w:t>
      </w:r>
      <w:r w:rsidRPr="00375E73">
        <w:rPr>
          <w:szCs w:val="22"/>
        </w:rPr>
        <w:t>práce jakýkoliv softwarový produkt, považují se za</w:t>
      </w:r>
      <w:r>
        <w:rPr>
          <w:szCs w:val="22"/>
        </w:rPr>
        <w:t> </w:t>
      </w:r>
      <w:r w:rsidRPr="00375E73">
        <w:rPr>
          <w:szCs w:val="22"/>
        </w:rPr>
        <w:t>součást práce rovněž i zdrojové kódy, popř. soubory,</w:t>
      </w:r>
      <w:r>
        <w:rPr>
          <w:szCs w:val="22"/>
        </w:rPr>
        <w:t xml:space="preserve"> ze kterých se projekt skládá; n</w:t>
      </w:r>
      <w:r w:rsidRPr="00375E73">
        <w:rPr>
          <w:szCs w:val="22"/>
        </w:rPr>
        <w:t>eodevzdání této součásti může být důvodem k neobhájení práce.</w:t>
      </w:r>
    </w:p>
    <w:p w14:paraId="30D51FF9" w14:textId="77777777" w:rsidR="000D0F2A" w:rsidRPr="006677D9" w:rsidRDefault="000D0F2A" w:rsidP="000D0F2A">
      <w:pPr>
        <w:pStyle w:val="Default"/>
        <w:jc w:val="both"/>
        <w:rPr>
          <w:color w:val="auto"/>
          <w:szCs w:val="22"/>
        </w:rPr>
      </w:pPr>
    </w:p>
    <w:p w14:paraId="7B385637" w14:textId="77777777" w:rsidR="000D0F2A" w:rsidRPr="006677D9" w:rsidRDefault="000D0F2A" w:rsidP="000D0F2A">
      <w:pPr>
        <w:pStyle w:val="Default"/>
        <w:jc w:val="both"/>
        <w:rPr>
          <w:color w:val="auto"/>
          <w:szCs w:val="22"/>
        </w:rPr>
      </w:pPr>
    </w:p>
    <w:p w14:paraId="3B50761D" w14:textId="77777777" w:rsidR="000D0F2A" w:rsidRPr="00296EF3" w:rsidRDefault="000D0F2A" w:rsidP="000D0F2A">
      <w:pPr>
        <w:pStyle w:val="Default"/>
        <w:jc w:val="both"/>
        <w:rPr>
          <w:b/>
          <w:color w:val="auto"/>
          <w:szCs w:val="22"/>
        </w:rPr>
      </w:pPr>
      <w:r w:rsidRPr="00296EF3">
        <w:rPr>
          <w:b/>
          <w:color w:val="auto"/>
          <w:szCs w:val="22"/>
        </w:rPr>
        <w:t>Prohlašuji, že</w:t>
      </w:r>
    </w:p>
    <w:p w14:paraId="18D01360" w14:textId="77777777" w:rsidR="000D0F2A" w:rsidRPr="006677D9" w:rsidRDefault="000D0F2A" w:rsidP="000D0F2A">
      <w:pPr>
        <w:pStyle w:val="Default"/>
        <w:jc w:val="both"/>
        <w:rPr>
          <w:color w:val="auto"/>
          <w:szCs w:val="22"/>
        </w:rPr>
      </w:pPr>
    </w:p>
    <w:p w14:paraId="0183FF61" w14:textId="77777777" w:rsidR="000D0F2A" w:rsidRPr="00296EF3" w:rsidRDefault="000D0F2A" w:rsidP="000D0F2A">
      <w:pPr>
        <w:pStyle w:val="Default"/>
        <w:numPr>
          <w:ilvl w:val="0"/>
          <w:numId w:val="32"/>
        </w:numPr>
        <w:jc w:val="both"/>
        <w:rPr>
          <w:szCs w:val="22"/>
        </w:rPr>
      </w:pPr>
      <w:r w:rsidRPr="00296EF3">
        <w:rPr>
          <w:szCs w:val="22"/>
        </w:rPr>
        <w:t xml:space="preserve">jsem na </w:t>
      </w:r>
      <w:r>
        <w:rPr>
          <w:szCs w:val="22"/>
        </w:rPr>
        <w:t>diplomové</w:t>
      </w:r>
      <w:r w:rsidRPr="00296EF3">
        <w:rPr>
          <w:szCs w:val="22"/>
        </w:rPr>
        <w:t xml:space="preserve"> práci pracoval(a) samostatně a použitou literaturu jsem řádně citoval(a); v případě publikace výsledků budu uveden(a) jako</w:t>
      </w:r>
      <w:r>
        <w:rPr>
          <w:szCs w:val="22"/>
        </w:rPr>
        <w:t xml:space="preserve"> </w:t>
      </w:r>
      <w:r w:rsidRPr="00296EF3">
        <w:rPr>
          <w:szCs w:val="22"/>
        </w:rPr>
        <w:t>spoluautor;</w:t>
      </w:r>
    </w:p>
    <w:p w14:paraId="3FE8D3E0" w14:textId="77777777" w:rsidR="000D0F2A" w:rsidRPr="00296EF3" w:rsidRDefault="000D0F2A" w:rsidP="000D0F2A">
      <w:pPr>
        <w:pStyle w:val="Default"/>
        <w:numPr>
          <w:ilvl w:val="0"/>
          <w:numId w:val="32"/>
        </w:numPr>
        <w:jc w:val="both"/>
        <w:rPr>
          <w:szCs w:val="22"/>
        </w:rPr>
      </w:pPr>
      <w:r w:rsidRPr="00296EF3">
        <w:rPr>
          <w:szCs w:val="22"/>
        </w:rPr>
        <w:t xml:space="preserve">odevzdaná verze </w:t>
      </w:r>
      <w:r>
        <w:rPr>
          <w:szCs w:val="22"/>
        </w:rPr>
        <w:t>diplomové</w:t>
      </w:r>
      <w:r w:rsidRPr="00296EF3">
        <w:rPr>
          <w:szCs w:val="22"/>
        </w:rPr>
        <w:t xml:space="preserve"> práce a verze elektronická nahraná do IS/STAG jsou obsahově totožné.</w:t>
      </w:r>
    </w:p>
    <w:p w14:paraId="0E234CDF" w14:textId="77777777" w:rsidR="00A230F8" w:rsidRPr="00E25B83" w:rsidRDefault="00A230F8" w:rsidP="00A230F8">
      <w:pPr>
        <w:pStyle w:val="Default"/>
        <w:rPr>
          <w:szCs w:val="22"/>
        </w:rPr>
      </w:pPr>
    </w:p>
    <w:p w14:paraId="7B48CE0A" w14:textId="77777777" w:rsidR="00A230F8" w:rsidRPr="00E25B83" w:rsidRDefault="00A230F8" w:rsidP="00A230F8">
      <w:pPr>
        <w:pStyle w:val="Default"/>
        <w:rPr>
          <w:szCs w:val="22"/>
        </w:rPr>
      </w:pPr>
    </w:p>
    <w:p w14:paraId="33155D54" w14:textId="77777777" w:rsidR="00A230F8" w:rsidRPr="00E25B83" w:rsidRDefault="00A230F8" w:rsidP="00A230F8">
      <w:pPr>
        <w:pStyle w:val="Default"/>
        <w:rPr>
          <w:szCs w:val="22"/>
        </w:rPr>
      </w:pPr>
    </w:p>
    <w:p w14:paraId="55AA378E" w14:textId="77777777" w:rsidR="00A230F8" w:rsidRPr="00E25B83" w:rsidRDefault="00A230F8" w:rsidP="00A230F8">
      <w:pPr>
        <w:pStyle w:val="Default"/>
      </w:pPr>
    </w:p>
    <w:p w14:paraId="7E222CD5" w14:textId="416C9858" w:rsidR="00A230F8" w:rsidRDefault="00A230F8" w:rsidP="00A230F8">
      <w:pPr>
        <w:pStyle w:val="Default"/>
        <w:tabs>
          <w:tab w:val="left" w:pos="4962"/>
        </w:tabs>
        <w:rPr>
          <w:szCs w:val="22"/>
        </w:rPr>
      </w:pPr>
      <w:r>
        <w:rPr>
          <w:szCs w:val="22"/>
        </w:rPr>
        <w:t>V</w:t>
      </w:r>
      <w:r w:rsidR="00D038BB">
        <w:rPr>
          <w:szCs w:val="22"/>
        </w:rPr>
        <w:t> Uherském Hradišti</w:t>
      </w:r>
      <w:r>
        <w:rPr>
          <w:szCs w:val="22"/>
        </w:rPr>
        <w:t>, dne ..............................</w:t>
      </w:r>
      <w:r>
        <w:rPr>
          <w:szCs w:val="22"/>
        </w:rPr>
        <w:tab/>
        <w:t>...............................................................</w:t>
      </w:r>
    </w:p>
    <w:p w14:paraId="001ED6F4" w14:textId="77777777" w:rsidR="00A230F8" w:rsidRDefault="00A230F8" w:rsidP="00A230F8">
      <w:pPr>
        <w:tabs>
          <w:tab w:val="left" w:pos="6379"/>
        </w:tabs>
        <w:rPr>
          <w:szCs w:val="22"/>
        </w:rPr>
      </w:pPr>
      <w:r>
        <w:rPr>
          <w:szCs w:val="22"/>
        </w:rPr>
        <w:tab/>
        <w:t>podpis autora</w:t>
      </w:r>
    </w:p>
    <w:p w14:paraId="664664D6" w14:textId="77777777" w:rsidR="00D33048" w:rsidRDefault="00C5195F" w:rsidP="00296EF3">
      <w:pPr>
        <w:pStyle w:val="Default"/>
        <w:sectPr w:rsidR="00D33048" w:rsidSect="00612FDB">
          <w:headerReference w:type="even" r:id="rId11"/>
          <w:headerReference w:type="default" r:id="rId12"/>
          <w:type w:val="oddPage"/>
          <w:pgSz w:w="11906" w:h="16838" w:code="9"/>
          <w:pgMar w:top="1701" w:right="1134" w:bottom="1134" w:left="1134" w:header="851" w:footer="709" w:gutter="851"/>
          <w:cols w:space="708"/>
          <w:docGrid w:linePitch="360"/>
        </w:sectPr>
      </w:pPr>
      <w:r>
        <w:br w:type="page"/>
      </w:r>
    </w:p>
    <w:p w14:paraId="3D46491B" w14:textId="15C22AA0" w:rsidR="005C742E" w:rsidRPr="002563FD" w:rsidRDefault="005C742E" w:rsidP="005C742E">
      <w:pPr>
        <w:pStyle w:val="AbstraktAbstract"/>
        <w:rPr>
          <w:color w:val="000000" w:themeColor="text1"/>
        </w:rPr>
      </w:pPr>
      <w:bookmarkStart w:id="1" w:name="_Toc37577728"/>
      <w:r w:rsidRPr="002563FD">
        <w:rPr>
          <w:color w:val="000000" w:themeColor="text1"/>
        </w:rPr>
        <w:t>ABSTRAKT</w:t>
      </w:r>
      <w:bookmarkEnd w:id="1"/>
    </w:p>
    <w:p w14:paraId="00CE8287" w14:textId="1C403B4F" w:rsidR="00512B10"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 jazyce práce</w:t>
      </w:r>
      <w:r w:rsidR="00512B10">
        <w:rPr>
          <w:color w:val="000000" w:themeColor="text1"/>
        </w:rPr>
        <w:t>.</w:t>
      </w:r>
    </w:p>
    <w:p w14:paraId="672FFBF2" w14:textId="77777777" w:rsidR="00E54E9A" w:rsidRDefault="00E54E9A" w:rsidP="005C742E">
      <w:pPr>
        <w:pStyle w:val="AbstraktAbstracttext"/>
        <w:rPr>
          <w:color w:val="000000" w:themeColor="text1"/>
        </w:rPr>
      </w:pPr>
    </w:p>
    <w:p w14:paraId="7ECBE065" w14:textId="77777777" w:rsidR="005C742E" w:rsidRDefault="005C742E" w:rsidP="005C742E">
      <w:pPr>
        <w:pStyle w:val="AbstraktAbstracttext"/>
        <w:rPr>
          <w:color w:val="000000" w:themeColor="text1"/>
        </w:rPr>
      </w:pPr>
      <w:r w:rsidRPr="002563FD">
        <w:rPr>
          <w:color w:val="000000" w:themeColor="text1"/>
        </w:rPr>
        <w:t xml:space="preserve">Klíčová slova: </w:t>
      </w:r>
      <w:r w:rsidR="0016172F">
        <w:rPr>
          <w:color w:val="000000" w:themeColor="text1"/>
        </w:rPr>
        <w:t>klíčové slovo, klíčové slovo</w:t>
      </w:r>
    </w:p>
    <w:p w14:paraId="6E7A5D16" w14:textId="77777777" w:rsidR="005C742E" w:rsidRPr="002563FD" w:rsidRDefault="005C742E" w:rsidP="005C742E">
      <w:pPr>
        <w:pStyle w:val="AbstraktAbstracttext"/>
        <w:rPr>
          <w:color w:val="000000" w:themeColor="text1"/>
        </w:rPr>
      </w:pPr>
    </w:p>
    <w:p w14:paraId="67520169" w14:textId="77777777" w:rsidR="005C742E" w:rsidRPr="002563FD" w:rsidRDefault="005C742E" w:rsidP="008219A3">
      <w:pPr>
        <w:pStyle w:val="AbstraktAbstract"/>
      </w:pPr>
      <w:r w:rsidRPr="002563FD">
        <w:t>ABSTRACT</w:t>
      </w:r>
    </w:p>
    <w:p w14:paraId="500D130D" w14:textId="36E1603C" w:rsidR="005C742E"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ve světovém jazyce </w:t>
      </w:r>
      <w:r>
        <w:rPr>
          <w:color w:val="000000" w:themeColor="text1"/>
        </w:rPr>
        <w:t>(angličtině)</w:t>
      </w:r>
      <w:r w:rsidR="00512B10">
        <w:rPr>
          <w:color w:val="000000" w:themeColor="text1"/>
        </w:rPr>
        <w:t>.</w:t>
      </w:r>
    </w:p>
    <w:p w14:paraId="7F35B828" w14:textId="77777777" w:rsidR="00E54E9A" w:rsidRPr="002563FD" w:rsidRDefault="00E54E9A" w:rsidP="005C742E">
      <w:pPr>
        <w:pStyle w:val="AbstraktAbstracttext"/>
        <w:rPr>
          <w:color w:val="000000" w:themeColor="text1"/>
        </w:rPr>
      </w:pPr>
    </w:p>
    <w:p w14:paraId="532069F0" w14:textId="7EF6295F" w:rsidR="002F0A18" w:rsidRDefault="005C742E" w:rsidP="002F0A18">
      <w:pPr>
        <w:pStyle w:val="AbstraktAbstracttext"/>
        <w:rPr>
          <w:color w:val="000000" w:themeColor="text1"/>
        </w:rPr>
      </w:pPr>
      <w:proofErr w:type="spellStart"/>
      <w:r w:rsidRPr="002563FD">
        <w:rPr>
          <w:color w:val="000000" w:themeColor="text1"/>
        </w:rPr>
        <w:t>Keywords</w:t>
      </w:r>
      <w:proofErr w:type="spellEnd"/>
      <w:r w:rsidRPr="002563FD">
        <w:rPr>
          <w:color w:val="000000" w:themeColor="text1"/>
        </w:rPr>
        <w:t>:</w:t>
      </w:r>
      <w:r w:rsidR="0016172F">
        <w:rPr>
          <w:color w:val="000000" w:themeColor="text1"/>
        </w:rPr>
        <w:t xml:space="preserve"> </w:t>
      </w:r>
      <w:proofErr w:type="spellStart"/>
      <w:r w:rsidR="0016172F">
        <w:rPr>
          <w:color w:val="000000" w:themeColor="text1"/>
        </w:rPr>
        <w:t>keyword</w:t>
      </w:r>
      <w:proofErr w:type="spellEnd"/>
      <w:r w:rsidR="0016172F">
        <w:rPr>
          <w:color w:val="000000" w:themeColor="text1"/>
        </w:rPr>
        <w:t xml:space="preserve">, </w:t>
      </w:r>
      <w:proofErr w:type="spellStart"/>
      <w:r w:rsidR="0016172F">
        <w:rPr>
          <w:color w:val="000000" w:themeColor="text1"/>
        </w:rPr>
        <w:t>keyword</w:t>
      </w:r>
      <w:proofErr w:type="spellEnd"/>
    </w:p>
    <w:p w14:paraId="449E0E88" w14:textId="77777777" w:rsidR="001028DB" w:rsidRDefault="001028DB" w:rsidP="002F0A18">
      <w:pPr>
        <w:pStyle w:val="AbstraktAbstracttext"/>
        <w:rPr>
          <w:color w:val="000000" w:themeColor="text1"/>
        </w:rPr>
      </w:pPr>
    </w:p>
    <w:p w14:paraId="62B20424" w14:textId="53A79C7C" w:rsidR="001028DB" w:rsidRDefault="001028DB">
      <w:pPr>
        <w:rPr>
          <w:color w:val="000000" w:themeColor="text1"/>
        </w:rPr>
      </w:pPr>
      <w:r>
        <w:rPr>
          <w:color w:val="000000" w:themeColor="text1"/>
        </w:rPr>
        <w:br w:type="page"/>
      </w:r>
    </w:p>
    <w:p w14:paraId="6FCD527B" w14:textId="77777777" w:rsidR="001028DB" w:rsidRDefault="001028DB" w:rsidP="001028DB">
      <w:r w:rsidRPr="0036533F">
        <w:t>Zde je místo pro případné poděkování, popř. motto, úryvky knih atp.</w:t>
      </w:r>
    </w:p>
    <w:p w14:paraId="602B14E4" w14:textId="77777777" w:rsidR="0036533F" w:rsidRDefault="0036533F" w:rsidP="002F0A18">
      <w:pPr>
        <w:pStyle w:val="AbstraktAbstracttext"/>
        <w:rPr>
          <w:color w:val="000000" w:themeColor="text1"/>
        </w:rPr>
      </w:pPr>
    </w:p>
    <w:p w14:paraId="44A4420C" w14:textId="77777777" w:rsidR="006D5560" w:rsidRDefault="002F0A18">
      <w:pPr>
        <w:rPr>
          <w:color w:val="000000" w:themeColor="text1"/>
        </w:rPr>
        <w:sectPr w:rsidR="006D5560" w:rsidSect="00D33048">
          <w:type w:val="oddPage"/>
          <w:pgSz w:w="11906" w:h="16838" w:code="9"/>
          <w:pgMar w:top="1701" w:right="1134" w:bottom="1134" w:left="1134" w:header="851" w:footer="709" w:gutter="851"/>
          <w:cols w:space="708"/>
          <w:docGrid w:linePitch="360"/>
        </w:sectPr>
      </w:pPr>
      <w:r>
        <w:rPr>
          <w:color w:val="000000" w:themeColor="text1"/>
        </w:rPr>
        <w:br w:type="page"/>
      </w:r>
    </w:p>
    <w:p w14:paraId="55DF994E" w14:textId="77777777" w:rsidR="0096510B" w:rsidRDefault="0096510B" w:rsidP="00373AED">
      <w:pPr>
        <w:pStyle w:val="ObsahContent"/>
      </w:pPr>
      <w:bookmarkStart w:id="2" w:name="_Toc37577729"/>
      <w:bookmarkStart w:id="3" w:name="_Toc88120440"/>
      <w:bookmarkStart w:id="4" w:name="_Toc88120677"/>
      <w:bookmarkStart w:id="5" w:name="_Toc88120889"/>
      <w:bookmarkStart w:id="6" w:name="_Toc88120993"/>
      <w:bookmarkStart w:id="7" w:name="_Toc88121036"/>
      <w:bookmarkStart w:id="8" w:name="_Toc88121173"/>
      <w:bookmarkStart w:id="9" w:name="_Toc88121547"/>
      <w:bookmarkStart w:id="10" w:name="_Toc88121604"/>
      <w:bookmarkStart w:id="11" w:name="_Toc88121742"/>
      <w:bookmarkStart w:id="12" w:name="_Toc88122008"/>
      <w:bookmarkStart w:id="13" w:name="_Toc88124611"/>
      <w:bookmarkStart w:id="14" w:name="_Toc88124648"/>
      <w:bookmarkStart w:id="15" w:name="_Toc88124798"/>
      <w:bookmarkStart w:id="16" w:name="_Toc88125781"/>
      <w:bookmarkStart w:id="17" w:name="_Toc88126301"/>
      <w:bookmarkStart w:id="18" w:name="_Toc88126452"/>
      <w:bookmarkStart w:id="19" w:name="_Toc88126519"/>
      <w:bookmarkStart w:id="20" w:name="_Toc88126548"/>
      <w:bookmarkStart w:id="21" w:name="_Toc88126764"/>
      <w:bookmarkStart w:id="22" w:name="_Toc88126854"/>
      <w:bookmarkStart w:id="23" w:name="_Toc88127095"/>
      <w:bookmarkStart w:id="24" w:name="_Toc88127138"/>
      <w:bookmarkStart w:id="25" w:name="_Toc88128503"/>
      <w:bookmarkStart w:id="26" w:name="_Toc107634140"/>
      <w:bookmarkStart w:id="27" w:name="_Toc107635157"/>
      <w:r w:rsidRPr="00373AED">
        <w:t>OBSAH</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448A3439" w14:textId="441D6F9F" w:rsidR="00D038BB" w:rsidRDefault="000A5332">
      <w:pPr>
        <w:pStyle w:val="Obsah2"/>
        <w:rPr>
          <w:rFonts w:asciiTheme="minorHAnsi" w:eastAsiaTheme="minorEastAsia" w:hAnsiTheme="minorHAnsi" w:cstheme="minorBidi"/>
          <w:b w:val="0"/>
          <w:caps w:val="0"/>
          <w:noProof/>
          <w:sz w:val="22"/>
          <w:szCs w:val="22"/>
        </w:rPr>
      </w:pPr>
      <w:r>
        <w:rPr>
          <w:b w:val="0"/>
          <w:caps w:val="0"/>
          <w:smallCaps/>
        </w:rPr>
        <w:fldChar w:fldCharType="begin"/>
      </w:r>
      <w:r>
        <w:rPr>
          <w:b w:val="0"/>
          <w:caps w:val="0"/>
          <w:smallCaps/>
        </w:rPr>
        <w:instrText xml:space="preserve"> TOC \h \z \t "Úvod+závěr/introduction+conclusion;2;Část;1;Nadpis 1_text;2;Nadpis 2_text;3;Nadpis 3_text;4" </w:instrText>
      </w:r>
      <w:r>
        <w:rPr>
          <w:b w:val="0"/>
          <w:caps w:val="0"/>
          <w:smallCaps/>
        </w:rPr>
        <w:fldChar w:fldCharType="separate"/>
      </w:r>
      <w:hyperlink w:anchor="_Toc173849515" w:history="1">
        <w:r w:rsidR="00D038BB" w:rsidRPr="00F028DC">
          <w:rPr>
            <w:rStyle w:val="Hypertextovodkaz"/>
            <w:noProof/>
          </w:rPr>
          <w:t>Úvod</w:t>
        </w:r>
        <w:r w:rsidR="00D038BB">
          <w:rPr>
            <w:noProof/>
            <w:webHidden/>
          </w:rPr>
          <w:tab/>
        </w:r>
        <w:r w:rsidR="00D038BB">
          <w:rPr>
            <w:noProof/>
            <w:webHidden/>
          </w:rPr>
          <w:fldChar w:fldCharType="begin"/>
        </w:r>
        <w:r w:rsidR="00D038BB">
          <w:rPr>
            <w:noProof/>
            <w:webHidden/>
          </w:rPr>
          <w:instrText xml:space="preserve"> PAGEREF _Toc173849515 \h </w:instrText>
        </w:r>
        <w:r w:rsidR="00D038BB">
          <w:rPr>
            <w:noProof/>
            <w:webHidden/>
          </w:rPr>
        </w:r>
        <w:r w:rsidR="00D038BB">
          <w:rPr>
            <w:noProof/>
            <w:webHidden/>
          </w:rPr>
          <w:fldChar w:fldCharType="separate"/>
        </w:r>
        <w:r w:rsidR="00A11805">
          <w:rPr>
            <w:noProof/>
            <w:webHidden/>
          </w:rPr>
          <w:t>11</w:t>
        </w:r>
        <w:r w:rsidR="00D038BB">
          <w:rPr>
            <w:noProof/>
            <w:webHidden/>
          </w:rPr>
          <w:fldChar w:fldCharType="end"/>
        </w:r>
      </w:hyperlink>
    </w:p>
    <w:p w14:paraId="0502354B" w14:textId="3F8DE9DC" w:rsidR="00D038BB" w:rsidRDefault="00FE23B4">
      <w:pPr>
        <w:pStyle w:val="Obsah1"/>
        <w:rPr>
          <w:rFonts w:asciiTheme="minorHAnsi" w:eastAsiaTheme="minorEastAsia" w:hAnsiTheme="minorHAnsi" w:cstheme="minorBidi"/>
          <w:b w:val="0"/>
          <w:caps w:val="0"/>
          <w:noProof/>
          <w:sz w:val="22"/>
          <w:szCs w:val="22"/>
        </w:rPr>
      </w:pPr>
      <w:hyperlink w:anchor="_Toc173849516" w:history="1">
        <w:r w:rsidR="00D038BB" w:rsidRPr="00F028DC">
          <w:rPr>
            <w:rStyle w:val="Hypertextovodkaz"/>
            <w:noProof/>
          </w:rPr>
          <w:t>teoRetická část</w:t>
        </w:r>
        <w:r w:rsidR="00D038BB">
          <w:rPr>
            <w:noProof/>
            <w:webHidden/>
          </w:rPr>
          <w:tab/>
        </w:r>
        <w:r w:rsidR="00D038BB">
          <w:rPr>
            <w:noProof/>
            <w:webHidden/>
          </w:rPr>
          <w:fldChar w:fldCharType="begin"/>
        </w:r>
        <w:r w:rsidR="00D038BB">
          <w:rPr>
            <w:noProof/>
            <w:webHidden/>
          </w:rPr>
          <w:instrText xml:space="preserve"> PAGEREF _Toc173849516 \h </w:instrText>
        </w:r>
        <w:r w:rsidR="00D038BB">
          <w:rPr>
            <w:noProof/>
            <w:webHidden/>
          </w:rPr>
        </w:r>
        <w:r w:rsidR="00D038BB">
          <w:rPr>
            <w:noProof/>
            <w:webHidden/>
          </w:rPr>
          <w:fldChar w:fldCharType="separate"/>
        </w:r>
        <w:r w:rsidR="00A11805">
          <w:rPr>
            <w:noProof/>
            <w:webHidden/>
          </w:rPr>
          <w:t>12</w:t>
        </w:r>
        <w:r w:rsidR="00D038BB">
          <w:rPr>
            <w:noProof/>
            <w:webHidden/>
          </w:rPr>
          <w:fldChar w:fldCharType="end"/>
        </w:r>
      </w:hyperlink>
    </w:p>
    <w:p w14:paraId="40C335C5" w14:textId="0C5E041D" w:rsidR="00D038BB" w:rsidRDefault="00FE23B4">
      <w:pPr>
        <w:pStyle w:val="Obsah2"/>
        <w:rPr>
          <w:rFonts w:asciiTheme="minorHAnsi" w:eastAsiaTheme="minorEastAsia" w:hAnsiTheme="minorHAnsi" w:cstheme="minorBidi"/>
          <w:b w:val="0"/>
          <w:caps w:val="0"/>
          <w:noProof/>
          <w:sz w:val="22"/>
          <w:szCs w:val="22"/>
        </w:rPr>
      </w:pPr>
      <w:hyperlink w:anchor="_Toc173849517" w:history="1">
        <w:r w:rsidR="00D038BB" w:rsidRPr="00F028DC">
          <w:rPr>
            <w:rStyle w:val="Hypertextovodkaz"/>
            <w:noProof/>
          </w:rPr>
          <w:t>1</w:t>
        </w:r>
        <w:r w:rsidR="00D038BB">
          <w:rPr>
            <w:rFonts w:asciiTheme="minorHAnsi" w:eastAsiaTheme="minorEastAsia" w:hAnsiTheme="minorHAnsi" w:cstheme="minorBidi"/>
            <w:b w:val="0"/>
            <w:caps w:val="0"/>
            <w:noProof/>
            <w:sz w:val="22"/>
            <w:szCs w:val="22"/>
          </w:rPr>
          <w:tab/>
        </w:r>
        <w:r w:rsidR="00D038BB" w:rsidRPr="00F028DC">
          <w:rPr>
            <w:rStyle w:val="Hypertextovodkaz"/>
            <w:noProof/>
          </w:rPr>
          <w:t>Nadpis hlavní kapitoly</w:t>
        </w:r>
        <w:r w:rsidR="00D038BB">
          <w:rPr>
            <w:noProof/>
            <w:webHidden/>
          </w:rPr>
          <w:tab/>
        </w:r>
        <w:r w:rsidR="00D038BB">
          <w:rPr>
            <w:noProof/>
            <w:webHidden/>
          </w:rPr>
          <w:fldChar w:fldCharType="begin"/>
        </w:r>
        <w:r w:rsidR="00D038BB">
          <w:rPr>
            <w:noProof/>
            <w:webHidden/>
          </w:rPr>
          <w:instrText xml:space="preserve"> PAGEREF _Toc173849517 \h </w:instrText>
        </w:r>
        <w:r w:rsidR="00D038BB">
          <w:rPr>
            <w:noProof/>
            <w:webHidden/>
          </w:rPr>
        </w:r>
        <w:r w:rsidR="00D038BB">
          <w:rPr>
            <w:noProof/>
            <w:webHidden/>
          </w:rPr>
          <w:fldChar w:fldCharType="separate"/>
        </w:r>
        <w:r w:rsidR="00A11805">
          <w:rPr>
            <w:noProof/>
            <w:webHidden/>
          </w:rPr>
          <w:t>13</w:t>
        </w:r>
        <w:r w:rsidR="00D038BB">
          <w:rPr>
            <w:noProof/>
            <w:webHidden/>
          </w:rPr>
          <w:fldChar w:fldCharType="end"/>
        </w:r>
      </w:hyperlink>
    </w:p>
    <w:p w14:paraId="1BF290E6" w14:textId="47DBA6CF" w:rsidR="00D038BB" w:rsidRDefault="00FE23B4">
      <w:pPr>
        <w:pStyle w:val="Obsah3"/>
        <w:rPr>
          <w:rFonts w:asciiTheme="minorHAnsi" w:eastAsiaTheme="minorEastAsia" w:hAnsiTheme="minorHAnsi" w:cstheme="minorBidi"/>
          <w:smallCaps w:val="0"/>
          <w:noProof/>
          <w:sz w:val="22"/>
          <w:szCs w:val="22"/>
        </w:rPr>
      </w:pPr>
      <w:hyperlink w:anchor="_Toc173849518" w:history="1">
        <w:r w:rsidR="00D038BB" w:rsidRPr="00F028DC">
          <w:rPr>
            <w:rStyle w:val="Hypertextovodkaz"/>
            <w:noProof/>
          </w:rPr>
          <w:t>1.1</w:t>
        </w:r>
        <w:r w:rsidR="00D038BB">
          <w:rPr>
            <w:rFonts w:asciiTheme="minorHAnsi" w:eastAsiaTheme="minorEastAsia" w:hAnsiTheme="minorHAnsi" w:cstheme="minorBidi"/>
            <w:smallCaps w:val="0"/>
            <w:noProof/>
            <w:sz w:val="22"/>
            <w:szCs w:val="22"/>
          </w:rPr>
          <w:tab/>
        </w:r>
        <w:r w:rsidR="00D038BB" w:rsidRPr="00F028DC">
          <w:rPr>
            <w:rStyle w:val="Hypertextovodkaz"/>
            <w:noProof/>
          </w:rPr>
          <w:t>Podnadpis A</w:t>
        </w:r>
        <w:r w:rsidR="00D038BB">
          <w:rPr>
            <w:noProof/>
            <w:webHidden/>
          </w:rPr>
          <w:tab/>
        </w:r>
        <w:r w:rsidR="00D038BB">
          <w:rPr>
            <w:noProof/>
            <w:webHidden/>
          </w:rPr>
          <w:fldChar w:fldCharType="begin"/>
        </w:r>
        <w:r w:rsidR="00D038BB">
          <w:rPr>
            <w:noProof/>
            <w:webHidden/>
          </w:rPr>
          <w:instrText xml:space="preserve"> PAGEREF _Toc173849518 \h </w:instrText>
        </w:r>
        <w:r w:rsidR="00D038BB">
          <w:rPr>
            <w:noProof/>
            <w:webHidden/>
          </w:rPr>
        </w:r>
        <w:r w:rsidR="00D038BB">
          <w:rPr>
            <w:noProof/>
            <w:webHidden/>
          </w:rPr>
          <w:fldChar w:fldCharType="separate"/>
        </w:r>
        <w:r w:rsidR="00A11805">
          <w:rPr>
            <w:noProof/>
            <w:webHidden/>
          </w:rPr>
          <w:t>13</w:t>
        </w:r>
        <w:r w:rsidR="00D038BB">
          <w:rPr>
            <w:noProof/>
            <w:webHidden/>
          </w:rPr>
          <w:fldChar w:fldCharType="end"/>
        </w:r>
      </w:hyperlink>
    </w:p>
    <w:p w14:paraId="43AD8239" w14:textId="37A01191" w:rsidR="00D038BB" w:rsidRDefault="00FE23B4">
      <w:pPr>
        <w:pStyle w:val="Obsah3"/>
        <w:rPr>
          <w:rFonts w:asciiTheme="minorHAnsi" w:eastAsiaTheme="minorEastAsia" w:hAnsiTheme="minorHAnsi" w:cstheme="minorBidi"/>
          <w:smallCaps w:val="0"/>
          <w:noProof/>
          <w:sz w:val="22"/>
          <w:szCs w:val="22"/>
        </w:rPr>
      </w:pPr>
      <w:hyperlink w:anchor="_Toc173849519" w:history="1">
        <w:r w:rsidR="00D038BB" w:rsidRPr="00F028DC">
          <w:rPr>
            <w:rStyle w:val="Hypertextovodkaz"/>
            <w:noProof/>
          </w:rPr>
          <w:t>1.2</w:t>
        </w:r>
        <w:r w:rsidR="00D038BB">
          <w:rPr>
            <w:rFonts w:asciiTheme="minorHAnsi" w:eastAsiaTheme="minorEastAsia" w:hAnsiTheme="minorHAnsi" w:cstheme="minorBidi"/>
            <w:smallCaps w:val="0"/>
            <w:noProof/>
            <w:sz w:val="22"/>
            <w:szCs w:val="22"/>
          </w:rPr>
          <w:tab/>
        </w:r>
        <w:r w:rsidR="00D038BB" w:rsidRPr="00F028DC">
          <w:rPr>
            <w:rStyle w:val="Hypertextovodkaz"/>
            <w:noProof/>
          </w:rPr>
          <w:t>Podnadpis B</w:t>
        </w:r>
        <w:r w:rsidR="00D038BB">
          <w:rPr>
            <w:noProof/>
            <w:webHidden/>
          </w:rPr>
          <w:tab/>
        </w:r>
        <w:r w:rsidR="00D038BB">
          <w:rPr>
            <w:noProof/>
            <w:webHidden/>
          </w:rPr>
          <w:fldChar w:fldCharType="begin"/>
        </w:r>
        <w:r w:rsidR="00D038BB">
          <w:rPr>
            <w:noProof/>
            <w:webHidden/>
          </w:rPr>
          <w:instrText xml:space="preserve"> PAGEREF _Toc173849519 \h </w:instrText>
        </w:r>
        <w:r w:rsidR="00D038BB">
          <w:rPr>
            <w:noProof/>
            <w:webHidden/>
          </w:rPr>
        </w:r>
        <w:r w:rsidR="00D038BB">
          <w:rPr>
            <w:noProof/>
            <w:webHidden/>
          </w:rPr>
          <w:fldChar w:fldCharType="separate"/>
        </w:r>
        <w:r w:rsidR="00A11805">
          <w:rPr>
            <w:noProof/>
            <w:webHidden/>
          </w:rPr>
          <w:t>13</w:t>
        </w:r>
        <w:r w:rsidR="00D038BB">
          <w:rPr>
            <w:noProof/>
            <w:webHidden/>
          </w:rPr>
          <w:fldChar w:fldCharType="end"/>
        </w:r>
      </w:hyperlink>
    </w:p>
    <w:p w14:paraId="7269A729" w14:textId="1336E394" w:rsidR="00D038BB" w:rsidRDefault="00FE23B4">
      <w:pPr>
        <w:pStyle w:val="Obsah4"/>
        <w:tabs>
          <w:tab w:val="left" w:pos="1418"/>
          <w:tab w:val="right" w:leader="dot" w:pos="8777"/>
        </w:tabs>
        <w:rPr>
          <w:rFonts w:asciiTheme="minorHAnsi" w:eastAsiaTheme="minorEastAsia" w:hAnsiTheme="minorHAnsi" w:cstheme="minorBidi"/>
          <w:noProof/>
          <w:sz w:val="22"/>
          <w:szCs w:val="22"/>
        </w:rPr>
      </w:pPr>
      <w:hyperlink w:anchor="_Toc173849520" w:history="1">
        <w:r w:rsidR="00D038BB" w:rsidRPr="00F028DC">
          <w:rPr>
            <w:rStyle w:val="Hypertextovodkaz"/>
            <w:noProof/>
          </w:rPr>
          <w:t>1.2.1</w:t>
        </w:r>
        <w:r w:rsidR="00D038BB">
          <w:rPr>
            <w:rFonts w:asciiTheme="minorHAnsi" w:eastAsiaTheme="minorEastAsia" w:hAnsiTheme="minorHAnsi" w:cstheme="minorBidi"/>
            <w:noProof/>
            <w:sz w:val="22"/>
            <w:szCs w:val="22"/>
          </w:rPr>
          <w:tab/>
        </w:r>
        <w:r w:rsidR="00D038BB" w:rsidRPr="00F028DC">
          <w:rPr>
            <w:rStyle w:val="Hypertextovodkaz"/>
            <w:noProof/>
          </w:rPr>
          <w:t>Podpodnadpis alfa</w:t>
        </w:r>
        <w:r w:rsidR="00D038BB">
          <w:rPr>
            <w:noProof/>
            <w:webHidden/>
          </w:rPr>
          <w:tab/>
        </w:r>
        <w:r w:rsidR="00D038BB">
          <w:rPr>
            <w:noProof/>
            <w:webHidden/>
          </w:rPr>
          <w:fldChar w:fldCharType="begin"/>
        </w:r>
        <w:r w:rsidR="00D038BB">
          <w:rPr>
            <w:noProof/>
            <w:webHidden/>
          </w:rPr>
          <w:instrText xml:space="preserve"> PAGEREF _Toc173849520 \h </w:instrText>
        </w:r>
        <w:r w:rsidR="00D038BB">
          <w:rPr>
            <w:noProof/>
            <w:webHidden/>
          </w:rPr>
        </w:r>
        <w:r w:rsidR="00D038BB">
          <w:rPr>
            <w:noProof/>
            <w:webHidden/>
          </w:rPr>
          <w:fldChar w:fldCharType="separate"/>
        </w:r>
        <w:r w:rsidR="00A11805">
          <w:rPr>
            <w:noProof/>
            <w:webHidden/>
          </w:rPr>
          <w:t>13</w:t>
        </w:r>
        <w:r w:rsidR="00D038BB">
          <w:rPr>
            <w:noProof/>
            <w:webHidden/>
          </w:rPr>
          <w:fldChar w:fldCharType="end"/>
        </w:r>
      </w:hyperlink>
    </w:p>
    <w:p w14:paraId="5A3EC3A8" w14:textId="23DA00D1" w:rsidR="00D038BB" w:rsidRDefault="00FE23B4">
      <w:pPr>
        <w:pStyle w:val="Obsah4"/>
        <w:tabs>
          <w:tab w:val="left" w:pos="1418"/>
          <w:tab w:val="right" w:leader="dot" w:pos="8777"/>
        </w:tabs>
        <w:rPr>
          <w:rFonts w:asciiTheme="minorHAnsi" w:eastAsiaTheme="minorEastAsia" w:hAnsiTheme="minorHAnsi" w:cstheme="minorBidi"/>
          <w:noProof/>
          <w:sz w:val="22"/>
          <w:szCs w:val="22"/>
        </w:rPr>
      </w:pPr>
      <w:hyperlink w:anchor="_Toc173849521" w:history="1">
        <w:r w:rsidR="00D038BB" w:rsidRPr="00F028DC">
          <w:rPr>
            <w:rStyle w:val="Hypertextovodkaz"/>
            <w:noProof/>
          </w:rPr>
          <w:t>1.2.2</w:t>
        </w:r>
        <w:r w:rsidR="00D038BB">
          <w:rPr>
            <w:rFonts w:asciiTheme="minorHAnsi" w:eastAsiaTheme="minorEastAsia" w:hAnsiTheme="minorHAnsi" w:cstheme="minorBidi"/>
            <w:noProof/>
            <w:sz w:val="22"/>
            <w:szCs w:val="22"/>
          </w:rPr>
          <w:tab/>
        </w:r>
        <w:r w:rsidR="00D038BB" w:rsidRPr="00F028DC">
          <w:rPr>
            <w:rStyle w:val="Hypertextovodkaz"/>
            <w:noProof/>
          </w:rPr>
          <w:t>Podpodnadpis beta</w:t>
        </w:r>
        <w:r w:rsidR="00D038BB">
          <w:rPr>
            <w:noProof/>
            <w:webHidden/>
          </w:rPr>
          <w:tab/>
        </w:r>
        <w:r w:rsidR="00D038BB">
          <w:rPr>
            <w:noProof/>
            <w:webHidden/>
          </w:rPr>
          <w:fldChar w:fldCharType="begin"/>
        </w:r>
        <w:r w:rsidR="00D038BB">
          <w:rPr>
            <w:noProof/>
            <w:webHidden/>
          </w:rPr>
          <w:instrText xml:space="preserve"> PAGEREF _Toc173849521 \h </w:instrText>
        </w:r>
        <w:r w:rsidR="00D038BB">
          <w:rPr>
            <w:noProof/>
            <w:webHidden/>
          </w:rPr>
        </w:r>
        <w:r w:rsidR="00D038BB">
          <w:rPr>
            <w:noProof/>
            <w:webHidden/>
          </w:rPr>
          <w:fldChar w:fldCharType="separate"/>
        </w:r>
        <w:r w:rsidR="00A11805">
          <w:rPr>
            <w:noProof/>
            <w:webHidden/>
          </w:rPr>
          <w:t>13</w:t>
        </w:r>
        <w:r w:rsidR="00D038BB">
          <w:rPr>
            <w:noProof/>
            <w:webHidden/>
          </w:rPr>
          <w:fldChar w:fldCharType="end"/>
        </w:r>
      </w:hyperlink>
    </w:p>
    <w:p w14:paraId="34E4F64C" w14:textId="36DB430A" w:rsidR="00D038BB" w:rsidRDefault="00FE23B4">
      <w:pPr>
        <w:pStyle w:val="Obsah3"/>
        <w:rPr>
          <w:rFonts w:asciiTheme="minorHAnsi" w:eastAsiaTheme="minorEastAsia" w:hAnsiTheme="minorHAnsi" w:cstheme="minorBidi"/>
          <w:smallCaps w:val="0"/>
          <w:noProof/>
          <w:sz w:val="22"/>
          <w:szCs w:val="22"/>
        </w:rPr>
      </w:pPr>
      <w:hyperlink w:anchor="_Toc173849522" w:history="1">
        <w:r w:rsidR="00D038BB" w:rsidRPr="00F028DC">
          <w:rPr>
            <w:rStyle w:val="Hypertextovodkaz"/>
            <w:noProof/>
          </w:rPr>
          <w:t>1.3</w:t>
        </w:r>
        <w:r w:rsidR="00D038BB">
          <w:rPr>
            <w:rFonts w:asciiTheme="minorHAnsi" w:eastAsiaTheme="minorEastAsia" w:hAnsiTheme="minorHAnsi" w:cstheme="minorBidi"/>
            <w:smallCaps w:val="0"/>
            <w:noProof/>
            <w:sz w:val="22"/>
            <w:szCs w:val="22"/>
          </w:rPr>
          <w:tab/>
        </w:r>
        <w:r w:rsidR="00D038BB" w:rsidRPr="00F028DC">
          <w:rPr>
            <w:rStyle w:val="Hypertextovodkaz"/>
            <w:noProof/>
          </w:rPr>
          <w:t>Podnadpis C</w:t>
        </w:r>
        <w:r w:rsidR="00D038BB">
          <w:rPr>
            <w:noProof/>
            <w:webHidden/>
          </w:rPr>
          <w:tab/>
        </w:r>
        <w:r w:rsidR="00D038BB">
          <w:rPr>
            <w:noProof/>
            <w:webHidden/>
          </w:rPr>
          <w:fldChar w:fldCharType="begin"/>
        </w:r>
        <w:r w:rsidR="00D038BB">
          <w:rPr>
            <w:noProof/>
            <w:webHidden/>
          </w:rPr>
          <w:instrText xml:space="preserve"> PAGEREF _Toc173849522 \h </w:instrText>
        </w:r>
        <w:r w:rsidR="00D038BB">
          <w:rPr>
            <w:noProof/>
            <w:webHidden/>
          </w:rPr>
        </w:r>
        <w:r w:rsidR="00D038BB">
          <w:rPr>
            <w:noProof/>
            <w:webHidden/>
          </w:rPr>
          <w:fldChar w:fldCharType="separate"/>
        </w:r>
        <w:r w:rsidR="00A11805">
          <w:rPr>
            <w:noProof/>
            <w:webHidden/>
          </w:rPr>
          <w:t>13</w:t>
        </w:r>
        <w:r w:rsidR="00D038BB">
          <w:rPr>
            <w:noProof/>
            <w:webHidden/>
          </w:rPr>
          <w:fldChar w:fldCharType="end"/>
        </w:r>
      </w:hyperlink>
    </w:p>
    <w:p w14:paraId="4EC99B86" w14:textId="69C91E3D" w:rsidR="00D038BB" w:rsidRDefault="00FE23B4">
      <w:pPr>
        <w:pStyle w:val="Obsah2"/>
        <w:rPr>
          <w:rFonts w:asciiTheme="minorHAnsi" w:eastAsiaTheme="minorEastAsia" w:hAnsiTheme="minorHAnsi" w:cstheme="minorBidi"/>
          <w:b w:val="0"/>
          <w:caps w:val="0"/>
          <w:noProof/>
          <w:sz w:val="22"/>
          <w:szCs w:val="22"/>
        </w:rPr>
      </w:pPr>
      <w:hyperlink w:anchor="_Toc173849523" w:history="1">
        <w:r w:rsidR="00D038BB" w:rsidRPr="00F028DC">
          <w:rPr>
            <w:rStyle w:val="Hypertextovodkaz"/>
            <w:noProof/>
          </w:rPr>
          <w:t>2</w:t>
        </w:r>
        <w:r w:rsidR="00D038BB">
          <w:rPr>
            <w:rFonts w:asciiTheme="minorHAnsi" w:eastAsiaTheme="minorEastAsia" w:hAnsiTheme="minorHAnsi" w:cstheme="minorBidi"/>
            <w:b w:val="0"/>
            <w:caps w:val="0"/>
            <w:noProof/>
            <w:sz w:val="22"/>
            <w:szCs w:val="22"/>
          </w:rPr>
          <w:tab/>
        </w:r>
        <w:r w:rsidR="00D038BB" w:rsidRPr="00F028DC">
          <w:rPr>
            <w:rStyle w:val="Hypertextovodkaz"/>
            <w:noProof/>
          </w:rPr>
          <w:t>Nadpis hlavní kapitoly</w:t>
        </w:r>
        <w:r w:rsidR="00D038BB">
          <w:rPr>
            <w:noProof/>
            <w:webHidden/>
          </w:rPr>
          <w:tab/>
        </w:r>
        <w:r w:rsidR="00D038BB">
          <w:rPr>
            <w:noProof/>
            <w:webHidden/>
          </w:rPr>
          <w:fldChar w:fldCharType="begin"/>
        </w:r>
        <w:r w:rsidR="00D038BB">
          <w:rPr>
            <w:noProof/>
            <w:webHidden/>
          </w:rPr>
          <w:instrText xml:space="preserve"> PAGEREF _Toc173849523 \h </w:instrText>
        </w:r>
        <w:r w:rsidR="00D038BB">
          <w:rPr>
            <w:noProof/>
            <w:webHidden/>
          </w:rPr>
        </w:r>
        <w:r w:rsidR="00D038BB">
          <w:rPr>
            <w:noProof/>
            <w:webHidden/>
          </w:rPr>
          <w:fldChar w:fldCharType="separate"/>
        </w:r>
        <w:r w:rsidR="00A11805">
          <w:rPr>
            <w:noProof/>
            <w:webHidden/>
          </w:rPr>
          <w:t>14</w:t>
        </w:r>
        <w:r w:rsidR="00D038BB">
          <w:rPr>
            <w:noProof/>
            <w:webHidden/>
          </w:rPr>
          <w:fldChar w:fldCharType="end"/>
        </w:r>
      </w:hyperlink>
    </w:p>
    <w:p w14:paraId="27603C52" w14:textId="26B7A2D9" w:rsidR="00D038BB" w:rsidRDefault="00FE23B4">
      <w:pPr>
        <w:pStyle w:val="Obsah3"/>
        <w:rPr>
          <w:rFonts w:asciiTheme="minorHAnsi" w:eastAsiaTheme="minorEastAsia" w:hAnsiTheme="minorHAnsi" w:cstheme="minorBidi"/>
          <w:smallCaps w:val="0"/>
          <w:noProof/>
          <w:sz w:val="22"/>
          <w:szCs w:val="22"/>
        </w:rPr>
      </w:pPr>
      <w:hyperlink w:anchor="_Toc173849524" w:history="1">
        <w:r w:rsidR="00D038BB" w:rsidRPr="00F028DC">
          <w:rPr>
            <w:rStyle w:val="Hypertextovodkaz"/>
            <w:noProof/>
          </w:rPr>
          <w:t>2.1</w:t>
        </w:r>
        <w:r w:rsidR="00D038BB">
          <w:rPr>
            <w:rFonts w:asciiTheme="minorHAnsi" w:eastAsiaTheme="minorEastAsia" w:hAnsiTheme="minorHAnsi" w:cstheme="minorBidi"/>
            <w:smallCaps w:val="0"/>
            <w:noProof/>
            <w:sz w:val="22"/>
            <w:szCs w:val="22"/>
          </w:rPr>
          <w:tab/>
        </w:r>
        <w:r w:rsidR="00D038BB" w:rsidRPr="00F028DC">
          <w:rPr>
            <w:rStyle w:val="Hypertextovodkaz"/>
            <w:noProof/>
          </w:rPr>
          <w:t>Podnadpis A</w:t>
        </w:r>
        <w:r w:rsidR="00D038BB">
          <w:rPr>
            <w:noProof/>
            <w:webHidden/>
          </w:rPr>
          <w:tab/>
        </w:r>
        <w:r w:rsidR="00D038BB">
          <w:rPr>
            <w:noProof/>
            <w:webHidden/>
          </w:rPr>
          <w:fldChar w:fldCharType="begin"/>
        </w:r>
        <w:r w:rsidR="00D038BB">
          <w:rPr>
            <w:noProof/>
            <w:webHidden/>
          </w:rPr>
          <w:instrText xml:space="preserve"> PAGEREF _Toc173849524 \h </w:instrText>
        </w:r>
        <w:r w:rsidR="00D038BB">
          <w:rPr>
            <w:noProof/>
            <w:webHidden/>
          </w:rPr>
        </w:r>
        <w:r w:rsidR="00D038BB">
          <w:rPr>
            <w:noProof/>
            <w:webHidden/>
          </w:rPr>
          <w:fldChar w:fldCharType="separate"/>
        </w:r>
        <w:r w:rsidR="00A11805">
          <w:rPr>
            <w:noProof/>
            <w:webHidden/>
          </w:rPr>
          <w:t>14</w:t>
        </w:r>
        <w:r w:rsidR="00D038BB">
          <w:rPr>
            <w:noProof/>
            <w:webHidden/>
          </w:rPr>
          <w:fldChar w:fldCharType="end"/>
        </w:r>
      </w:hyperlink>
    </w:p>
    <w:p w14:paraId="31F6EB0F" w14:textId="64437A01" w:rsidR="00D038BB" w:rsidRDefault="00FE23B4">
      <w:pPr>
        <w:pStyle w:val="Obsah3"/>
        <w:rPr>
          <w:rFonts w:asciiTheme="minorHAnsi" w:eastAsiaTheme="minorEastAsia" w:hAnsiTheme="minorHAnsi" w:cstheme="minorBidi"/>
          <w:smallCaps w:val="0"/>
          <w:noProof/>
          <w:sz w:val="22"/>
          <w:szCs w:val="22"/>
        </w:rPr>
      </w:pPr>
      <w:hyperlink w:anchor="_Toc173849525" w:history="1">
        <w:r w:rsidR="00D038BB" w:rsidRPr="00F028DC">
          <w:rPr>
            <w:rStyle w:val="Hypertextovodkaz"/>
            <w:noProof/>
          </w:rPr>
          <w:t>2.2</w:t>
        </w:r>
        <w:r w:rsidR="00D038BB">
          <w:rPr>
            <w:rFonts w:asciiTheme="minorHAnsi" w:eastAsiaTheme="minorEastAsia" w:hAnsiTheme="minorHAnsi" w:cstheme="minorBidi"/>
            <w:smallCaps w:val="0"/>
            <w:noProof/>
            <w:sz w:val="22"/>
            <w:szCs w:val="22"/>
          </w:rPr>
          <w:tab/>
        </w:r>
        <w:r w:rsidR="00D038BB" w:rsidRPr="00F028DC">
          <w:rPr>
            <w:rStyle w:val="Hypertextovodkaz"/>
            <w:noProof/>
          </w:rPr>
          <w:t>Podnadpis B</w:t>
        </w:r>
        <w:r w:rsidR="00D038BB">
          <w:rPr>
            <w:noProof/>
            <w:webHidden/>
          </w:rPr>
          <w:tab/>
        </w:r>
        <w:r w:rsidR="00D038BB">
          <w:rPr>
            <w:noProof/>
            <w:webHidden/>
          </w:rPr>
          <w:fldChar w:fldCharType="begin"/>
        </w:r>
        <w:r w:rsidR="00D038BB">
          <w:rPr>
            <w:noProof/>
            <w:webHidden/>
          </w:rPr>
          <w:instrText xml:space="preserve"> PAGEREF _Toc173849525 \h </w:instrText>
        </w:r>
        <w:r w:rsidR="00D038BB">
          <w:rPr>
            <w:noProof/>
            <w:webHidden/>
          </w:rPr>
        </w:r>
        <w:r w:rsidR="00D038BB">
          <w:rPr>
            <w:noProof/>
            <w:webHidden/>
          </w:rPr>
          <w:fldChar w:fldCharType="separate"/>
        </w:r>
        <w:r w:rsidR="00A11805">
          <w:rPr>
            <w:noProof/>
            <w:webHidden/>
          </w:rPr>
          <w:t>14</w:t>
        </w:r>
        <w:r w:rsidR="00D038BB">
          <w:rPr>
            <w:noProof/>
            <w:webHidden/>
          </w:rPr>
          <w:fldChar w:fldCharType="end"/>
        </w:r>
      </w:hyperlink>
    </w:p>
    <w:p w14:paraId="68A46D0C" w14:textId="61A8F123" w:rsidR="00D038BB" w:rsidRDefault="00FE23B4">
      <w:pPr>
        <w:pStyle w:val="Obsah1"/>
        <w:rPr>
          <w:rFonts w:asciiTheme="minorHAnsi" w:eastAsiaTheme="minorEastAsia" w:hAnsiTheme="minorHAnsi" w:cstheme="minorBidi"/>
          <w:b w:val="0"/>
          <w:caps w:val="0"/>
          <w:noProof/>
          <w:sz w:val="22"/>
          <w:szCs w:val="22"/>
        </w:rPr>
      </w:pPr>
      <w:hyperlink w:anchor="_Toc173849526" w:history="1">
        <w:r w:rsidR="00D038BB" w:rsidRPr="00F028DC">
          <w:rPr>
            <w:rStyle w:val="Hypertextovodkaz"/>
            <w:noProof/>
          </w:rPr>
          <w:t>praktická část</w:t>
        </w:r>
        <w:r w:rsidR="00D038BB">
          <w:rPr>
            <w:noProof/>
            <w:webHidden/>
          </w:rPr>
          <w:tab/>
        </w:r>
        <w:r w:rsidR="00D038BB">
          <w:rPr>
            <w:noProof/>
            <w:webHidden/>
          </w:rPr>
          <w:fldChar w:fldCharType="begin"/>
        </w:r>
        <w:r w:rsidR="00D038BB">
          <w:rPr>
            <w:noProof/>
            <w:webHidden/>
          </w:rPr>
          <w:instrText xml:space="preserve"> PAGEREF _Toc173849526 \h </w:instrText>
        </w:r>
        <w:r w:rsidR="00D038BB">
          <w:rPr>
            <w:noProof/>
            <w:webHidden/>
          </w:rPr>
        </w:r>
        <w:r w:rsidR="00D038BB">
          <w:rPr>
            <w:noProof/>
            <w:webHidden/>
          </w:rPr>
          <w:fldChar w:fldCharType="separate"/>
        </w:r>
        <w:r w:rsidR="00A11805">
          <w:rPr>
            <w:noProof/>
            <w:webHidden/>
          </w:rPr>
          <w:t>15</w:t>
        </w:r>
        <w:r w:rsidR="00D038BB">
          <w:rPr>
            <w:noProof/>
            <w:webHidden/>
          </w:rPr>
          <w:fldChar w:fldCharType="end"/>
        </w:r>
      </w:hyperlink>
    </w:p>
    <w:p w14:paraId="06F853F5" w14:textId="37CD3570" w:rsidR="00D038BB" w:rsidRDefault="00FE23B4">
      <w:pPr>
        <w:pStyle w:val="Obsah2"/>
        <w:rPr>
          <w:rFonts w:asciiTheme="minorHAnsi" w:eastAsiaTheme="minorEastAsia" w:hAnsiTheme="minorHAnsi" w:cstheme="minorBidi"/>
          <w:b w:val="0"/>
          <w:caps w:val="0"/>
          <w:noProof/>
          <w:sz w:val="22"/>
          <w:szCs w:val="22"/>
        </w:rPr>
      </w:pPr>
      <w:hyperlink w:anchor="_Toc173849527" w:history="1">
        <w:r w:rsidR="00D038BB" w:rsidRPr="00F028DC">
          <w:rPr>
            <w:rStyle w:val="Hypertextovodkaz"/>
            <w:noProof/>
          </w:rPr>
          <w:t>3</w:t>
        </w:r>
        <w:r w:rsidR="00D038BB">
          <w:rPr>
            <w:rFonts w:asciiTheme="minorHAnsi" w:eastAsiaTheme="minorEastAsia" w:hAnsiTheme="minorHAnsi" w:cstheme="minorBidi"/>
            <w:b w:val="0"/>
            <w:caps w:val="0"/>
            <w:noProof/>
            <w:sz w:val="22"/>
            <w:szCs w:val="22"/>
          </w:rPr>
          <w:tab/>
        </w:r>
        <w:r w:rsidR="00D038BB" w:rsidRPr="00F028DC">
          <w:rPr>
            <w:rStyle w:val="Hypertextovodkaz"/>
            <w:noProof/>
          </w:rPr>
          <w:t>Obrázky, tabulky, rovnice a zdrojový kód</w:t>
        </w:r>
        <w:r w:rsidR="00D038BB">
          <w:rPr>
            <w:noProof/>
            <w:webHidden/>
          </w:rPr>
          <w:tab/>
        </w:r>
        <w:r w:rsidR="00D038BB">
          <w:rPr>
            <w:noProof/>
            <w:webHidden/>
          </w:rPr>
          <w:fldChar w:fldCharType="begin"/>
        </w:r>
        <w:r w:rsidR="00D038BB">
          <w:rPr>
            <w:noProof/>
            <w:webHidden/>
          </w:rPr>
          <w:instrText xml:space="preserve"> PAGEREF _Toc173849527 \h </w:instrText>
        </w:r>
        <w:r w:rsidR="00D038BB">
          <w:rPr>
            <w:noProof/>
            <w:webHidden/>
          </w:rPr>
        </w:r>
        <w:r w:rsidR="00D038BB">
          <w:rPr>
            <w:noProof/>
            <w:webHidden/>
          </w:rPr>
          <w:fldChar w:fldCharType="separate"/>
        </w:r>
        <w:r w:rsidR="00A11805">
          <w:rPr>
            <w:noProof/>
            <w:webHidden/>
          </w:rPr>
          <w:t>16</w:t>
        </w:r>
        <w:r w:rsidR="00D038BB">
          <w:rPr>
            <w:noProof/>
            <w:webHidden/>
          </w:rPr>
          <w:fldChar w:fldCharType="end"/>
        </w:r>
      </w:hyperlink>
    </w:p>
    <w:p w14:paraId="7FB9955F" w14:textId="597B5E1F" w:rsidR="00D038BB" w:rsidRDefault="00FE23B4">
      <w:pPr>
        <w:pStyle w:val="Obsah3"/>
        <w:rPr>
          <w:rFonts w:asciiTheme="minorHAnsi" w:eastAsiaTheme="minorEastAsia" w:hAnsiTheme="minorHAnsi" w:cstheme="minorBidi"/>
          <w:smallCaps w:val="0"/>
          <w:noProof/>
          <w:sz w:val="22"/>
          <w:szCs w:val="22"/>
        </w:rPr>
      </w:pPr>
      <w:hyperlink w:anchor="_Toc173849528" w:history="1">
        <w:r w:rsidR="00D038BB" w:rsidRPr="00F028DC">
          <w:rPr>
            <w:rStyle w:val="Hypertextovodkaz"/>
            <w:noProof/>
          </w:rPr>
          <w:t>3.1</w:t>
        </w:r>
        <w:r w:rsidR="00D038BB">
          <w:rPr>
            <w:rFonts w:asciiTheme="minorHAnsi" w:eastAsiaTheme="minorEastAsia" w:hAnsiTheme="minorHAnsi" w:cstheme="minorBidi"/>
            <w:smallCaps w:val="0"/>
            <w:noProof/>
            <w:sz w:val="22"/>
            <w:szCs w:val="22"/>
          </w:rPr>
          <w:tab/>
        </w:r>
        <w:r w:rsidR="00D038BB" w:rsidRPr="00F028DC">
          <w:rPr>
            <w:rStyle w:val="Hypertextovodkaz"/>
            <w:noProof/>
          </w:rPr>
          <w:t>Obrázky</w:t>
        </w:r>
        <w:r w:rsidR="00D038BB">
          <w:rPr>
            <w:noProof/>
            <w:webHidden/>
          </w:rPr>
          <w:tab/>
        </w:r>
        <w:r w:rsidR="00D038BB">
          <w:rPr>
            <w:noProof/>
            <w:webHidden/>
          </w:rPr>
          <w:fldChar w:fldCharType="begin"/>
        </w:r>
        <w:r w:rsidR="00D038BB">
          <w:rPr>
            <w:noProof/>
            <w:webHidden/>
          </w:rPr>
          <w:instrText xml:space="preserve"> PAGEREF _Toc173849528 \h </w:instrText>
        </w:r>
        <w:r w:rsidR="00D038BB">
          <w:rPr>
            <w:noProof/>
            <w:webHidden/>
          </w:rPr>
        </w:r>
        <w:r w:rsidR="00D038BB">
          <w:rPr>
            <w:noProof/>
            <w:webHidden/>
          </w:rPr>
          <w:fldChar w:fldCharType="separate"/>
        </w:r>
        <w:r w:rsidR="00A11805">
          <w:rPr>
            <w:noProof/>
            <w:webHidden/>
          </w:rPr>
          <w:t>16</w:t>
        </w:r>
        <w:r w:rsidR="00D038BB">
          <w:rPr>
            <w:noProof/>
            <w:webHidden/>
          </w:rPr>
          <w:fldChar w:fldCharType="end"/>
        </w:r>
      </w:hyperlink>
    </w:p>
    <w:p w14:paraId="0DA466A2" w14:textId="299AE993" w:rsidR="00D038BB" w:rsidRDefault="00FE23B4">
      <w:pPr>
        <w:pStyle w:val="Obsah3"/>
        <w:rPr>
          <w:rFonts w:asciiTheme="minorHAnsi" w:eastAsiaTheme="minorEastAsia" w:hAnsiTheme="minorHAnsi" w:cstheme="minorBidi"/>
          <w:smallCaps w:val="0"/>
          <w:noProof/>
          <w:sz w:val="22"/>
          <w:szCs w:val="22"/>
        </w:rPr>
      </w:pPr>
      <w:hyperlink w:anchor="_Toc173849529" w:history="1">
        <w:r w:rsidR="00D038BB" w:rsidRPr="00F028DC">
          <w:rPr>
            <w:rStyle w:val="Hypertextovodkaz"/>
            <w:noProof/>
          </w:rPr>
          <w:t>3.2</w:t>
        </w:r>
        <w:r w:rsidR="00D038BB">
          <w:rPr>
            <w:rFonts w:asciiTheme="minorHAnsi" w:eastAsiaTheme="minorEastAsia" w:hAnsiTheme="minorHAnsi" w:cstheme="minorBidi"/>
            <w:smallCaps w:val="0"/>
            <w:noProof/>
            <w:sz w:val="22"/>
            <w:szCs w:val="22"/>
          </w:rPr>
          <w:tab/>
        </w:r>
        <w:r w:rsidR="00D038BB" w:rsidRPr="00F028DC">
          <w:rPr>
            <w:rStyle w:val="Hypertextovodkaz"/>
            <w:noProof/>
          </w:rPr>
          <w:t>Tabulky</w:t>
        </w:r>
        <w:r w:rsidR="00D038BB">
          <w:rPr>
            <w:noProof/>
            <w:webHidden/>
          </w:rPr>
          <w:tab/>
        </w:r>
        <w:r w:rsidR="00D038BB">
          <w:rPr>
            <w:noProof/>
            <w:webHidden/>
          </w:rPr>
          <w:fldChar w:fldCharType="begin"/>
        </w:r>
        <w:r w:rsidR="00D038BB">
          <w:rPr>
            <w:noProof/>
            <w:webHidden/>
          </w:rPr>
          <w:instrText xml:space="preserve"> PAGEREF _Toc173849529 \h </w:instrText>
        </w:r>
        <w:r w:rsidR="00D038BB">
          <w:rPr>
            <w:noProof/>
            <w:webHidden/>
          </w:rPr>
        </w:r>
        <w:r w:rsidR="00D038BB">
          <w:rPr>
            <w:noProof/>
            <w:webHidden/>
          </w:rPr>
          <w:fldChar w:fldCharType="separate"/>
        </w:r>
        <w:r w:rsidR="00A11805">
          <w:rPr>
            <w:noProof/>
            <w:webHidden/>
          </w:rPr>
          <w:t>17</w:t>
        </w:r>
        <w:r w:rsidR="00D038BB">
          <w:rPr>
            <w:noProof/>
            <w:webHidden/>
          </w:rPr>
          <w:fldChar w:fldCharType="end"/>
        </w:r>
      </w:hyperlink>
    </w:p>
    <w:p w14:paraId="770217E9" w14:textId="4D95FB34" w:rsidR="00D038BB" w:rsidRDefault="00FE23B4">
      <w:pPr>
        <w:pStyle w:val="Obsah3"/>
        <w:rPr>
          <w:rFonts w:asciiTheme="minorHAnsi" w:eastAsiaTheme="minorEastAsia" w:hAnsiTheme="minorHAnsi" w:cstheme="minorBidi"/>
          <w:smallCaps w:val="0"/>
          <w:noProof/>
          <w:sz w:val="22"/>
          <w:szCs w:val="22"/>
        </w:rPr>
      </w:pPr>
      <w:hyperlink w:anchor="_Toc173849530" w:history="1">
        <w:r w:rsidR="00D038BB" w:rsidRPr="00F028DC">
          <w:rPr>
            <w:rStyle w:val="Hypertextovodkaz"/>
            <w:noProof/>
          </w:rPr>
          <w:t>3.3</w:t>
        </w:r>
        <w:r w:rsidR="00D038BB">
          <w:rPr>
            <w:rFonts w:asciiTheme="minorHAnsi" w:eastAsiaTheme="minorEastAsia" w:hAnsiTheme="minorHAnsi" w:cstheme="minorBidi"/>
            <w:smallCaps w:val="0"/>
            <w:noProof/>
            <w:sz w:val="22"/>
            <w:szCs w:val="22"/>
          </w:rPr>
          <w:tab/>
        </w:r>
        <w:r w:rsidR="00D038BB" w:rsidRPr="00F028DC">
          <w:rPr>
            <w:rStyle w:val="Hypertextovodkaz"/>
            <w:noProof/>
          </w:rPr>
          <w:t>Rovnice</w:t>
        </w:r>
        <w:r w:rsidR="00D038BB">
          <w:rPr>
            <w:noProof/>
            <w:webHidden/>
          </w:rPr>
          <w:tab/>
        </w:r>
        <w:r w:rsidR="00D038BB">
          <w:rPr>
            <w:noProof/>
            <w:webHidden/>
          </w:rPr>
          <w:fldChar w:fldCharType="begin"/>
        </w:r>
        <w:r w:rsidR="00D038BB">
          <w:rPr>
            <w:noProof/>
            <w:webHidden/>
          </w:rPr>
          <w:instrText xml:space="preserve"> PAGEREF _Toc173849530 \h </w:instrText>
        </w:r>
        <w:r w:rsidR="00D038BB">
          <w:rPr>
            <w:noProof/>
            <w:webHidden/>
          </w:rPr>
        </w:r>
        <w:r w:rsidR="00D038BB">
          <w:rPr>
            <w:noProof/>
            <w:webHidden/>
          </w:rPr>
          <w:fldChar w:fldCharType="separate"/>
        </w:r>
        <w:r w:rsidR="00A11805">
          <w:rPr>
            <w:noProof/>
            <w:webHidden/>
          </w:rPr>
          <w:t>18</w:t>
        </w:r>
        <w:r w:rsidR="00D038BB">
          <w:rPr>
            <w:noProof/>
            <w:webHidden/>
          </w:rPr>
          <w:fldChar w:fldCharType="end"/>
        </w:r>
      </w:hyperlink>
    </w:p>
    <w:p w14:paraId="265C354A" w14:textId="5245408A" w:rsidR="00D038BB" w:rsidRDefault="00FE23B4">
      <w:pPr>
        <w:pStyle w:val="Obsah3"/>
        <w:rPr>
          <w:rFonts w:asciiTheme="minorHAnsi" w:eastAsiaTheme="minorEastAsia" w:hAnsiTheme="minorHAnsi" w:cstheme="minorBidi"/>
          <w:smallCaps w:val="0"/>
          <w:noProof/>
          <w:sz w:val="22"/>
          <w:szCs w:val="22"/>
        </w:rPr>
      </w:pPr>
      <w:hyperlink w:anchor="_Toc173849531" w:history="1">
        <w:r w:rsidR="00D038BB" w:rsidRPr="00F028DC">
          <w:rPr>
            <w:rStyle w:val="Hypertextovodkaz"/>
            <w:noProof/>
          </w:rPr>
          <w:t>3.4</w:t>
        </w:r>
        <w:r w:rsidR="00D038BB">
          <w:rPr>
            <w:rFonts w:asciiTheme="minorHAnsi" w:eastAsiaTheme="minorEastAsia" w:hAnsiTheme="minorHAnsi" w:cstheme="minorBidi"/>
            <w:smallCaps w:val="0"/>
            <w:noProof/>
            <w:sz w:val="22"/>
            <w:szCs w:val="22"/>
          </w:rPr>
          <w:tab/>
        </w:r>
        <w:r w:rsidR="00D038BB" w:rsidRPr="00F028DC">
          <w:rPr>
            <w:rStyle w:val="Hypertextovodkaz"/>
            <w:noProof/>
          </w:rPr>
          <w:t>Zdrojový kód</w:t>
        </w:r>
        <w:r w:rsidR="00D038BB">
          <w:rPr>
            <w:noProof/>
            <w:webHidden/>
          </w:rPr>
          <w:tab/>
        </w:r>
        <w:r w:rsidR="00D038BB">
          <w:rPr>
            <w:noProof/>
            <w:webHidden/>
          </w:rPr>
          <w:fldChar w:fldCharType="begin"/>
        </w:r>
        <w:r w:rsidR="00D038BB">
          <w:rPr>
            <w:noProof/>
            <w:webHidden/>
          </w:rPr>
          <w:instrText xml:space="preserve"> PAGEREF _Toc173849531 \h </w:instrText>
        </w:r>
        <w:r w:rsidR="00D038BB">
          <w:rPr>
            <w:noProof/>
            <w:webHidden/>
          </w:rPr>
        </w:r>
        <w:r w:rsidR="00D038BB">
          <w:rPr>
            <w:noProof/>
            <w:webHidden/>
          </w:rPr>
          <w:fldChar w:fldCharType="separate"/>
        </w:r>
        <w:r w:rsidR="00A11805">
          <w:rPr>
            <w:noProof/>
            <w:webHidden/>
          </w:rPr>
          <w:t>18</w:t>
        </w:r>
        <w:r w:rsidR="00D038BB">
          <w:rPr>
            <w:noProof/>
            <w:webHidden/>
          </w:rPr>
          <w:fldChar w:fldCharType="end"/>
        </w:r>
      </w:hyperlink>
    </w:p>
    <w:p w14:paraId="3A75243C" w14:textId="584AAEC4" w:rsidR="00D038BB" w:rsidRDefault="00FE23B4">
      <w:pPr>
        <w:pStyle w:val="Obsah2"/>
        <w:rPr>
          <w:rFonts w:asciiTheme="minorHAnsi" w:eastAsiaTheme="minorEastAsia" w:hAnsiTheme="minorHAnsi" w:cstheme="minorBidi"/>
          <w:b w:val="0"/>
          <w:caps w:val="0"/>
          <w:noProof/>
          <w:sz w:val="22"/>
          <w:szCs w:val="22"/>
        </w:rPr>
      </w:pPr>
      <w:hyperlink w:anchor="_Toc173849532" w:history="1">
        <w:r w:rsidR="00D038BB" w:rsidRPr="00F028DC">
          <w:rPr>
            <w:rStyle w:val="Hypertextovodkaz"/>
            <w:noProof/>
          </w:rPr>
          <w:t>4</w:t>
        </w:r>
        <w:r w:rsidR="00D038BB">
          <w:rPr>
            <w:rFonts w:asciiTheme="minorHAnsi" w:eastAsiaTheme="minorEastAsia" w:hAnsiTheme="minorHAnsi" w:cstheme="minorBidi"/>
            <w:b w:val="0"/>
            <w:caps w:val="0"/>
            <w:noProof/>
            <w:sz w:val="22"/>
            <w:szCs w:val="22"/>
          </w:rPr>
          <w:tab/>
        </w:r>
        <w:r w:rsidR="00D038BB" w:rsidRPr="00F028DC">
          <w:rPr>
            <w:rStyle w:val="Hypertextovodkaz"/>
            <w:noProof/>
          </w:rPr>
          <w:t>Nadpis hlavní kapitoly</w:t>
        </w:r>
        <w:r w:rsidR="00D038BB">
          <w:rPr>
            <w:noProof/>
            <w:webHidden/>
          </w:rPr>
          <w:tab/>
        </w:r>
        <w:r w:rsidR="00D038BB">
          <w:rPr>
            <w:noProof/>
            <w:webHidden/>
          </w:rPr>
          <w:fldChar w:fldCharType="begin"/>
        </w:r>
        <w:r w:rsidR="00D038BB">
          <w:rPr>
            <w:noProof/>
            <w:webHidden/>
          </w:rPr>
          <w:instrText xml:space="preserve"> PAGEREF _Toc173849532 \h </w:instrText>
        </w:r>
        <w:r w:rsidR="00D038BB">
          <w:rPr>
            <w:noProof/>
            <w:webHidden/>
          </w:rPr>
        </w:r>
        <w:r w:rsidR="00D038BB">
          <w:rPr>
            <w:noProof/>
            <w:webHidden/>
          </w:rPr>
          <w:fldChar w:fldCharType="separate"/>
        </w:r>
        <w:r w:rsidR="00A11805">
          <w:rPr>
            <w:noProof/>
            <w:webHidden/>
          </w:rPr>
          <w:t>19</w:t>
        </w:r>
        <w:r w:rsidR="00D038BB">
          <w:rPr>
            <w:noProof/>
            <w:webHidden/>
          </w:rPr>
          <w:fldChar w:fldCharType="end"/>
        </w:r>
      </w:hyperlink>
    </w:p>
    <w:p w14:paraId="3AFBEF28" w14:textId="03F3443C" w:rsidR="00D038BB" w:rsidRDefault="00FE23B4">
      <w:pPr>
        <w:pStyle w:val="Obsah3"/>
        <w:rPr>
          <w:rFonts w:asciiTheme="minorHAnsi" w:eastAsiaTheme="minorEastAsia" w:hAnsiTheme="minorHAnsi" w:cstheme="minorBidi"/>
          <w:smallCaps w:val="0"/>
          <w:noProof/>
          <w:sz w:val="22"/>
          <w:szCs w:val="22"/>
        </w:rPr>
      </w:pPr>
      <w:hyperlink w:anchor="_Toc173849533" w:history="1">
        <w:r w:rsidR="00D038BB" w:rsidRPr="00F028DC">
          <w:rPr>
            <w:rStyle w:val="Hypertextovodkaz"/>
            <w:noProof/>
          </w:rPr>
          <w:t>4.1</w:t>
        </w:r>
        <w:r w:rsidR="00D038BB">
          <w:rPr>
            <w:rFonts w:asciiTheme="minorHAnsi" w:eastAsiaTheme="minorEastAsia" w:hAnsiTheme="minorHAnsi" w:cstheme="minorBidi"/>
            <w:smallCaps w:val="0"/>
            <w:noProof/>
            <w:sz w:val="22"/>
            <w:szCs w:val="22"/>
          </w:rPr>
          <w:tab/>
        </w:r>
        <w:r w:rsidR="00D038BB" w:rsidRPr="00F028DC">
          <w:rPr>
            <w:rStyle w:val="Hypertextovodkaz"/>
            <w:noProof/>
          </w:rPr>
          <w:t>Podnadpis A</w:t>
        </w:r>
        <w:r w:rsidR="00D038BB">
          <w:rPr>
            <w:noProof/>
            <w:webHidden/>
          </w:rPr>
          <w:tab/>
        </w:r>
        <w:r w:rsidR="00D038BB">
          <w:rPr>
            <w:noProof/>
            <w:webHidden/>
          </w:rPr>
          <w:fldChar w:fldCharType="begin"/>
        </w:r>
        <w:r w:rsidR="00D038BB">
          <w:rPr>
            <w:noProof/>
            <w:webHidden/>
          </w:rPr>
          <w:instrText xml:space="preserve"> PAGEREF _Toc173849533 \h </w:instrText>
        </w:r>
        <w:r w:rsidR="00D038BB">
          <w:rPr>
            <w:noProof/>
            <w:webHidden/>
          </w:rPr>
        </w:r>
        <w:r w:rsidR="00D038BB">
          <w:rPr>
            <w:noProof/>
            <w:webHidden/>
          </w:rPr>
          <w:fldChar w:fldCharType="separate"/>
        </w:r>
        <w:r w:rsidR="00A11805">
          <w:rPr>
            <w:noProof/>
            <w:webHidden/>
          </w:rPr>
          <w:t>19</w:t>
        </w:r>
        <w:r w:rsidR="00D038BB">
          <w:rPr>
            <w:noProof/>
            <w:webHidden/>
          </w:rPr>
          <w:fldChar w:fldCharType="end"/>
        </w:r>
      </w:hyperlink>
    </w:p>
    <w:p w14:paraId="6E12B7CE" w14:textId="4477AD62" w:rsidR="00D038BB" w:rsidRDefault="00FE23B4">
      <w:pPr>
        <w:pStyle w:val="Obsah3"/>
        <w:rPr>
          <w:rFonts w:asciiTheme="minorHAnsi" w:eastAsiaTheme="minorEastAsia" w:hAnsiTheme="minorHAnsi" w:cstheme="minorBidi"/>
          <w:smallCaps w:val="0"/>
          <w:noProof/>
          <w:sz w:val="22"/>
          <w:szCs w:val="22"/>
        </w:rPr>
      </w:pPr>
      <w:hyperlink w:anchor="_Toc173849534" w:history="1">
        <w:r w:rsidR="00D038BB" w:rsidRPr="00F028DC">
          <w:rPr>
            <w:rStyle w:val="Hypertextovodkaz"/>
            <w:noProof/>
          </w:rPr>
          <w:t>4.2</w:t>
        </w:r>
        <w:r w:rsidR="00D038BB">
          <w:rPr>
            <w:rFonts w:asciiTheme="minorHAnsi" w:eastAsiaTheme="minorEastAsia" w:hAnsiTheme="minorHAnsi" w:cstheme="minorBidi"/>
            <w:smallCaps w:val="0"/>
            <w:noProof/>
            <w:sz w:val="22"/>
            <w:szCs w:val="22"/>
          </w:rPr>
          <w:tab/>
        </w:r>
        <w:r w:rsidR="00D038BB" w:rsidRPr="00F028DC">
          <w:rPr>
            <w:rStyle w:val="Hypertextovodkaz"/>
            <w:noProof/>
          </w:rPr>
          <w:t>Podnadpis B</w:t>
        </w:r>
        <w:r w:rsidR="00D038BB">
          <w:rPr>
            <w:noProof/>
            <w:webHidden/>
          </w:rPr>
          <w:tab/>
        </w:r>
        <w:r w:rsidR="00D038BB">
          <w:rPr>
            <w:noProof/>
            <w:webHidden/>
          </w:rPr>
          <w:fldChar w:fldCharType="begin"/>
        </w:r>
        <w:r w:rsidR="00D038BB">
          <w:rPr>
            <w:noProof/>
            <w:webHidden/>
          </w:rPr>
          <w:instrText xml:space="preserve"> PAGEREF _Toc173849534 \h </w:instrText>
        </w:r>
        <w:r w:rsidR="00D038BB">
          <w:rPr>
            <w:noProof/>
            <w:webHidden/>
          </w:rPr>
        </w:r>
        <w:r w:rsidR="00D038BB">
          <w:rPr>
            <w:noProof/>
            <w:webHidden/>
          </w:rPr>
          <w:fldChar w:fldCharType="separate"/>
        </w:r>
        <w:r w:rsidR="00A11805">
          <w:rPr>
            <w:noProof/>
            <w:webHidden/>
          </w:rPr>
          <w:t>19</w:t>
        </w:r>
        <w:r w:rsidR="00D038BB">
          <w:rPr>
            <w:noProof/>
            <w:webHidden/>
          </w:rPr>
          <w:fldChar w:fldCharType="end"/>
        </w:r>
      </w:hyperlink>
    </w:p>
    <w:p w14:paraId="5F2257B7" w14:textId="1636D048" w:rsidR="00D038BB" w:rsidRDefault="00FE23B4">
      <w:pPr>
        <w:pStyle w:val="Obsah2"/>
        <w:rPr>
          <w:rFonts w:asciiTheme="minorHAnsi" w:eastAsiaTheme="minorEastAsia" w:hAnsiTheme="minorHAnsi" w:cstheme="minorBidi"/>
          <w:b w:val="0"/>
          <w:caps w:val="0"/>
          <w:noProof/>
          <w:sz w:val="22"/>
          <w:szCs w:val="22"/>
        </w:rPr>
      </w:pPr>
      <w:hyperlink w:anchor="_Toc173849535" w:history="1">
        <w:r w:rsidR="00D038BB" w:rsidRPr="00F028DC">
          <w:rPr>
            <w:rStyle w:val="Hypertextovodkaz"/>
            <w:noProof/>
          </w:rPr>
          <w:t>Závěr</w:t>
        </w:r>
        <w:r w:rsidR="00D038BB">
          <w:rPr>
            <w:noProof/>
            <w:webHidden/>
          </w:rPr>
          <w:tab/>
        </w:r>
        <w:r w:rsidR="00D038BB">
          <w:rPr>
            <w:noProof/>
            <w:webHidden/>
          </w:rPr>
          <w:fldChar w:fldCharType="begin"/>
        </w:r>
        <w:r w:rsidR="00D038BB">
          <w:rPr>
            <w:noProof/>
            <w:webHidden/>
          </w:rPr>
          <w:instrText xml:space="preserve"> PAGEREF _Toc173849535 \h </w:instrText>
        </w:r>
        <w:r w:rsidR="00D038BB">
          <w:rPr>
            <w:noProof/>
            <w:webHidden/>
          </w:rPr>
        </w:r>
        <w:r w:rsidR="00D038BB">
          <w:rPr>
            <w:noProof/>
            <w:webHidden/>
          </w:rPr>
          <w:fldChar w:fldCharType="separate"/>
        </w:r>
        <w:r w:rsidR="00A11805">
          <w:rPr>
            <w:noProof/>
            <w:webHidden/>
          </w:rPr>
          <w:t>20</w:t>
        </w:r>
        <w:r w:rsidR="00D038BB">
          <w:rPr>
            <w:noProof/>
            <w:webHidden/>
          </w:rPr>
          <w:fldChar w:fldCharType="end"/>
        </w:r>
      </w:hyperlink>
    </w:p>
    <w:p w14:paraId="438BE750" w14:textId="2FF00876" w:rsidR="00D038BB" w:rsidRDefault="00FE23B4">
      <w:pPr>
        <w:pStyle w:val="Obsah2"/>
        <w:rPr>
          <w:rFonts w:asciiTheme="minorHAnsi" w:eastAsiaTheme="minorEastAsia" w:hAnsiTheme="minorHAnsi" w:cstheme="minorBidi"/>
          <w:b w:val="0"/>
          <w:caps w:val="0"/>
          <w:noProof/>
          <w:sz w:val="22"/>
          <w:szCs w:val="22"/>
        </w:rPr>
      </w:pPr>
      <w:hyperlink w:anchor="_Toc173849536" w:history="1">
        <w:r w:rsidR="00D038BB" w:rsidRPr="00F028DC">
          <w:rPr>
            <w:rStyle w:val="Hypertextovodkaz"/>
            <w:noProof/>
          </w:rPr>
          <w:t>Seznam použité literatury</w:t>
        </w:r>
        <w:r w:rsidR="00D038BB">
          <w:rPr>
            <w:noProof/>
            <w:webHidden/>
          </w:rPr>
          <w:tab/>
        </w:r>
        <w:r w:rsidR="00D038BB">
          <w:rPr>
            <w:noProof/>
            <w:webHidden/>
          </w:rPr>
          <w:fldChar w:fldCharType="begin"/>
        </w:r>
        <w:r w:rsidR="00D038BB">
          <w:rPr>
            <w:noProof/>
            <w:webHidden/>
          </w:rPr>
          <w:instrText xml:space="preserve"> PAGEREF _Toc173849536 \h </w:instrText>
        </w:r>
        <w:r w:rsidR="00D038BB">
          <w:rPr>
            <w:noProof/>
            <w:webHidden/>
          </w:rPr>
        </w:r>
        <w:r w:rsidR="00D038BB">
          <w:rPr>
            <w:noProof/>
            <w:webHidden/>
          </w:rPr>
          <w:fldChar w:fldCharType="separate"/>
        </w:r>
        <w:r w:rsidR="00A11805">
          <w:rPr>
            <w:noProof/>
            <w:webHidden/>
          </w:rPr>
          <w:t>21</w:t>
        </w:r>
        <w:r w:rsidR="00D038BB">
          <w:rPr>
            <w:noProof/>
            <w:webHidden/>
          </w:rPr>
          <w:fldChar w:fldCharType="end"/>
        </w:r>
      </w:hyperlink>
    </w:p>
    <w:p w14:paraId="6935CE1D" w14:textId="387271E2" w:rsidR="00D038BB" w:rsidRDefault="00FE23B4">
      <w:pPr>
        <w:pStyle w:val="Obsah2"/>
        <w:rPr>
          <w:rFonts w:asciiTheme="minorHAnsi" w:eastAsiaTheme="minorEastAsia" w:hAnsiTheme="minorHAnsi" w:cstheme="minorBidi"/>
          <w:b w:val="0"/>
          <w:caps w:val="0"/>
          <w:noProof/>
          <w:sz w:val="22"/>
          <w:szCs w:val="22"/>
        </w:rPr>
      </w:pPr>
      <w:hyperlink w:anchor="_Toc173849537" w:history="1">
        <w:r w:rsidR="00D038BB" w:rsidRPr="00F028DC">
          <w:rPr>
            <w:rStyle w:val="Hypertextovodkaz"/>
            <w:noProof/>
          </w:rPr>
          <w:t>Seznam obrázků</w:t>
        </w:r>
        <w:r w:rsidR="00D038BB">
          <w:rPr>
            <w:noProof/>
            <w:webHidden/>
          </w:rPr>
          <w:tab/>
        </w:r>
        <w:r w:rsidR="00D038BB">
          <w:rPr>
            <w:noProof/>
            <w:webHidden/>
          </w:rPr>
          <w:fldChar w:fldCharType="begin"/>
        </w:r>
        <w:r w:rsidR="00D038BB">
          <w:rPr>
            <w:noProof/>
            <w:webHidden/>
          </w:rPr>
          <w:instrText xml:space="preserve"> PAGEREF _Toc173849537 \h </w:instrText>
        </w:r>
        <w:r w:rsidR="00D038BB">
          <w:rPr>
            <w:noProof/>
            <w:webHidden/>
          </w:rPr>
        </w:r>
        <w:r w:rsidR="00D038BB">
          <w:rPr>
            <w:noProof/>
            <w:webHidden/>
          </w:rPr>
          <w:fldChar w:fldCharType="separate"/>
        </w:r>
        <w:r w:rsidR="00A11805">
          <w:rPr>
            <w:noProof/>
            <w:webHidden/>
          </w:rPr>
          <w:t>22</w:t>
        </w:r>
        <w:r w:rsidR="00D038BB">
          <w:rPr>
            <w:noProof/>
            <w:webHidden/>
          </w:rPr>
          <w:fldChar w:fldCharType="end"/>
        </w:r>
      </w:hyperlink>
    </w:p>
    <w:p w14:paraId="50311782" w14:textId="76273392" w:rsidR="00D038BB" w:rsidRDefault="00FE23B4">
      <w:pPr>
        <w:pStyle w:val="Obsah2"/>
        <w:rPr>
          <w:rFonts w:asciiTheme="minorHAnsi" w:eastAsiaTheme="minorEastAsia" w:hAnsiTheme="minorHAnsi" w:cstheme="minorBidi"/>
          <w:b w:val="0"/>
          <w:caps w:val="0"/>
          <w:noProof/>
          <w:sz w:val="22"/>
          <w:szCs w:val="22"/>
        </w:rPr>
      </w:pPr>
      <w:hyperlink w:anchor="_Toc173849538" w:history="1">
        <w:r w:rsidR="00D038BB" w:rsidRPr="00F028DC">
          <w:rPr>
            <w:rStyle w:val="Hypertextovodkaz"/>
            <w:noProof/>
          </w:rPr>
          <w:t>Seznam tabulek</w:t>
        </w:r>
        <w:r w:rsidR="00D038BB">
          <w:rPr>
            <w:noProof/>
            <w:webHidden/>
          </w:rPr>
          <w:tab/>
        </w:r>
        <w:r w:rsidR="00D038BB">
          <w:rPr>
            <w:noProof/>
            <w:webHidden/>
          </w:rPr>
          <w:fldChar w:fldCharType="begin"/>
        </w:r>
        <w:r w:rsidR="00D038BB">
          <w:rPr>
            <w:noProof/>
            <w:webHidden/>
          </w:rPr>
          <w:instrText xml:space="preserve"> PAGEREF _Toc173849538 \h </w:instrText>
        </w:r>
        <w:r w:rsidR="00D038BB">
          <w:rPr>
            <w:noProof/>
            <w:webHidden/>
          </w:rPr>
        </w:r>
        <w:r w:rsidR="00D038BB">
          <w:rPr>
            <w:noProof/>
            <w:webHidden/>
          </w:rPr>
          <w:fldChar w:fldCharType="separate"/>
        </w:r>
        <w:r w:rsidR="00A11805">
          <w:rPr>
            <w:noProof/>
            <w:webHidden/>
          </w:rPr>
          <w:t>23</w:t>
        </w:r>
        <w:r w:rsidR="00D038BB">
          <w:rPr>
            <w:noProof/>
            <w:webHidden/>
          </w:rPr>
          <w:fldChar w:fldCharType="end"/>
        </w:r>
      </w:hyperlink>
    </w:p>
    <w:p w14:paraId="065FC26D" w14:textId="75FCF8CC" w:rsidR="00D038BB" w:rsidRDefault="00FE23B4">
      <w:pPr>
        <w:pStyle w:val="Obsah2"/>
        <w:rPr>
          <w:rFonts w:asciiTheme="minorHAnsi" w:eastAsiaTheme="minorEastAsia" w:hAnsiTheme="minorHAnsi" w:cstheme="minorBidi"/>
          <w:b w:val="0"/>
          <w:caps w:val="0"/>
          <w:noProof/>
          <w:sz w:val="22"/>
          <w:szCs w:val="22"/>
        </w:rPr>
      </w:pPr>
      <w:hyperlink w:anchor="_Toc173849539" w:history="1">
        <w:r w:rsidR="00D038BB" w:rsidRPr="00F028DC">
          <w:rPr>
            <w:rStyle w:val="Hypertextovodkaz"/>
            <w:noProof/>
          </w:rPr>
          <w:t>Seznam použitých symbolů a zkratek</w:t>
        </w:r>
        <w:r w:rsidR="00D038BB">
          <w:rPr>
            <w:noProof/>
            <w:webHidden/>
          </w:rPr>
          <w:tab/>
        </w:r>
        <w:r w:rsidR="00D038BB">
          <w:rPr>
            <w:noProof/>
            <w:webHidden/>
          </w:rPr>
          <w:fldChar w:fldCharType="begin"/>
        </w:r>
        <w:r w:rsidR="00D038BB">
          <w:rPr>
            <w:noProof/>
            <w:webHidden/>
          </w:rPr>
          <w:instrText xml:space="preserve"> PAGEREF _Toc173849539 \h </w:instrText>
        </w:r>
        <w:r w:rsidR="00D038BB">
          <w:rPr>
            <w:noProof/>
            <w:webHidden/>
          </w:rPr>
        </w:r>
        <w:r w:rsidR="00D038BB">
          <w:rPr>
            <w:noProof/>
            <w:webHidden/>
          </w:rPr>
          <w:fldChar w:fldCharType="separate"/>
        </w:r>
        <w:r w:rsidR="00A11805">
          <w:rPr>
            <w:noProof/>
            <w:webHidden/>
          </w:rPr>
          <w:t>24</w:t>
        </w:r>
        <w:r w:rsidR="00D038BB">
          <w:rPr>
            <w:noProof/>
            <w:webHidden/>
          </w:rPr>
          <w:fldChar w:fldCharType="end"/>
        </w:r>
      </w:hyperlink>
    </w:p>
    <w:p w14:paraId="22B28E2A" w14:textId="22B1FB66" w:rsidR="00D038BB" w:rsidRDefault="00FE23B4">
      <w:pPr>
        <w:pStyle w:val="Obsah2"/>
        <w:rPr>
          <w:rFonts w:asciiTheme="minorHAnsi" w:eastAsiaTheme="minorEastAsia" w:hAnsiTheme="minorHAnsi" w:cstheme="minorBidi"/>
          <w:b w:val="0"/>
          <w:caps w:val="0"/>
          <w:noProof/>
          <w:sz w:val="22"/>
          <w:szCs w:val="22"/>
        </w:rPr>
      </w:pPr>
      <w:hyperlink w:anchor="_Toc173849540" w:history="1">
        <w:r w:rsidR="00D038BB" w:rsidRPr="00F028DC">
          <w:rPr>
            <w:rStyle w:val="Hypertextovodkaz"/>
            <w:noProof/>
          </w:rPr>
          <w:t>Seznam příloh</w:t>
        </w:r>
        <w:r w:rsidR="00D038BB">
          <w:rPr>
            <w:noProof/>
            <w:webHidden/>
          </w:rPr>
          <w:tab/>
        </w:r>
        <w:r w:rsidR="00D038BB">
          <w:rPr>
            <w:noProof/>
            <w:webHidden/>
          </w:rPr>
          <w:fldChar w:fldCharType="begin"/>
        </w:r>
        <w:r w:rsidR="00D038BB">
          <w:rPr>
            <w:noProof/>
            <w:webHidden/>
          </w:rPr>
          <w:instrText xml:space="preserve"> PAGEREF _Toc173849540 \h </w:instrText>
        </w:r>
        <w:r w:rsidR="00D038BB">
          <w:rPr>
            <w:noProof/>
            <w:webHidden/>
          </w:rPr>
        </w:r>
        <w:r w:rsidR="00D038BB">
          <w:rPr>
            <w:noProof/>
            <w:webHidden/>
          </w:rPr>
          <w:fldChar w:fldCharType="separate"/>
        </w:r>
        <w:r w:rsidR="00A11805">
          <w:rPr>
            <w:noProof/>
            <w:webHidden/>
          </w:rPr>
          <w:t>25</w:t>
        </w:r>
        <w:r w:rsidR="00D038BB">
          <w:rPr>
            <w:noProof/>
            <w:webHidden/>
          </w:rPr>
          <w:fldChar w:fldCharType="end"/>
        </w:r>
      </w:hyperlink>
    </w:p>
    <w:p w14:paraId="19B023C3" w14:textId="4DE0CFA1" w:rsidR="006D5560" w:rsidRPr="006D5560" w:rsidRDefault="000A5332" w:rsidP="00D34939">
      <w:pPr>
        <w:pStyle w:val="TextprceText"/>
        <w:sectPr w:rsidR="006D5560" w:rsidRPr="006D5560" w:rsidSect="006D5560">
          <w:type w:val="oddPage"/>
          <w:pgSz w:w="11906" w:h="16838" w:code="9"/>
          <w:pgMar w:top="1701" w:right="1134" w:bottom="1134" w:left="1134" w:header="851" w:footer="709" w:gutter="851"/>
          <w:cols w:space="708"/>
          <w:docGrid w:linePitch="360"/>
        </w:sectPr>
      </w:pPr>
      <w:r>
        <w:fldChar w:fldCharType="end"/>
      </w:r>
    </w:p>
    <w:p w14:paraId="22D608C3" w14:textId="47AFD37A" w:rsidR="0096510B" w:rsidRDefault="0096510B" w:rsidP="0096510B">
      <w:pPr>
        <w:pStyle w:val="vodzvrIntroductionConclusion"/>
      </w:pPr>
      <w:bookmarkStart w:id="28" w:name="_Toc117787093"/>
      <w:bookmarkStart w:id="29" w:name="_Toc22666742"/>
      <w:bookmarkStart w:id="30" w:name="_Toc173849515"/>
      <w:r>
        <w:t>Úvod</w:t>
      </w:r>
      <w:bookmarkEnd w:id="28"/>
      <w:bookmarkEnd w:id="29"/>
      <w:bookmarkEnd w:id="30"/>
    </w:p>
    <w:p w14:paraId="081AF656" w14:textId="50A77871" w:rsidR="0096510B" w:rsidRDefault="00E803E3" w:rsidP="007157C0">
      <w:pPr>
        <w:pStyle w:val="Odstavec1Paragraph1"/>
      </w:pPr>
      <w:r w:rsidRPr="00E803E3">
        <w:t>Pro základní text jsou v šabloně připravené dva styly: Odstavec 1 a Text práce. Styl „Odstavec 1“ je bez odstavcové zarážky a používá se pro první odstavec pod nadpisem (nastaví se automaticky, jakmile nadpis ukončíte klávesou Enter), obrázkem, tabulkou nebo citátem. Styl je nastaven jako styl následujícího odstavce po nadpisových stylech.</w:t>
      </w:r>
      <w:r>
        <w:t xml:space="preserve"> </w:t>
      </w:r>
      <w:r w:rsidRPr="00E803E3">
        <w:t>Následující odstavce jsou naformátované pomocí stylu „Text práce“, který je vyznačen odstavcovou zarážkou a je určen pro ostatní odstavce kromě prvního. Je nastaven jako styl následujícího odstavce po stylu Odstavec 1</w:t>
      </w:r>
      <w:r w:rsidR="001070D7" w:rsidRPr="00821496">
        <w:t>.</w:t>
      </w:r>
    </w:p>
    <w:p w14:paraId="3C0F9D39" w14:textId="43C45A12" w:rsidR="00E803E3" w:rsidRDefault="00E803E3" w:rsidP="00E803E3">
      <w:pPr>
        <w:pStyle w:val="TextprceText"/>
      </w:pPr>
      <w:r>
        <w:t>Šablona je navržena tak, aby bylo možné práci vytisknout oboustranně: má zrcadlové okraje a zrcadlová záhlaví. V šabloně se využívají oddíly, pomocí kterých jsou úvodní strany (zadání, prohlášení, abstrakt, obsah a úvod) nastavené tak, aby byly vždy liché, proto se může stát, že po liché stránce následuje opět lichá stránka. Není to chyba. Při tisku Word (či jeho alternativa) automaticky odešle na tiskárnu prázdnou stránku mezi lichými stranami. Obdobně to platí při exportu do PDF. Pokud se některé úvodní části upravují, doporučujeme zobrazit si v dokumentu všechny znaky (</w:t>
      </w:r>
      <w:r w:rsidRPr="0072548D">
        <w:rPr>
          <w:b/>
          <w:bCs/>
        </w:rPr>
        <w:t>tlačítko ¶ nebo Ctrl + Shift + 8</w:t>
      </w:r>
      <w:r>
        <w:t>), aby se zabránilo rozhození ostatních stránek.</w:t>
      </w:r>
    </w:p>
    <w:p w14:paraId="5EC04844" w14:textId="08719623" w:rsidR="00E803E3" w:rsidRDefault="00E803E3" w:rsidP="00E803E3">
      <w:pPr>
        <w:pStyle w:val="TextprceText"/>
      </w:pPr>
      <w:bookmarkStart w:id="31" w:name="_Hlk173786019"/>
      <w:r>
        <w:t xml:space="preserve">Pro bezproblémovou práci se šablonou doporučujeme prostudovat si „Manuál pro šablonu závěrečné práce na UTB ve Zlíně“, který je dostupný na univerzitním webu v sekci </w:t>
      </w:r>
      <w:hyperlink r:id="rId13" w:history="1">
        <w:r w:rsidRPr="00195EEA">
          <w:rPr>
            <w:rStyle w:val="Hypertextovodkaz"/>
          </w:rPr>
          <w:t>https://www.utb.cz/student/dokumenty-a-sablony/</w:t>
        </w:r>
      </w:hyperlink>
      <w:r>
        <w:t xml:space="preserve">. </w:t>
      </w:r>
      <w:bookmarkEnd w:id="31"/>
      <w:r>
        <w:t>Obsahuje pokyny pro:</w:t>
      </w:r>
    </w:p>
    <w:p w14:paraId="53E03566" w14:textId="77777777" w:rsidR="00E803E3" w:rsidRDefault="00E803E3" w:rsidP="00E803E3">
      <w:pPr>
        <w:pStyle w:val="Odstavecseseznamem"/>
      </w:pPr>
      <w:r>
        <w:t>úpravu</w:t>
      </w:r>
      <w:r w:rsidRPr="00E803E3">
        <w:t xml:space="preserve"> závěrečné práce (např. formální a typografická úprava práce)</w:t>
      </w:r>
      <w:r>
        <w:t>,</w:t>
      </w:r>
    </w:p>
    <w:p w14:paraId="08997B49" w14:textId="68FA18B5" w:rsidR="00E803E3" w:rsidRDefault="00E803E3" w:rsidP="00E803E3">
      <w:pPr>
        <w:pStyle w:val="Odstavecseseznamem"/>
      </w:pPr>
      <w:r w:rsidRPr="00E803E3">
        <w:t>tisk</w:t>
      </w:r>
      <w:r>
        <w:t xml:space="preserve"> </w:t>
      </w:r>
      <w:r w:rsidRPr="00E803E3">
        <w:t>práce</w:t>
      </w:r>
      <w:r>
        <w:t>,</w:t>
      </w:r>
    </w:p>
    <w:p w14:paraId="5D92B5F0" w14:textId="1347F95A" w:rsidR="00E803E3" w:rsidRDefault="00E803E3" w:rsidP="00E803E3">
      <w:pPr>
        <w:pStyle w:val="Odstavecseseznamem"/>
      </w:pPr>
      <w:r>
        <w:t>tvorbu seznamu použité literatury,</w:t>
      </w:r>
    </w:p>
    <w:p w14:paraId="4B359B6E" w14:textId="50E88BF6" w:rsidR="00E803E3" w:rsidRDefault="00E803E3" w:rsidP="00E803E3">
      <w:pPr>
        <w:pStyle w:val="Odstavecseseznamem"/>
      </w:pPr>
      <w:r>
        <w:t>vkládání obrázků a tabulek (a jejich citování), rovnic či zdrojových kódů,</w:t>
      </w:r>
    </w:p>
    <w:p w14:paraId="2E823AFB" w14:textId="6C224627" w:rsidR="00225F7F" w:rsidRDefault="00E803E3" w:rsidP="00225F7F">
      <w:pPr>
        <w:pStyle w:val="Odstavecseseznamem"/>
      </w:pPr>
      <w:r>
        <w:t>převod práce do formátu PDF/A.</w:t>
      </w:r>
    </w:p>
    <w:p w14:paraId="30F8D078" w14:textId="25A8D245" w:rsidR="00065847" w:rsidRDefault="00E52054" w:rsidP="00387427">
      <w:pPr>
        <w:pStyle w:val="TextprceText"/>
      </w:pPr>
      <w:r>
        <w:t xml:space="preserve">Šablona vychází z aktuální směrnice rektora „Pravidla pro zadávání a zpracování bakalářských, diplomových a rigorózních prací, jejich uložení, zpřístupnění a kontrola původnosti“, která je dostupná na </w:t>
      </w:r>
      <w:hyperlink r:id="rId14" w:history="1">
        <w:r w:rsidRPr="00C10BEB">
          <w:rPr>
            <w:rStyle w:val="Hypertextovodkaz"/>
          </w:rPr>
          <w:t>https://www.utb.cz/univerzita/uredni-deska/vnitrni-normy-a-predpisy/smernice-rektora/</w:t>
        </w:r>
      </w:hyperlink>
      <w:r>
        <w:t>. V případě nejasností doporučujeme prostudovat tuto směrnici, případně příslušnou vnitřní normu součásti na webových stránkách součásti. Manuál a šablony byly aktualizovány v září 2024.</w:t>
      </w:r>
      <w:r w:rsidR="006F012C">
        <w:br w:type="page"/>
      </w:r>
    </w:p>
    <w:tbl>
      <w:tblPr>
        <w:tblStyle w:val="Mkatabulky"/>
        <w:tblW w:w="4491" w:type="pct"/>
        <w:tblLook w:val="04A0" w:firstRow="1" w:lastRow="0" w:firstColumn="1" w:lastColumn="0" w:noHBand="0" w:noVBand="1"/>
      </w:tblPr>
      <w:tblGrid>
        <w:gridCol w:w="2977"/>
        <w:gridCol w:w="4915"/>
      </w:tblGrid>
      <w:tr w:rsidR="00E96073" w14:paraId="2CFD020A" w14:textId="77777777" w:rsidTr="00225F7F">
        <w:tc>
          <w:tcPr>
            <w:tcW w:w="1886" w:type="pct"/>
            <w:tcBorders>
              <w:top w:val="nil"/>
              <w:left w:val="nil"/>
              <w:bottom w:val="nil"/>
              <w:right w:val="nil"/>
            </w:tcBorders>
          </w:tcPr>
          <w:p w14:paraId="5F2D6A85" w14:textId="77777777" w:rsidR="00E96073" w:rsidRDefault="00E96073" w:rsidP="00225F7F">
            <w:pPr>
              <w:pStyle w:val="st-slice"/>
              <w:tabs>
                <w:tab w:val="num" w:pos="318"/>
              </w:tabs>
              <w:ind w:right="174"/>
            </w:pPr>
          </w:p>
        </w:tc>
        <w:tc>
          <w:tcPr>
            <w:tcW w:w="3114" w:type="pct"/>
            <w:tcBorders>
              <w:top w:val="nil"/>
              <w:left w:val="nil"/>
              <w:bottom w:val="nil"/>
              <w:right w:val="nil"/>
            </w:tcBorders>
          </w:tcPr>
          <w:p w14:paraId="6C5C5385" w14:textId="49A444D7" w:rsidR="00E96073" w:rsidRDefault="00E96073" w:rsidP="0036538D">
            <w:pPr>
              <w:pStyle w:val="st"/>
              <w:numPr>
                <w:ilvl w:val="0"/>
                <w:numId w:val="0"/>
              </w:numPr>
              <w:ind w:left="36"/>
              <w:jc w:val="both"/>
            </w:pPr>
            <w:bookmarkStart w:id="32" w:name="_Toc173849516"/>
            <w:r w:rsidRPr="00523C03">
              <w:t>teo</w:t>
            </w:r>
            <w:r w:rsidR="00AC2767">
              <w:t>R</w:t>
            </w:r>
            <w:r w:rsidRPr="00523C03">
              <w:t>etická</w:t>
            </w:r>
            <w:r>
              <w:t xml:space="preserve"> část</w:t>
            </w:r>
            <w:bookmarkEnd w:id="32"/>
          </w:p>
        </w:tc>
      </w:tr>
    </w:tbl>
    <w:p w14:paraId="065705C9" w14:textId="77777777" w:rsidR="00D1013F" w:rsidRDefault="00D1013F"/>
    <w:p w14:paraId="63D55A47" w14:textId="7E330516" w:rsidR="006F012C" w:rsidRDefault="006F012C">
      <w:r>
        <w:br w:type="page"/>
      </w:r>
    </w:p>
    <w:p w14:paraId="0AF54225" w14:textId="20CA9E75" w:rsidR="006F012C" w:rsidRDefault="005405AF" w:rsidP="006F012C">
      <w:pPr>
        <w:pStyle w:val="Nadpis1text"/>
      </w:pPr>
      <w:bookmarkStart w:id="33" w:name="_Toc173849517"/>
      <w:bookmarkStart w:id="34" w:name="_Toc107634143"/>
      <w:bookmarkStart w:id="35" w:name="_Toc107635178"/>
      <w:bookmarkStart w:id="36" w:name="_Toc107635218"/>
      <w:bookmarkStart w:id="37" w:name="_Toc107635235"/>
      <w:r>
        <w:t>Nadpis hlavní kapitoly</w:t>
      </w:r>
      <w:bookmarkEnd w:id="33"/>
    </w:p>
    <w:p w14:paraId="4FC668BB" w14:textId="2F83FD2C" w:rsidR="004B082C" w:rsidRDefault="00EA0A4B" w:rsidP="003334E1">
      <w:pPr>
        <w:pStyle w:val="Odstavec1Paragraph1"/>
      </w:pPr>
      <w:r w:rsidRPr="00EA0A4B">
        <w:t xml:space="preserve">V této kapitole se nachází ukázka zápisu </w:t>
      </w:r>
      <w:r>
        <w:t>nadpisů pro různé úrovně</w:t>
      </w:r>
      <w:r w:rsidR="003334E1">
        <w:t>.</w:t>
      </w:r>
    </w:p>
    <w:p w14:paraId="2C49EC90" w14:textId="456057D3" w:rsidR="005E29D4" w:rsidRDefault="00EA0A4B" w:rsidP="00EA0A4B">
      <w:pPr>
        <w:pStyle w:val="Nadpis2text"/>
      </w:pPr>
      <w:bookmarkStart w:id="38" w:name="_Toc173849518"/>
      <w:r>
        <w:t>Podnadpis A</w:t>
      </w:r>
      <w:bookmarkEnd w:id="38"/>
    </w:p>
    <w:p w14:paraId="34139FDE" w14:textId="0379D8CC" w:rsidR="00EA0A4B" w:rsidRPr="00EA0A4B" w:rsidRDefault="00EA0A4B" w:rsidP="00EA0A4B">
      <w:pPr>
        <w:pStyle w:val="Odstavec1Paragraph1"/>
      </w:pPr>
      <w:r>
        <w:t>Text podkapitoly.</w:t>
      </w:r>
    </w:p>
    <w:p w14:paraId="6ECFC896" w14:textId="396DF24F" w:rsidR="003807AA" w:rsidRDefault="00EA0A4B" w:rsidP="00EA0A4B">
      <w:pPr>
        <w:pStyle w:val="Nadpis2text"/>
      </w:pPr>
      <w:bookmarkStart w:id="39" w:name="_Toc173849519"/>
      <w:r>
        <w:t>Podnadpis B</w:t>
      </w:r>
      <w:bookmarkEnd w:id="39"/>
    </w:p>
    <w:p w14:paraId="18AC411F" w14:textId="4FD2F3E3" w:rsidR="00EA0A4B" w:rsidRPr="00EA0A4B" w:rsidRDefault="00EA0A4B" w:rsidP="00EA0A4B">
      <w:pPr>
        <w:pStyle w:val="Odstavec1Paragraph1"/>
      </w:pPr>
      <w:r>
        <w:t>Text podkapitoly.</w:t>
      </w:r>
    </w:p>
    <w:p w14:paraId="493C1D0C" w14:textId="583ABE63" w:rsidR="00696E38" w:rsidRDefault="00EA0A4B" w:rsidP="005372C5">
      <w:pPr>
        <w:pStyle w:val="Nadpis3text"/>
      </w:pPr>
      <w:bookmarkStart w:id="40" w:name="_Toc173849520"/>
      <w:proofErr w:type="spellStart"/>
      <w:r>
        <w:t>Podpodnadpis</w:t>
      </w:r>
      <w:proofErr w:type="spellEnd"/>
      <w:r>
        <w:t xml:space="preserve"> alfa</w:t>
      </w:r>
      <w:bookmarkEnd w:id="40"/>
      <w:r>
        <w:t xml:space="preserve"> </w:t>
      </w:r>
    </w:p>
    <w:p w14:paraId="603E7929" w14:textId="65483AB7" w:rsidR="00BF416D" w:rsidRDefault="00EA0A4B" w:rsidP="00BF416D">
      <w:pPr>
        <w:pStyle w:val="Odstavec1Paragraph1"/>
      </w:pPr>
      <w:r>
        <w:t xml:space="preserve">Text </w:t>
      </w:r>
      <w:r w:rsidR="00166F74">
        <w:t>odstavce</w:t>
      </w:r>
      <w:r w:rsidR="00BF416D">
        <w:t>.</w:t>
      </w:r>
    </w:p>
    <w:p w14:paraId="7B989F05" w14:textId="29197071" w:rsidR="00EA0A4B" w:rsidRDefault="00EA0A4B" w:rsidP="00EA0A4B">
      <w:pPr>
        <w:pStyle w:val="Nadpis3text"/>
      </w:pPr>
      <w:bookmarkStart w:id="41" w:name="_Toc173849521"/>
      <w:proofErr w:type="spellStart"/>
      <w:r>
        <w:t>Podpodnadpis</w:t>
      </w:r>
      <w:proofErr w:type="spellEnd"/>
      <w:r>
        <w:t xml:space="preserve"> beta</w:t>
      </w:r>
      <w:bookmarkEnd w:id="41"/>
    </w:p>
    <w:p w14:paraId="46541A4D" w14:textId="6D26EA18" w:rsidR="005F786F" w:rsidRPr="005F786F" w:rsidRDefault="00EA0A4B" w:rsidP="00EA0A4B">
      <w:pPr>
        <w:pStyle w:val="Odstavec1Paragraph1"/>
      </w:pPr>
      <w:r>
        <w:t>Text o</w:t>
      </w:r>
      <w:r w:rsidR="00166F74">
        <w:t>dstavce</w:t>
      </w:r>
      <w:r>
        <w:t>.</w:t>
      </w:r>
      <w:r w:rsidR="00B60915">
        <w:t xml:space="preserve"> </w:t>
      </w:r>
    </w:p>
    <w:p w14:paraId="20FCD2DC" w14:textId="155A5C43" w:rsidR="00187961" w:rsidRDefault="00EA0A4B" w:rsidP="00187961">
      <w:pPr>
        <w:pStyle w:val="Nadpis2text"/>
      </w:pPr>
      <w:bookmarkStart w:id="42" w:name="_Toc173849522"/>
      <w:r>
        <w:t>Podnadpis C</w:t>
      </w:r>
      <w:bookmarkEnd w:id="42"/>
    </w:p>
    <w:p w14:paraId="46923F8B" w14:textId="3AF4FA99" w:rsidR="00EA0A4B" w:rsidRDefault="00EA0A4B" w:rsidP="00EA0A4B">
      <w:pPr>
        <w:pStyle w:val="Odstavec1Paragraph1"/>
      </w:pPr>
      <w:r>
        <w:t>Text podkapitoly.</w:t>
      </w:r>
    </w:p>
    <w:p w14:paraId="596EC34C" w14:textId="09472FE0" w:rsidR="005405AF" w:rsidRPr="005405AF" w:rsidRDefault="005405AF" w:rsidP="005405AF">
      <w:r>
        <w:br w:type="page"/>
      </w:r>
    </w:p>
    <w:p w14:paraId="1F610A11" w14:textId="631DDE71" w:rsidR="002C5DD9" w:rsidRDefault="005405AF" w:rsidP="00DA0A2B">
      <w:pPr>
        <w:pStyle w:val="Nadpis1text"/>
      </w:pPr>
      <w:bookmarkStart w:id="43" w:name="_Toc173849523"/>
      <w:r>
        <w:t>Nadpis hlavní kapitoly</w:t>
      </w:r>
      <w:bookmarkEnd w:id="43"/>
    </w:p>
    <w:p w14:paraId="0BEB721D" w14:textId="00FF95E3" w:rsidR="005405AF" w:rsidRPr="005405AF" w:rsidRDefault="005405AF" w:rsidP="005405AF">
      <w:pPr>
        <w:pStyle w:val="Odstavec1Paragraph1"/>
      </w:pPr>
      <w:r>
        <w:t>Text druhé hlavní kapitoly.</w:t>
      </w:r>
    </w:p>
    <w:p w14:paraId="5DA33540" w14:textId="593EBA41" w:rsidR="005405AF" w:rsidRDefault="005405AF" w:rsidP="005405AF">
      <w:pPr>
        <w:pStyle w:val="Nadpis2text"/>
      </w:pPr>
      <w:bookmarkStart w:id="44" w:name="_Toc173849524"/>
      <w:r>
        <w:t>Podnadpis A</w:t>
      </w:r>
      <w:bookmarkEnd w:id="44"/>
    </w:p>
    <w:p w14:paraId="5FD64A80" w14:textId="08EF8665" w:rsidR="005405AF" w:rsidRDefault="005405AF" w:rsidP="005405AF">
      <w:pPr>
        <w:pStyle w:val="Odstavec1Paragraph1"/>
      </w:pPr>
      <w:r>
        <w:t>Text podkapitoly.</w:t>
      </w:r>
    </w:p>
    <w:p w14:paraId="680384EA" w14:textId="25EDB327" w:rsidR="00166F74" w:rsidRDefault="00166F74" w:rsidP="00166F74">
      <w:pPr>
        <w:pStyle w:val="Nadpis2text"/>
      </w:pPr>
      <w:bookmarkStart w:id="45" w:name="_Toc173849525"/>
      <w:r>
        <w:t>Podnadpis B</w:t>
      </w:r>
      <w:bookmarkEnd w:id="45"/>
    </w:p>
    <w:p w14:paraId="2AFEA60D" w14:textId="2B29F18B" w:rsidR="00166F74" w:rsidRPr="00166F74" w:rsidRDefault="00166F74" w:rsidP="00166F74">
      <w:pPr>
        <w:pStyle w:val="Odstavec1Paragraph1"/>
      </w:pPr>
      <w:r>
        <w:t>Text podkapitoly.</w:t>
      </w:r>
    </w:p>
    <w:p w14:paraId="01A9AAF5" w14:textId="688BB06F" w:rsidR="008219A3" w:rsidRDefault="008219A3" w:rsidP="005405AF">
      <w:pPr>
        <w:pStyle w:val="Nadpis2text"/>
        <w:numPr>
          <w:ilvl w:val="0"/>
          <w:numId w:val="0"/>
        </w:numPr>
      </w:pPr>
      <w:r>
        <w:br w:type="page"/>
      </w:r>
    </w:p>
    <w:tbl>
      <w:tblPr>
        <w:tblStyle w:val="Mkatabulky"/>
        <w:tblW w:w="4716" w:type="pct"/>
        <w:tblLook w:val="04A0" w:firstRow="1" w:lastRow="0" w:firstColumn="1" w:lastColumn="0" w:noHBand="0" w:noVBand="1"/>
      </w:tblPr>
      <w:tblGrid>
        <w:gridCol w:w="2977"/>
        <w:gridCol w:w="5311"/>
      </w:tblGrid>
      <w:tr w:rsidR="00E13EB7" w14:paraId="0E346E38" w14:textId="77777777" w:rsidTr="00225F7F">
        <w:tc>
          <w:tcPr>
            <w:tcW w:w="1796" w:type="pct"/>
            <w:tcBorders>
              <w:top w:val="nil"/>
              <w:left w:val="nil"/>
              <w:bottom w:val="nil"/>
              <w:right w:val="nil"/>
            </w:tcBorders>
          </w:tcPr>
          <w:p w14:paraId="00F1D771" w14:textId="77777777" w:rsidR="00E96073" w:rsidRDefault="00E96073" w:rsidP="00225F7F">
            <w:pPr>
              <w:pStyle w:val="st-slice"/>
              <w:tabs>
                <w:tab w:val="num" w:pos="318"/>
              </w:tabs>
              <w:ind w:right="174"/>
            </w:pPr>
          </w:p>
        </w:tc>
        <w:tc>
          <w:tcPr>
            <w:tcW w:w="3204" w:type="pct"/>
            <w:tcBorders>
              <w:top w:val="nil"/>
              <w:left w:val="nil"/>
              <w:bottom w:val="nil"/>
              <w:right w:val="nil"/>
            </w:tcBorders>
          </w:tcPr>
          <w:p w14:paraId="58E2C1DF" w14:textId="03D53B4D" w:rsidR="00E96073" w:rsidRDefault="00E96073" w:rsidP="00225F7F">
            <w:pPr>
              <w:pStyle w:val="st"/>
              <w:numPr>
                <w:ilvl w:val="0"/>
                <w:numId w:val="0"/>
              </w:numPr>
              <w:ind w:left="35"/>
              <w:jc w:val="both"/>
            </w:pPr>
            <w:bookmarkStart w:id="46" w:name="_Toc173849526"/>
            <w:r>
              <w:t>praktická část</w:t>
            </w:r>
            <w:bookmarkEnd w:id="46"/>
          </w:p>
        </w:tc>
      </w:tr>
    </w:tbl>
    <w:p w14:paraId="651036F8" w14:textId="548B8535" w:rsidR="002C5DD9" w:rsidRDefault="00AA6D0C" w:rsidP="008219A3">
      <w:pPr>
        <w:pStyle w:val="Nadpis1text"/>
      </w:pPr>
      <w:bookmarkStart w:id="47" w:name="_Ref172644133"/>
      <w:bookmarkStart w:id="48" w:name="_Toc173849527"/>
      <w:bookmarkStart w:id="49" w:name="Kapitola_3"/>
      <w:r>
        <w:t xml:space="preserve">Obrázky, </w:t>
      </w:r>
      <w:r w:rsidR="00BA16C4">
        <w:t>tabulky</w:t>
      </w:r>
      <w:r>
        <w:t>, rovnice a zdrojový kód</w:t>
      </w:r>
      <w:bookmarkEnd w:id="47"/>
      <w:bookmarkEnd w:id="48"/>
    </w:p>
    <w:bookmarkEnd w:id="49"/>
    <w:p w14:paraId="029A392F" w14:textId="77777777" w:rsidR="00563813" w:rsidRDefault="00563813" w:rsidP="00563813">
      <w:pPr>
        <w:pStyle w:val="Odstavec1Paragraph1"/>
      </w:pPr>
      <w:r>
        <w:t>Aby se předešlo problémům s vkládáním obrázků a tabulek v programu MS Word či v jeho alternativách, doporučujeme dodržovat následující doporučení:</w:t>
      </w:r>
    </w:p>
    <w:p w14:paraId="71907306" w14:textId="77777777" w:rsidR="00563813" w:rsidRDefault="00563813" w:rsidP="00563813">
      <w:pPr>
        <w:pStyle w:val="Odstavecseseznamem"/>
      </w:pPr>
      <w:r>
        <w:t>obrázky i tabulky umístit do nového samostatného odstavce,</w:t>
      </w:r>
    </w:p>
    <w:p w14:paraId="4D999ACD" w14:textId="77777777" w:rsidR="00563813" w:rsidRPr="00956F57" w:rsidRDefault="00563813" w:rsidP="00563813">
      <w:pPr>
        <w:pStyle w:val="Odstavecseseznamem"/>
      </w:pPr>
      <w:r>
        <w:t xml:space="preserve">na odstavec s obrázkem použít styl </w:t>
      </w:r>
      <w:r>
        <w:rPr>
          <w:b/>
        </w:rPr>
        <w:t>Obrázek/Image</w:t>
      </w:r>
      <w:r>
        <w:t>, který je nastavený jako nový odstavec se zarovnáním na střed,</w:t>
      </w:r>
    </w:p>
    <w:p w14:paraId="18D4915A" w14:textId="3D39D572" w:rsidR="00563813" w:rsidRDefault="00563813" w:rsidP="00563813">
      <w:pPr>
        <w:pStyle w:val="Odstavecseseznamem"/>
      </w:pPr>
      <w:r>
        <w:t xml:space="preserve">po vložení obrázku nebo tabulky a nastavení jejich vhodné velikosti na ně kliknout pravým tlačítkem a zvolit možnost </w:t>
      </w:r>
      <w:r>
        <w:rPr>
          <w:b/>
        </w:rPr>
        <w:t xml:space="preserve">Vložit titulek </w:t>
      </w:r>
      <w:r>
        <w:t>(titulek obrázků i tabulek je rovněž připraven v odpovídajícím stylu se zarovnáním na střed)</w:t>
      </w:r>
      <w:r w:rsidR="00777A84">
        <w:t>,</w:t>
      </w:r>
    </w:p>
    <w:p w14:paraId="6EBE52CC" w14:textId="530B4971" w:rsidR="00777A84" w:rsidRDefault="00777A84" w:rsidP="00563813">
      <w:pPr>
        <w:pStyle w:val="Odstavecseseznamem"/>
      </w:pPr>
      <w:r>
        <w:t>p</w:t>
      </w:r>
      <w:r w:rsidRPr="00777A84">
        <w:t>řevzaté obrázky i tabulky je potřeba odcitovat (cituje se stejným způsobem, jako např. převzatý text z knihy)</w:t>
      </w:r>
      <w:r>
        <w:t xml:space="preserve">: pokud </w:t>
      </w:r>
      <w:r w:rsidRPr="00777A84">
        <w:t xml:space="preserve">se jedná o vlastní výtvor či vlastní zpracování autora, využijte označení </w:t>
      </w:r>
      <w:r w:rsidR="005C2AB3">
        <w:rPr>
          <w:i/>
          <w:iCs/>
        </w:rPr>
        <w:t>(zdroj: vlastní)</w:t>
      </w:r>
      <w:r>
        <w:t>,</w:t>
      </w:r>
    </w:p>
    <w:p w14:paraId="22559ADC" w14:textId="1ABCA186" w:rsidR="00777A84" w:rsidRDefault="00777A84" w:rsidP="00563813">
      <w:pPr>
        <w:pStyle w:val="Odstavecseseznamem"/>
      </w:pPr>
      <w:r>
        <w:t>k</w:t>
      </w:r>
      <w:r w:rsidRPr="00777A84">
        <w:t xml:space="preserve"> formátování údaje o zdroji slouží styl </w:t>
      </w:r>
      <w:r w:rsidRPr="00777A84">
        <w:rPr>
          <w:b/>
          <w:bCs/>
        </w:rPr>
        <w:t>Zdroj/Source</w:t>
      </w:r>
      <w:r w:rsidR="00B43981">
        <w:t xml:space="preserve"> (t</w:t>
      </w:r>
      <w:r w:rsidR="00B43981" w:rsidRPr="00B43981">
        <w:t xml:space="preserve">ento připravený </w:t>
      </w:r>
      <w:r w:rsidR="00B43981">
        <w:t xml:space="preserve">styl je </w:t>
      </w:r>
      <w:r w:rsidR="004A2DD9">
        <w:t xml:space="preserve">vhodné </w:t>
      </w:r>
      <w:r w:rsidR="00B43981">
        <w:t>použít</w:t>
      </w:r>
      <w:r w:rsidR="00B43981" w:rsidRPr="00B43981">
        <w:t>, pokud autor práce cituje např. normou ČSN ISO 690:2022 a v práci využívá harvardský způsob odkazování nebo metodu číselných odkazů</w:t>
      </w:r>
      <w:r w:rsidR="00B43981">
        <w:t xml:space="preserve">; u </w:t>
      </w:r>
      <w:r w:rsidR="00B43981" w:rsidRPr="00B43981">
        <w:t>metod</w:t>
      </w:r>
      <w:r w:rsidR="00B43981">
        <w:t xml:space="preserve">y </w:t>
      </w:r>
      <w:r w:rsidR="00B43981" w:rsidRPr="00B43981">
        <w:t>průběžných poznámek</w:t>
      </w:r>
      <w:r w:rsidR="00B43981">
        <w:t xml:space="preserve"> se</w:t>
      </w:r>
      <w:r w:rsidR="00B43981" w:rsidRPr="00B43981">
        <w:t xml:space="preserve"> uvádí číslo v horním indexu hned za </w:t>
      </w:r>
      <w:r w:rsidR="00B43981">
        <w:t>popisek),</w:t>
      </w:r>
    </w:p>
    <w:p w14:paraId="561E71E1" w14:textId="388ABD82" w:rsidR="00D4562A" w:rsidRDefault="00D4562A" w:rsidP="00563813">
      <w:pPr>
        <w:pStyle w:val="Odstavecseseznamem"/>
      </w:pPr>
      <w:r>
        <w:t>t</w:t>
      </w:r>
      <w:r w:rsidRPr="00D4562A">
        <w:t>am, kde to povaha textu dovolí, je vhodné vést textový odkaz na veškeré vložené obrázky a tabulk</w:t>
      </w:r>
      <w:r>
        <w:t>y, např. „</w:t>
      </w:r>
      <w:r w:rsidRPr="00D4562A">
        <w:t>V textu je uveden správně naformátovaný obrázek (Obrázek 3). V Tabulce 4 je uvedena statistika nehodovosti v kraji XY.</w:t>
      </w:r>
      <w:r>
        <w:t>“</w:t>
      </w:r>
    </w:p>
    <w:p w14:paraId="3D94F872" w14:textId="67520FE3" w:rsidR="00487DB9" w:rsidRDefault="00487DB9" w:rsidP="00487DB9">
      <w:pPr>
        <w:pStyle w:val="TextprceText"/>
      </w:pPr>
      <w:r>
        <w:t xml:space="preserve">Podrobné informace o </w:t>
      </w:r>
      <w:r w:rsidRPr="00487DB9">
        <w:t xml:space="preserve">vkládání obrázků a tabulek (a jejich citování), rovnic či zdrojových kódů </w:t>
      </w:r>
      <w:r>
        <w:t xml:space="preserve">jsou k dispozici v </w:t>
      </w:r>
      <w:r w:rsidRPr="00487DB9">
        <w:t>„Manuál</w:t>
      </w:r>
      <w:r>
        <w:t>u</w:t>
      </w:r>
      <w:r w:rsidRPr="00487DB9">
        <w:t xml:space="preserve"> pro šablonu závěrečné práce na UTB ve Zlíně“, který je dostupný na univerzitním webu v sekci </w:t>
      </w:r>
      <w:hyperlink r:id="rId15" w:history="1">
        <w:r w:rsidR="005A383F" w:rsidRPr="00C10BEB">
          <w:rPr>
            <w:rStyle w:val="Hypertextovodkaz"/>
          </w:rPr>
          <w:t>https://www.utb.cz/</w:t>
        </w:r>
        <w:r w:rsidR="005A383F" w:rsidRPr="00C10BEB">
          <w:rPr>
            <w:rStyle w:val="Hypertextovodkaz"/>
          </w:rPr>
          <w:br/>
          <w:t>student/dokumenty-a-</w:t>
        </w:r>
        <w:proofErr w:type="spellStart"/>
        <w:r w:rsidR="005A383F" w:rsidRPr="00C10BEB">
          <w:rPr>
            <w:rStyle w:val="Hypertextovodkaz"/>
          </w:rPr>
          <w:t>sablony</w:t>
        </w:r>
        <w:proofErr w:type="spellEnd"/>
        <w:r w:rsidR="005A383F" w:rsidRPr="00C10BEB">
          <w:rPr>
            <w:rStyle w:val="Hypertextovodkaz"/>
          </w:rPr>
          <w:t>/</w:t>
        </w:r>
      </w:hyperlink>
      <w:r w:rsidRPr="00487DB9">
        <w:t>.</w:t>
      </w:r>
      <w:r>
        <w:t xml:space="preserve"> </w:t>
      </w:r>
    </w:p>
    <w:p w14:paraId="41A48316" w14:textId="778E0F48" w:rsidR="0059196E" w:rsidRDefault="0059196E" w:rsidP="0059196E">
      <w:pPr>
        <w:pStyle w:val="Nadpis2text"/>
      </w:pPr>
      <w:bookmarkStart w:id="50" w:name="_Toc173849528"/>
      <w:r>
        <w:t>Obrázky</w:t>
      </w:r>
      <w:bookmarkEnd w:id="50"/>
    </w:p>
    <w:p w14:paraId="4B16E9C8" w14:textId="27AE03B7" w:rsidR="004A2DD9" w:rsidRDefault="00D274A1" w:rsidP="003C64C0">
      <w:pPr>
        <w:pStyle w:val="Odstavec1Paragraph1"/>
      </w:pPr>
      <w:r>
        <w:t>Při vkládání obrázků</w:t>
      </w:r>
      <w:r w:rsidR="009A77E9">
        <w:t xml:space="preserve"> (Obrázek 1)</w:t>
      </w:r>
      <w:r>
        <w:t xml:space="preserve"> </w:t>
      </w:r>
      <w:r w:rsidR="007B76A7">
        <w:t>je důležité si pohlídat</w:t>
      </w:r>
      <w:r>
        <w:t xml:space="preserve">, </w:t>
      </w:r>
      <w:r w:rsidR="007B76A7">
        <w:t xml:space="preserve">že neobsahují </w:t>
      </w:r>
      <w:r>
        <w:t>alfa kanál (průhlednost). Vzhledem k tomu, že je nutné závěrečnou práci ve finální podobě převést do PDF v požadovaném standardu PDF/A, je potřeba toto dodržovat, tj. vklá</w:t>
      </w:r>
      <w:r w:rsidR="007B76A7">
        <w:t>dat</w:t>
      </w:r>
      <w:r>
        <w:t xml:space="preserve"> obrázky např. jako JPG nebo PNG bez průhledného pozadí.</w:t>
      </w:r>
    </w:p>
    <w:p w14:paraId="0A3A571A" w14:textId="77777777" w:rsidR="004A2DD9" w:rsidRDefault="004A2DD9">
      <w:pPr>
        <w:rPr>
          <w:color w:val="000000" w:themeColor="text1"/>
        </w:rPr>
      </w:pPr>
      <w:r>
        <w:br w:type="page"/>
      </w:r>
    </w:p>
    <w:p w14:paraId="4005C5D7" w14:textId="77777777" w:rsidR="008064EF" w:rsidRDefault="008064EF" w:rsidP="002A3FA0">
      <w:pPr>
        <w:pStyle w:val="ObrzekImage"/>
      </w:pPr>
      <w:r w:rsidRPr="002A3FA0">
        <w:rPr>
          <w:noProof/>
        </w:rPr>
        <w:drawing>
          <wp:inline distT="0" distB="0" distL="0" distR="0" wp14:anchorId="2219B4BC" wp14:editId="2C33BE9D">
            <wp:extent cx="4419600" cy="1708589"/>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png"/>
                    <pic:cNvPicPr/>
                  </pic:nvPicPr>
                  <pic:blipFill>
                    <a:blip r:embed="rId16">
                      <a:extLst>
                        <a:ext uri="{28A0092B-C50C-407E-A947-70E740481C1C}">
                          <a14:useLocalDpi xmlns:a14="http://schemas.microsoft.com/office/drawing/2010/main" val="0"/>
                        </a:ext>
                      </a:extLst>
                    </a:blip>
                    <a:stretch>
                      <a:fillRect/>
                    </a:stretch>
                  </pic:blipFill>
                  <pic:spPr>
                    <a:xfrm>
                      <a:off x="0" y="0"/>
                      <a:ext cx="4547612" cy="1758078"/>
                    </a:xfrm>
                    <a:prstGeom prst="rect">
                      <a:avLst/>
                    </a:prstGeom>
                  </pic:spPr>
                </pic:pic>
              </a:graphicData>
            </a:graphic>
          </wp:inline>
        </w:drawing>
      </w:r>
    </w:p>
    <w:p w14:paraId="26F702BC" w14:textId="3DC0DD85" w:rsidR="008064EF" w:rsidRDefault="008064EF" w:rsidP="008064EF">
      <w:pPr>
        <w:pStyle w:val="Titulek"/>
      </w:pPr>
      <w:bookmarkStart w:id="51" w:name="_Toc173623594"/>
      <w:r>
        <w:t xml:space="preserve">Obrázek </w:t>
      </w:r>
      <w:r w:rsidR="00FE23B4">
        <w:fldChar w:fldCharType="begin"/>
      </w:r>
      <w:r w:rsidR="00FE23B4">
        <w:instrText xml:space="preserve"> SEQ Obrázek \* ARABIC </w:instrText>
      </w:r>
      <w:r w:rsidR="00FE23B4">
        <w:fldChar w:fldCharType="separate"/>
      </w:r>
      <w:r w:rsidR="00A11805">
        <w:rPr>
          <w:noProof/>
        </w:rPr>
        <w:t>1</w:t>
      </w:r>
      <w:r w:rsidR="00FE23B4">
        <w:rPr>
          <w:noProof/>
        </w:rPr>
        <w:fldChar w:fldCharType="end"/>
      </w:r>
      <w:r>
        <w:t xml:space="preserve"> Popisek obrázku</w:t>
      </w:r>
      <w:bookmarkEnd w:id="51"/>
    </w:p>
    <w:p w14:paraId="58E88312" w14:textId="3382D499" w:rsidR="00D27258" w:rsidRDefault="00D27258" w:rsidP="00D27258">
      <w:pPr>
        <w:pStyle w:val="ZdrojSource"/>
      </w:pPr>
      <w:r>
        <w:t>(zdroj: vlastní)</w:t>
      </w:r>
    </w:p>
    <w:p w14:paraId="1A40FEBB" w14:textId="77777777" w:rsidR="00632912" w:rsidRDefault="002A3FA0" w:rsidP="009920B9">
      <w:pPr>
        <w:pStyle w:val="Odstavec1Paragraph1"/>
      </w:pPr>
      <w:r>
        <w:t>Obrázek nesmí přesáhnout nastavené okraje. Po</w:t>
      </w:r>
      <w:r w:rsidRPr="00DA0A2B">
        <w:t>pisky obrázků jsou v textu uvedeny pod obrázkem</w:t>
      </w:r>
      <w:r>
        <w:t xml:space="preserve"> a zarovnávají se stejně jako obrázky na střed. Na dalším řádku pod popiskem se uvádí zdroj.</w:t>
      </w:r>
      <w:r w:rsidR="009920B9">
        <w:t xml:space="preserve"> </w:t>
      </w:r>
    </w:p>
    <w:p w14:paraId="562F48AF" w14:textId="40A5231E" w:rsidR="00D27258" w:rsidRDefault="00D27258" w:rsidP="00632912">
      <w:pPr>
        <w:pStyle w:val="TextprceText"/>
      </w:pPr>
      <w:r>
        <w:t xml:space="preserve">Seznam obrázků je uveden na konci práce jako </w:t>
      </w:r>
      <w:r w:rsidRPr="003334E1">
        <w:rPr>
          <w:b/>
        </w:rPr>
        <w:t>Seznam obrázků</w:t>
      </w:r>
      <w:r>
        <w:t xml:space="preserve">, </w:t>
      </w:r>
      <w:r w:rsidRPr="00821496">
        <w:t>po dokončení práce je nutné ho</w:t>
      </w:r>
      <w:r>
        <w:t xml:space="preserve"> pouze </w:t>
      </w:r>
      <w:r w:rsidRPr="00821496">
        <w:t>aktualizovat</w:t>
      </w:r>
      <w:r>
        <w:t>.</w:t>
      </w:r>
    </w:p>
    <w:p w14:paraId="3EC68E3F" w14:textId="531ACFF6" w:rsidR="0085086A" w:rsidRDefault="0085086A" w:rsidP="0085086A">
      <w:pPr>
        <w:pStyle w:val="Nadpis2text"/>
      </w:pPr>
      <w:bookmarkStart w:id="52" w:name="_Toc173849529"/>
      <w:r>
        <w:t>Tabulky</w:t>
      </w:r>
      <w:bookmarkEnd w:id="52"/>
    </w:p>
    <w:p w14:paraId="0652E4B1" w14:textId="7DDAA945" w:rsidR="0085086A" w:rsidRDefault="0085086A" w:rsidP="00D4562A">
      <w:pPr>
        <w:pStyle w:val="Odstavec1Paragraph1"/>
      </w:pPr>
      <w:r>
        <w:t>Tabulka nesmí přesáhnout nastavené okraje.</w:t>
      </w:r>
      <w:r w:rsidR="00D4562A">
        <w:t xml:space="preserve"> Popis</w:t>
      </w:r>
      <w:r w:rsidR="00D4562A" w:rsidRPr="00DA0A2B">
        <w:t xml:space="preserve">ky tabulky jsou v textu uvedeny nad tabulkou </w:t>
      </w:r>
      <w:r w:rsidR="00D4562A">
        <w:t>a zarovnávají se na střed</w:t>
      </w:r>
      <w:r w:rsidR="00D4562A" w:rsidRPr="00DA0A2B">
        <w:t>.</w:t>
      </w:r>
      <w:r w:rsidR="00D4562A">
        <w:t xml:space="preserve"> Na novém řádku pod tabulkou se uvádí případný zdroj.</w:t>
      </w:r>
    </w:p>
    <w:p w14:paraId="3B4D3187" w14:textId="13D27321" w:rsidR="009A75C1" w:rsidRPr="009A75C1" w:rsidRDefault="00C341B0" w:rsidP="0077436B">
      <w:pPr>
        <w:pStyle w:val="Titulek"/>
      </w:pPr>
      <w:bookmarkStart w:id="53" w:name="_Toc173262262"/>
      <w:r>
        <w:t xml:space="preserve">Tabulka </w:t>
      </w:r>
      <w:r w:rsidR="00FE23B4">
        <w:fldChar w:fldCharType="begin"/>
      </w:r>
      <w:r w:rsidR="00FE23B4">
        <w:instrText xml:space="preserve"> SEQ Tabulka \* ARABIC </w:instrText>
      </w:r>
      <w:r w:rsidR="00FE23B4">
        <w:fldChar w:fldCharType="separate"/>
      </w:r>
      <w:r w:rsidR="00A11805">
        <w:rPr>
          <w:noProof/>
        </w:rPr>
        <w:t>1</w:t>
      </w:r>
      <w:r w:rsidR="00FE23B4">
        <w:rPr>
          <w:noProof/>
        </w:rPr>
        <w:fldChar w:fldCharType="end"/>
      </w:r>
      <w:r>
        <w:t xml:space="preserve"> </w:t>
      </w:r>
      <w:r w:rsidRPr="00C341B0">
        <w:t xml:space="preserve">Popisek </w:t>
      </w:r>
      <w:r w:rsidRPr="0077436B">
        <w:t>tabulky</w:t>
      </w:r>
      <w:bookmarkEnd w:id="53"/>
    </w:p>
    <w:tbl>
      <w:tblPr>
        <w:tblW w:w="5000" w:type="pct"/>
        <w:jc w:val="center"/>
        <w:tblCellMar>
          <w:left w:w="40" w:type="dxa"/>
          <w:right w:w="40" w:type="dxa"/>
        </w:tblCellMar>
        <w:tblLook w:val="0000" w:firstRow="0" w:lastRow="0" w:firstColumn="0" w:lastColumn="0" w:noHBand="0" w:noVBand="0"/>
      </w:tblPr>
      <w:tblGrid>
        <w:gridCol w:w="2060"/>
        <w:gridCol w:w="2151"/>
        <w:gridCol w:w="2187"/>
        <w:gridCol w:w="2373"/>
      </w:tblGrid>
      <w:tr w:rsidR="00E16187" w:rsidRPr="0095128E" w14:paraId="12A3C61D" w14:textId="77777777" w:rsidTr="002A3C21">
        <w:trPr>
          <w:trHeight w:hRule="exact" w:val="715"/>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361BFB24" w14:textId="77777777" w:rsidR="00E16187" w:rsidRPr="0095128E" w:rsidRDefault="00E16187" w:rsidP="00D4562A">
            <w:pPr>
              <w:shd w:val="clear" w:color="auto" w:fill="FFFFFF"/>
              <w:spacing w:line="283" w:lineRule="exact"/>
              <w:jc w:val="left"/>
            </w:pPr>
            <w:r w:rsidRPr="0095128E">
              <w:rPr>
                <w:b/>
                <w:bCs/>
                <w:spacing w:val="-3"/>
              </w:rPr>
              <w:t>Z</w:t>
            </w:r>
            <w:r>
              <w:rPr>
                <w:b/>
                <w:bCs/>
                <w:spacing w:val="-3"/>
              </w:rPr>
              <w:t>áhlaví tabul</w:t>
            </w:r>
            <w:r>
              <w:rPr>
                <w:b/>
                <w:bCs/>
              </w:rPr>
              <w:t>ky 1</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6A7E60F4" w14:textId="77777777" w:rsidR="00E16187" w:rsidRPr="0095128E" w:rsidRDefault="00E16187" w:rsidP="00D4562A">
            <w:pPr>
              <w:shd w:val="clear" w:color="auto" w:fill="FFFFFF"/>
              <w:spacing w:line="283" w:lineRule="exact"/>
              <w:ind w:left="34" w:right="48"/>
              <w:jc w:val="left"/>
            </w:pPr>
            <w:r w:rsidRPr="0095128E">
              <w:rPr>
                <w:b/>
                <w:bCs/>
                <w:spacing w:val="-3"/>
              </w:rPr>
              <w:t>Z</w:t>
            </w:r>
            <w:r>
              <w:rPr>
                <w:b/>
                <w:bCs/>
                <w:spacing w:val="-3"/>
              </w:rPr>
              <w:t>áhlaví tabul</w:t>
            </w:r>
            <w:r>
              <w:rPr>
                <w:b/>
                <w:bCs/>
              </w:rPr>
              <w:t>ky 2</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0D5A586B" w14:textId="77777777" w:rsidR="00E16187" w:rsidRPr="0095128E" w:rsidRDefault="00E16187" w:rsidP="00D4562A">
            <w:pPr>
              <w:shd w:val="clear" w:color="auto" w:fill="FFFFFF"/>
              <w:spacing w:line="283" w:lineRule="exact"/>
              <w:ind w:left="475" w:hanging="480"/>
              <w:jc w:val="left"/>
            </w:pPr>
            <w:r w:rsidRPr="0095128E">
              <w:rPr>
                <w:b/>
                <w:bCs/>
                <w:spacing w:val="-3"/>
              </w:rPr>
              <w:t>Z</w:t>
            </w:r>
            <w:r>
              <w:rPr>
                <w:b/>
                <w:bCs/>
                <w:spacing w:val="-3"/>
              </w:rPr>
              <w:t>áhlaví tabul</w:t>
            </w:r>
            <w:r>
              <w:rPr>
                <w:b/>
                <w:bCs/>
              </w:rPr>
              <w:t>ky 3</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5DFECA4D" w14:textId="77777777" w:rsidR="00E16187" w:rsidRPr="0095128E" w:rsidRDefault="00E16187" w:rsidP="00D4562A">
            <w:pPr>
              <w:shd w:val="clear" w:color="auto" w:fill="FFFFFF"/>
              <w:spacing w:line="283" w:lineRule="exact"/>
              <w:ind w:left="130" w:right="134"/>
              <w:jc w:val="left"/>
            </w:pPr>
            <w:r w:rsidRPr="0095128E">
              <w:rPr>
                <w:b/>
                <w:bCs/>
                <w:spacing w:val="-2"/>
              </w:rPr>
              <w:t>Z</w:t>
            </w:r>
            <w:r>
              <w:rPr>
                <w:b/>
                <w:bCs/>
                <w:spacing w:val="-2"/>
              </w:rPr>
              <w:t>áhlaví ta</w:t>
            </w:r>
            <w:r>
              <w:rPr>
                <w:b/>
                <w:bCs/>
              </w:rPr>
              <w:t>bulky 4</w:t>
            </w:r>
          </w:p>
        </w:tc>
      </w:tr>
      <w:tr w:rsidR="00E16187" w:rsidRPr="0095128E" w14:paraId="4937E245" w14:textId="77777777" w:rsidTr="002A3C21">
        <w:trPr>
          <w:trHeight w:hRule="exact" w:val="427"/>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2FF40DB8" w14:textId="77777777" w:rsidR="00E16187" w:rsidRPr="0095128E" w:rsidRDefault="00E16187" w:rsidP="00DA0A2B">
            <w:pPr>
              <w:shd w:val="clear" w:color="auto" w:fill="FFFFFF"/>
              <w:ind w:left="24"/>
            </w:pPr>
            <w:r w:rsidRPr="0095128E">
              <w:t>Prvn</w:t>
            </w:r>
            <w:r>
              <w:t>í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95128E" w:rsidRDefault="00E16187" w:rsidP="00DA0A2B">
            <w:pPr>
              <w:shd w:val="clear" w:color="auto" w:fill="FFFFFF"/>
              <w:ind w:left="547"/>
            </w:pPr>
            <w:r w:rsidRPr="0095128E">
              <w:t>0,98</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95128E" w:rsidRDefault="00E16187" w:rsidP="00DA0A2B">
            <w:pPr>
              <w:shd w:val="clear" w:color="auto" w:fill="FFFFFF"/>
              <w:ind w:left="312"/>
            </w:pPr>
            <w:r w:rsidRPr="0095128E">
              <w:t>123,97</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95128E" w:rsidRDefault="00E16187" w:rsidP="00DA0A2B">
            <w:pPr>
              <w:shd w:val="clear" w:color="auto" w:fill="FFFFFF"/>
              <w:ind w:left="192"/>
            </w:pPr>
            <w:r w:rsidRPr="0095128E">
              <w:t>1258,58</w:t>
            </w:r>
          </w:p>
        </w:tc>
      </w:tr>
      <w:tr w:rsidR="00E16187" w:rsidRPr="0095128E" w14:paraId="62752F3B" w14:textId="77777777" w:rsidTr="002A3C21">
        <w:trPr>
          <w:trHeight w:hRule="exact" w:val="422"/>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7FF03A1E" w14:textId="77777777" w:rsidR="00E16187" w:rsidRPr="0095128E" w:rsidRDefault="00E16187" w:rsidP="00DA0A2B">
            <w:pPr>
              <w:shd w:val="clear" w:color="auto" w:fill="FFFFFF"/>
              <w:ind w:left="24"/>
            </w:pPr>
            <w:r w:rsidRPr="0095128E">
              <w:rPr>
                <w:spacing w:val="-3"/>
              </w:rPr>
              <w:t>Druh</w:t>
            </w:r>
            <w:r>
              <w:rPr>
                <w:spacing w:val="-3"/>
              </w:rPr>
              <w:t>ý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95128E" w:rsidRDefault="00E16187" w:rsidP="00DA0A2B">
            <w:pPr>
              <w:shd w:val="clear" w:color="auto" w:fill="FFFFFF"/>
              <w:ind w:left="547"/>
            </w:pPr>
            <w:r w:rsidRPr="0095128E">
              <w:t>1,5875</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95128E" w:rsidRDefault="00E16187" w:rsidP="00DA0A2B">
            <w:pPr>
              <w:shd w:val="clear" w:color="auto" w:fill="FFFFFF"/>
              <w:ind w:left="432"/>
            </w:pPr>
            <w:r w:rsidRPr="0095128E">
              <w:t>11,0334</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95128E" w:rsidRDefault="00E16187" w:rsidP="00DA0A2B">
            <w:pPr>
              <w:shd w:val="clear" w:color="auto" w:fill="FFFFFF"/>
              <w:ind w:left="312"/>
            </w:pPr>
            <w:r w:rsidRPr="0095128E">
              <w:t>251,005</w:t>
            </w:r>
          </w:p>
        </w:tc>
      </w:tr>
    </w:tbl>
    <w:p w14:paraId="3FD5DEAC" w14:textId="2BD438E3" w:rsidR="007D5E90" w:rsidRDefault="00B43981" w:rsidP="004A2DD9">
      <w:pPr>
        <w:pStyle w:val="ZdrojSource"/>
        <w:spacing w:before="240"/>
      </w:pPr>
      <w:r>
        <w:t>(zdroj: vlastní)</w:t>
      </w:r>
    </w:p>
    <w:p w14:paraId="4E8FBFAD" w14:textId="2ABBA4DB" w:rsidR="00647924" w:rsidRDefault="009A77E9" w:rsidP="00660CC9">
      <w:pPr>
        <w:pStyle w:val="Odstavec1Paragraph1"/>
        <w:spacing w:before="240"/>
      </w:pPr>
      <w:r>
        <w:t xml:space="preserve">Z hlediska vizuální úpravy doporučujeme v případě, že se pod tabulkou uvádí zdroj (viz uvedení zdroje u Tabulky 1), ještě ručně </w:t>
      </w:r>
      <w:proofErr w:type="spellStart"/>
      <w:r>
        <w:t>donastavit</w:t>
      </w:r>
      <w:proofErr w:type="spellEnd"/>
      <w:r>
        <w:t xml:space="preserve"> mezeru před odstavcem na 12 bodů</w:t>
      </w:r>
      <w:r w:rsidR="005C2AB3">
        <w:t>.</w:t>
      </w:r>
      <w:r w:rsidR="00292D77">
        <w:t xml:space="preserve"> Tento postup je vhodný také v případě, že autor práce zdroj neuvádí a pod tabulkou pokračuje základním textem odstavce. Stačí kliknout do řádku se zdrojem tabulky nebo do řádku odstavce a zvolit možnost </w:t>
      </w:r>
      <w:r w:rsidR="00292D77" w:rsidRPr="00315986">
        <w:rPr>
          <w:b/>
          <w:bCs/>
        </w:rPr>
        <w:t>Odstavec – Mezera před</w:t>
      </w:r>
      <w:r w:rsidR="00292D77">
        <w:t>).</w:t>
      </w:r>
    </w:p>
    <w:p w14:paraId="3A188EC6" w14:textId="518D417C" w:rsidR="00D4562A" w:rsidRPr="00D4562A" w:rsidRDefault="00D4562A" w:rsidP="00D4562A">
      <w:pPr>
        <w:pStyle w:val="TextprceText"/>
      </w:pPr>
      <w:r>
        <w:t xml:space="preserve">Seznam tabulek je uveden na konci práce jako </w:t>
      </w:r>
      <w:r w:rsidRPr="003334E1">
        <w:rPr>
          <w:b/>
        </w:rPr>
        <w:t xml:space="preserve">Seznam </w:t>
      </w:r>
      <w:r>
        <w:rPr>
          <w:b/>
        </w:rPr>
        <w:t>tabulek</w:t>
      </w:r>
      <w:r>
        <w:t xml:space="preserve">, </w:t>
      </w:r>
      <w:r w:rsidRPr="00821496">
        <w:t>po dokončení práce je nutné ho</w:t>
      </w:r>
      <w:r>
        <w:t xml:space="preserve"> pouze </w:t>
      </w:r>
      <w:r w:rsidRPr="00821496">
        <w:t>aktualizovat</w:t>
      </w:r>
      <w:r w:rsidR="004A2DD9">
        <w:t>.</w:t>
      </w:r>
    </w:p>
    <w:p w14:paraId="47881A87" w14:textId="3878C040" w:rsidR="00DA0A2B" w:rsidRDefault="00110D67" w:rsidP="00DA0A2B">
      <w:pPr>
        <w:pStyle w:val="Nadpis2text"/>
      </w:pPr>
      <w:bookmarkStart w:id="54" w:name="_Toc173849530"/>
      <w:r>
        <w:t>Rovnice</w:t>
      </w:r>
      <w:bookmarkEnd w:id="54"/>
    </w:p>
    <w:p w14:paraId="6833F50D" w14:textId="5F61988B" w:rsidR="00DA0A2B" w:rsidRDefault="00110D67" w:rsidP="006A0994">
      <w:pPr>
        <w:pStyle w:val="Odstavec1Paragraph1"/>
      </w:pPr>
      <w:r>
        <w:t xml:space="preserve">Příklad vložených rovnic pomocí automatického textu (příkaz </w:t>
      </w:r>
      <w:r w:rsidR="00DA0A2B" w:rsidRPr="00DE78B4">
        <w:rPr>
          <w:b/>
          <w:bCs/>
        </w:rPr>
        <w:t>Vložit – Rovnice</w:t>
      </w:r>
      <w:r w:rsidRPr="00110D67">
        <w:t>)</w:t>
      </w:r>
      <w:r w:rsidR="00DA0A2B">
        <w:t>.</w:t>
      </w:r>
    </w:p>
    <w:p w14:paraId="2C4CDA00" w14:textId="77777777" w:rsidR="00DA0A2B" w:rsidRDefault="009571F6" w:rsidP="009571F6">
      <w:pPr>
        <w:pStyle w:val="TextprceText"/>
        <w:tabs>
          <w:tab w:val="left" w:pos="3402"/>
          <w:tab w:val="left" w:pos="7938"/>
        </w:tabs>
      </w:pPr>
      <w:r>
        <w:tab/>
      </w:r>
      <m:oMath>
        <m:sSup>
          <m:sSupPr>
            <m:ctrlPr>
              <w:rPr>
                <w:rFonts w:ascii="Cambria Math" w:hAnsi="Cambria Math"/>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c</m:t>
            </m:r>
          </m:e>
          <m:sup>
            <m:r>
              <w:rPr>
                <w:rFonts w:ascii="Cambria Math" w:hAnsi="Cambria Math"/>
              </w:rPr>
              <m:t>2</m:t>
            </m:r>
          </m:sup>
        </m:sSup>
      </m:oMath>
      <w:r>
        <w:tab/>
        <w:t>(1)</w:t>
      </w:r>
    </w:p>
    <w:p w14:paraId="1B540985" w14:textId="77777777" w:rsidR="00C2696E" w:rsidRPr="006274A8" w:rsidRDefault="009571F6" w:rsidP="009571F6">
      <w:pPr>
        <w:pStyle w:val="TextprceText"/>
        <w:tabs>
          <w:tab w:val="left" w:pos="3261"/>
          <w:tab w:val="left" w:pos="7938"/>
        </w:tabs>
      </w:pPr>
      <w:r>
        <w:tab/>
      </w:r>
      <m:oMath>
        <m:r>
          <w:rPr>
            <w:rFonts w:ascii="Cambria Math" w:hAnsi="Cambria Math" w:cs="Cambria Math"/>
          </w:rPr>
          <m:t>x</m:t>
        </m:r>
        <m:r>
          <m:rPr>
            <m:sty m:val="p"/>
          </m:rPr>
          <w:rPr>
            <w:rFonts w:ascii="Cambria Math" w:hAnsi="Cambria Math" w:cs="Cambria Math"/>
          </w:rPr>
          <m:t>=</m:t>
        </m:r>
        <m:f>
          <m:fPr>
            <m:ctrlPr>
              <w:rPr>
                <w:rFonts w:ascii="Cambria Math" w:hAnsi="Cambria Math"/>
              </w:rPr>
            </m:ctrlPr>
          </m:fPr>
          <m:num>
            <m:r>
              <m:rPr>
                <m:sty m:val="p"/>
              </m:rPr>
              <w:rPr>
                <w:rFonts w:ascii="Cambria Math" w:hAnsi="Cambria Math" w:cs="Cambria Math"/>
              </w:rPr>
              <m:t>-</m:t>
            </m:r>
            <m:r>
              <w:rPr>
                <w:rFonts w:ascii="Cambria Math" w:hAnsi="Cambria Math" w:cs="Cambria Math"/>
              </w:rPr>
              <m:t>b</m:t>
            </m:r>
            <m:r>
              <m:rPr>
                <m:sty m:val="p"/>
              </m:rPr>
              <w:rPr>
                <w:rFonts w:ascii="Cambria Math" w:hAnsi="Cambria Math" w:cs="Cambria Math"/>
              </w:rPr>
              <m:t>±</m:t>
            </m:r>
            <m:rad>
              <m:radPr>
                <m:degHide m:val="1"/>
                <m:ctrlPr>
                  <w:rPr>
                    <w:rFonts w:ascii="Cambria Math" w:hAnsi="Cambria Math"/>
                  </w:rPr>
                </m:ctrlPr>
              </m:radPr>
              <m:deg/>
              <m:e>
                <m:sSup>
                  <m:sSupPr>
                    <m:ctrlPr>
                      <w:rPr>
                        <w:rFonts w:ascii="Cambria Math" w:hAnsi="Cambria Math"/>
                      </w:rPr>
                    </m:ctrlPr>
                  </m:sSupPr>
                  <m:e>
                    <m:r>
                      <w:rPr>
                        <w:rFonts w:ascii="Cambria Math" w:hAnsi="Cambria Math" w:cs="Cambria Math"/>
                      </w:rPr>
                      <m:t>b</m:t>
                    </m:r>
                  </m:e>
                  <m:sup>
                    <m:r>
                      <m:rPr>
                        <m:sty m:val="p"/>
                      </m:rPr>
                      <w:rPr>
                        <w:rFonts w:ascii="Cambria Math" w:hAnsi="Cambria Math" w:cs="Cambria Math"/>
                      </w:rPr>
                      <m:t>2</m:t>
                    </m:r>
                  </m:sup>
                </m:sSup>
                <m:r>
                  <m:rPr>
                    <m:sty m:val="p"/>
                  </m:rPr>
                  <w:rPr>
                    <w:rFonts w:ascii="Cambria Math" w:hAnsi="Cambria Math" w:cs="Cambria Math"/>
                  </w:rPr>
                  <m:t>-4</m:t>
                </m:r>
                <m:r>
                  <w:rPr>
                    <w:rFonts w:ascii="Cambria Math" w:hAnsi="Cambria Math" w:cs="Cambria Math"/>
                  </w:rPr>
                  <m:t>ac</m:t>
                </m:r>
              </m:e>
            </m:rad>
          </m:num>
          <m:den>
            <m:r>
              <m:rPr>
                <m:sty m:val="p"/>
              </m:rPr>
              <w:rPr>
                <w:rFonts w:ascii="Cambria Math" w:hAnsi="Cambria Math" w:cs="Cambria Math"/>
              </w:rPr>
              <m:t>2</m:t>
            </m:r>
            <m:r>
              <w:rPr>
                <w:rFonts w:ascii="Cambria Math" w:hAnsi="Cambria Math" w:cs="Cambria Math"/>
              </w:rPr>
              <m:t>a</m:t>
            </m:r>
          </m:den>
        </m:f>
      </m:oMath>
      <w:r>
        <w:tab/>
        <w:t>(2)</w:t>
      </w:r>
    </w:p>
    <w:p w14:paraId="08037240" w14:textId="7851A970" w:rsidR="00D5484A" w:rsidRDefault="00D5484A" w:rsidP="00D5484A">
      <w:pPr>
        <w:pStyle w:val="Nadpis2text"/>
      </w:pPr>
      <w:bookmarkStart w:id="55" w:name="_Toc173849531"/>
      <w:r>
        <w:t>Zdrojový kód</w:t>
      </w:r>
      <w:bookmarkEnd w:id="55"/>
    </w:p>
    <w:p w14:paraId="06960793" w14:textId="77777777" w:rsidR="00F82BC7" w:rsidRPr="00146989" w:rsidRDefault="00F82BC7" w:rsidP="00F82BC7">
      <w:pPr>
        <w:pStyle w:val="Odstavec1Paragraph1"/>
      </w:pPr>
      <w:r w:rsidRPr="00146989">
        <w:t xml:space="preserve">Příklad zápisu zdrojového kódu, pro který je možné využít připravený styl </w:t>
      </w:r>
      <w:r w:rsidRPr="00146989">
        <w:rPr>
          <w:b/>
        </w:rPr>
        <w:t xml:space="preserve">Zdrojový kód/Program </w:t>
      </w:r>
      <w:proofErr w:type="spellStart"/>
      <w:r w:rsidRPr="00146989">
        <w:rPr>
          <w:b/>
        </w:rPr>
        <w:t>code</w:t>
      </w:r>
      <w:proofErr w:type="spellEnd"/>
      <w:r w:rsidRPr="00146989">
        <w:t>.</w:t>
      </w:r>
    </w:p>
    <w:p w14:paraId="02587C71" w14:textId="77777777" w:rsidR="00D5484A" w:rsidRDefault="00D5484A" w:rsidP="00D5484A">
      <w:pPr>
        <w:pStyle w:val="ZdrojovkdProgramcode"/>
      </w:pPr>
      <w:r>
        <w:t># Funkce pro výpočet faktoriálu</w:t>
      </w:r>
    </w:p>
    <w:p w14:paraId="0E768853" w14:textId="77777777" w:rsidR="00D5484A" w:rsidRDefault="00D5484A" w:rsidP="00D5484A">
      <w:pPr>
        <w:pStyle w:val="ZdrojovkdProgramcode"/>
      </w:pPr>
      <w:proofErr w:type="spellStart"/>
      <w:r>
        <w:t>def</w:t>
      </w:r>
      <w:proofErr w:type="spellEnd"/>
      <w:r>
        <w:t xml:space="preserve"> </w:t>
      </w:r>
      <w:proofErr w:type="spellStart"/>
      <w:r>
        <w:t>factorial</w:t>
      </w:r>
      <w:proofErr w:type="spellEnd"/>
      <w:r>
        <w:t>(n):</w:t>
      </w:r>
    </w:p>
    <w:p w14:paraId="7C2FC36E" w14:textId="77777777" w:rsidR="00D5484A" w:rsidRDefault="00D5484A" w:rsidP="00D5484A">
      <w:pPr>
        <w:pStyle w:val="ZdrojovkdProgramcode"/>
        <w:ind w:firstLine="0"/>
      </w:pPr>
      <w:proofErr w:type="spellStart"/>
      <w:r>
        <w:t>if</w:t>
      </w:r>
      <w:proofErr w:type="spellEnd"/>
      <w:r>
        <w:t xml:space="preserve"> n == 0:</w:t>
      </w:r>
    </w:p>
    <w:p w14:paraId="2A284B46" w14:textId="524A01B1" w:rsidR="00D5484A" w:rsidRDefault="00D5484A" w:rsidP="00D5484A">
      <w:pPr>
        <w:pStyle w:val="ZdrojovkdProgramcode"/>
        <w:ind w:firstLine="141"/>
      </w:pPr>
      <w:r>
        <w:t>return 1</w:t>
      </w:r>
    </w:p>
    <w:p w14:paraId="66DC961E" w14:textId="63DD849A" w:rsidR="00D5484A" w:rsidRDefault="00D5484A" w:rsidP="00D5484A">
      <w:pPr>
        <w:pStyle w:val="ZdrojovkdProgramcode"/>
        <w:ind w:firstLine="0"/>
      </w:pPr>
      <w:proofErr w:type="spellStart"/>
      <w:r>
        <w:t>else</w:t>
      </w:r>
      <w:proofErr w:type="spellEnd"/>
      <w:r>
        <w:t>:</w:t>
      </w:r>
    </w:p>
    <w:p w14:paraId="3777E6FF" w14:textId="4CD658A0" w:rsidR="00D5484A" w:rsidRDefault="00D5484A" w:rsidP="00D5484A">
      <w:pPr>
        <w:pStyle w:val="ZdrojovkdProgramcode"/>
        <w:ind w:firstLine="141"/>
      </w:pPr>
      <w:r>
        <w:t xml:space="preserve">return n * </w:t>
      </w:r>
      <w:proofErr w:type="spellStart"/>
      <w:r>
        <w:t>factorial</w:t>
      </w:r>
      <w:proofErr w:type="spellEnd"/>
      <w:r>
        <w:t>(n - 1)</w:t>
      </w:r>
    </w:p>
    <w:p w14:paraId="0DE5A646" w14:textId="77777777" w:rsidR="00D5484A" w:rsidRDefault="00D5484A" w:rsidP="00D5484A">
      <w:pPr>
        <w:pStyle w:val="ZdrojovkdProgramcode"/>
      </w:pPr>
    </w:p>
    <w:p w14:paraId="3E28728B" w14:textId="77777777" w:rsidR="00D5484A" w:rsidRDefault="00D5484A" w:rsidP="00D5484A">
      <w:pPr>
        <w:pStyle w:val="ZdrojovkdProgramcode"/>
      </w:pPr>
      <w:r>
        <w:t># Získání vstupu od uživatele</w:t>
      </w:r>
    </w:p>
    <w:p w14:paraId="30BF114B" w14:textId="77777777" w:rsidR="00D5484A" w:rsidRDefault="00D5484A" w:rsidP="00D5484A">
      <w:pPr>
        <w:pStyle w:val="ZdrojovkdProgramcode"/>
      </w:pPr>
      <w:proofErr w:type="spellStart"/>
      <w:r>
        <w:t>number</w:t>
      </w:r>
      <w:proofErr w:type="spellEnd"/>
      <w:r>
        <w:t xml:space="preserve"> = </w:t>
      </w:r>
      <w:proofErr w:type="spellStart"/>
      <w:r>
        <w:t>int</w:t>
      </w:r>
      <w:proofErr w:type="spellEnd"/>
      <w:r>
        <w:t>(input("Zadejte číslo: "))</w:t>
      </w:r>
    </w:p>
    <w:p w14:paraId="2D073912" w14:textId="77777777" w:rsidR="00D5484A" w:rsidRDefault="00D5484A" w:rsidP="00D5484A">
      <w:pPr>
        <w:pStyle w:val="ZdrojovkdProgramcode"/>
      </w:pPr>
    </w:p>
    <w:p w14:paraId="092544AE" w14:textId="77777777" w:rsidR="00D5484A" w:rsidRDefault="00D5484A" w:rsidP="00D5484A">
      <w:pPr>
        <w:pStyle w:val="ZdrojovkdProgramcode"/>
      </w:pPr>
      <w:r>
        <w:t># Výpočet faktoriálu</w:t>
      </w:r>
    </w:p>
    <w:p w14:paraId="75C87238" w14:textId="77777777" w:rsidR="00D5484A" w:rsidRDefault="00D5484A" w:rsidP="00D5484A">
      <w:pPr>
        <w:pStyle w:val="ZdrojovkdProgramcode"/>
      </w:pPr>
      <w:proofErr w:type="spellStart"/>
      <w:r>
        <w:t>result</w:t>
      </w:r>
      <w:proofErr w:type="spellEnd"/>
      <w:r>
        <w:t xml:space="preserve"> = </w:t>
      </w:r>
      <w:proofErr w:type="spellStart"/>
      <w:r>
        <w:t>factorial</w:t>
      </w:r>
      <w:proofErr w:type="spellEnd"/>
      <w:r>
        <w:t>(</w:t>
      </w:r>
      <w:proofErr w:type="spellStart"/>
      <w:r>
        <w:t>number</w:t>
      </w:r>
      <w:proofErr w:type="spellEnd"/>
      <w:r>
        <w:t>)</w:t>
      </w:r>
    </w:p>
    <w:p w14:paraId="25D2B23A" w14:textId="77777777" w:rsidR="00D5484A" w:rsidRDefault="00D5484A" w:rsidP="00D5484A">
      <w:pPr>
        <w:pStyle w:val="ZdrojovkdProgramcode"/>
      </w:pPr>
    </w:p>
    <w:p w14:paraId="1F0C137E" w14:textId="77777777" w:rsidR="00D5484A" w:rsidRDefault="00D5484A" w:rsidP="00D5484A">
      <w:pPr>
        <w:pStyle w:val="ZdrojovkdProgramcode"/>
      </w:pPr>
      <w:r>
        <w:t># Výpis výsledku</w:t>
      </w:r>
    </w:p>
    <w:p w14:paraId="674A8967" w14:textId="171713BB" w:rsidR="00110D67" w:rsidRDefault="00D5484A" w:rsidP="00D5484A">
      <w:pPr>
        <w:pStyle w:val="ZdrojovkdProgramcode"/>
      </w:pPr>
      <w:proofErr w:type="spellStart"/>
      <w:r>
        <w:t>print</w:t>
      </w:r>
      <w:proofErr w:type="spellEnd"/>
      <w:r>
        <w:t>(</w:t>
      </w:r>
      <w:proofErr w:type="spellStart"/>
      <w:r>
        <w:t>f"Faktoriál</w:t>
      </w:r>
      <w:proofErr w:type="spellEnd"/>
      <w:r>
        <w:t xml:space="preserve"> čísla {</w:t>
      </w:r>
      <w:proofErr w:type="spellStart"/>
      <w:r>
        <w:t>number</w:t>
      </w:r>
      <w:proofErr w:type="spellEnd"/>
      <w:r>
        <w:t>} je {</w:t>
      </w:r>
      <w:proofErr w:type="spellStart"/>
      <w:r>
        <w:t>result</w:t>
      </w:r>
      <w:proofErr w:type="spellEnd"/>
      <w:r>
        <w:t>}")</w:t>
      </w:r>
    </w:p>
    <w:p w14:paraId="1A93CDE8" w14:textId="77777777" w:rsidR="0059196E" w:rsidRPr="00701DED" w:rsidRDefault="0059196E" w:rsidP="005405AF">
      <w:pPr>
        <w:pStyle w:val="TextprceText"/>
        <w:ind w:firstLine="0"/>
      </w:pPr>
    </w:p>
    <w:p w14:paraId="6A89872B" w14:textId="5AAA6233" w:rsidR="008219A3" w:rsidRDefault="00E25BCC" w:rsidP="0059196E">
      <w:pPr>
        <w:pStyle w:val="Nadpis1text"/>
      </w:pPr>
      <w:bookmarkStart w:id="56" w:name="_Toc173849532"/>
      <w:r>
        <w:t>Nadpis hlavní kapitoly</w:t>
      </w:r>
      <w:bookmarkEnd w:id="56"/>
    </w:p>
    <w:p w14:paraId="70755B5F" w14:textId="3933E531" w:rsidR="00CF251C" w:rsidRDefault="00E25BCC" w:rsidP="00E25BCC">
      <w:pPr>
        <w:pStyle w:val="Odstavec1Paragraph1"/>
      </w:pPr>
      <w:r>
        <w:t>Text čtvrté hlavní kapitoly.</w:t>
      </w:r>
    </w:p>
    <w:p w14:paraId="16EC4EC9" w14:textId="3A8B2461" w:rsidR="00E25BCC" w:rsidRDefault="00E25BCC" w:rsidP="00E25BCC">
      <w:pPr>
        <w:pStyle w:val="Nadpis2text"/>
      </w:pPr>
      <w:bookmarkStart w:id="57" w:name="_Toc173849533"/>
      <w:r>
        <w:t>Podnadpis A</w:t>
      </w:r>
      <w:bookmarkEnd w:id="57"/>
    </w:p>
    <w:p w14:paraId="0CC9B421" w14:textId="669C1070" w:rsidR="0059196E" w:rsidRDefault="00E25BCC" w:rsidP="00E25BCC">
      <w:pPr>
        <w:pStyle w:val="Odstavec1Paragraph1"/>
      </w:pPr>
      <w:r>
        <w:t>Text podkapitoly.</w:t>
      </w:r>
    </w:p>
    <w:p w14:paraId="0C2F92E6" w14:textId="46319EFE" w:rsidR="00FB553A" w:rsidRDefault="00FB553A" w:rsidP="00FB553A">
      <w:pPr>
        <w:pStyle w:val="Nadpis2text"/>
      </w:pPr>
      <w:bookmarkStart w:id="58" w:name="_Toc173849534"/>
      <w:r>
        <w:t>Podnadpis B</w:t>
      </w:r>
      <w:bookmarkEnd w:id="58"/>
    </w:p>
    <w:p w14:paraId="78AD501C" w14:textId="13F9A60D" w:rsidR="00FB553A" w:rsidRPr="00FB553A" w:rsidRDefault="00FB553A" w:rsidP="00FB553A">
      <w:pPr>
        <w:pStyle w:val="Odstavec1Paragraph1"/>
      </w:pPr>
      <w:r>
        <w:t>Text podkapitoly.</w:t>
      </w:r>
    </w:p>
    <w:p w14:paraId="0B6C7ADA" w14:textId="60BDEE92" w:rsidR="00E25BCC" w:rsidRPr="00E25BCC" w:rsidRDefault="00E25BCC" w:rsidP="00E25BCC">
      <w:r>
        <w:br w:type="page"/>
      </w:r>
    </w:p>
    <w:p w14:paraId="64809692" w14:textId="4D40046B" w:rsidR="009A5DCE" w:rsidRDefault="00696E38" w:rsidP="00652D33">
      <w:pPr>
        <w:pStyle w:val="vodzvrIntroductionConclusion"/>
      </w:pPr>
      <w:bookmarkStart w:id="59" w:name="_Toc173849535"/>
      <w:bookmarkEnd w:id="34"/>
      <w:bookmarkEnd w:id="35"/>
      <w:bookmarkEnd w:id="36"/>
      <w:bookmarkEnd w:id="37"/>
      <w:r>
        <w:t>Závěr</w:t>
      </w:r>
      <w:bookmarkEnd w:id="59"/>
    </w:p>
    <w:p w14:paraId="2BF64A59" w14:textId="25103482" w:rsidR="00E25BCC" w:rsidRDefault="00E25BCC" w:rsidP="00E25BCC">
      <w:pPr>
        <w:pStyle w:val="Odstavec1Paragraph1"/>
      </w:pPr>
      <w:r>
        <w:t>Text závěru práce.</w:t>
      </w:r>
    </w:p>
    <w:p w14:paraId="3D8056ED" w14:textId="6DA1085C" w:rsidR="00365597" w:rsidRDefault="00365597" w:rsidP="00365597">
      <w:pPr>
        <w:pStyle w:val="TextprceText"/>
        <w:ind w:firstLine="0"/>
      </w:pPr>
    </w:p>
    <w:p w14:paraId="55CAAE67" w14:textId="36F63B02" w:rsidR="00365597" w:rsidRDefault="00365597" w:rsidP="00365597">
      <w:pPr>
        <w:pStyle w:val="TextprceText"/>
        <w:ind w:firstLine="0"/>
      </w:pPr>
    </w:p>
    <w:p w14:paraId="27E8FA44" w14:textId="77777777" w:rsidR="00365597" w:rsidRDefault="00365597" w:rsidP="00365597">
      <w:pPr>
        <w:pStyle w:val="TextprceText"/>
        <w:ind w:firstLine="0"/>
        <w:sectPr w:rsidR="00365597" w:rsidSect="006D5560">
          <w:headerReference w:type="even" r:id="rId17"/>
          <w:headerReference w:type="default" r:id="rId18"/>
          <w:type w:val="oddPage"/>
          <w:pgSz w:w="11906" w:h="16838" w:code="9"/>
          <w:pgMar w:top="1701" w:right="1134" w:bottom="1134" w:left="1134" w:header="851" w:footer="709" w:gutter="851"/>
          <w:cols w:space="708"/>
          <w:docGrid w:linePitch="360"/>
        </w:sectPr>
      </w:pPr>
    </w:p>
    <w:p w14:paraId="6138749B" w14:textId="40F82AAF" w:rsidR="0044149D" w:rsidRDefault="00696E38" w:rsidP="0044149D">
      <w:pPr>
        <w:pStyle w:val="vodzvrIntroductionConclusion"/>
      </w:pPr>
      <w:bookmarkStart w:id="60" w:name="_Toc173849536"/>
      <w:r>
        <w:t>Seznam použité literatury</w:t>
      </w:r>
      <w:bookmarkEnd w:id="60"/>
    </w:p>
    <w:p w14:paraId="4DDE45B6" w14:textId="133D0026" w:rsidR="0044149D" w:rsidRDefault="00367711" w:rsidP="003C64C0">
      <w:pPr>
        <w:pStyle w:val="Odstavec1Paragraph1"/>
      </w:pPr>
      <w:r>
        <w:t xml:space="preserve">Seznam použité literatury musí být vždy vypracován podle </w:t>
      </w:r>
      <w:r w:rsidR="00C2696E">
        <w:t>použité citační normy v rámci závěrečné práce</w:t>
      </w:r>
      <w:r>
        <w:t xml:space="preserve">. </w:t>
      </w:r>
      <w:r w:rsidR="00DE78B4">
        <w:t xml:space="preserve">Následující ukázky seznamu použité literatury vychází z citační normy ČSN ISO 690:2022, kde </w:t>
      </w:r>
      <w:r>
        <w:t>se řazení seznamu řídí zvolenou metodou odkazování</w:t>
      </w:r>
      <w:r w:rsidR="00C2696E">
        <w:t>.</w:t>
      </w:r>
    </w:p>
    <w:p w14:paraId="5A1A1565" w14:textId="77777777" w:rsidR="00E325A0" w:rsidRDefault="00E325A0" w:rsidP="003C64C0">
      <w:pPr>
        <w:pStyle w:val="TextprceText"/>
        <w:ind w:firstLine="0"/>
        <w:rPr>
          <w:b/>
          <w:color w:val="auto"/>
        </w:rPr>
      </w:pPr>
    </w:p>
    <w:p w14:paraId="31851424" w14:textId="75329AF6" w:rsidR="00E325A0" w:rsidRPr="00E25BCC" w:rsidRDefault="00E325A0" w:rsidP="00E325A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xml:space="preserve">. </w:t>
      </w:r>
      <w:r w:rsidR="007C4680">
        <w:rPr>
          <w:b/>
          <w:color w:val="auto"/>
        </w:rPr>
        <w:t>1</w:t>
      </w:r>
      <w:r w:rsidRPr="00E25BCC">
        <w:rPr>
          <w:b/>
          <w:color w:val="auto"/>
        </w:rPr>
        <w:t xml:space="preserve"> – metoda číselného odkazu, řazení dle výskytu v textu</w:t>
      </w:r>
    </w:p>
    <w:p w14:paraId="596272BB" w14:textId="77777777" w:rsidR="00E325A0" w:rsidRDefault="00E325A0" w:rsidP="00D46D26">
      <w:pPr>
        <w:pStyle w:val="PouitzdrojeLiterature"/>
        <w:numPr>
          <w:ilvl w:val="0"/>
          <w:numId w:val="50"/>
        </w:numPr>
        <w:ind w:left="426" w:hanging="426"/>
      </w:pPr>
      <w:r w:rsidRPr="0017688F">
        <w:t xml:space="preserve">WEINBERG, Steven. </w:t>
      </w:r>
      <w:r w:rsidRPr="0017688F">
        <w:rPr>
          <w:i/>
        </w:rPr>
        <w:t>První tři minuty: moderní pohled na počátek vesmíru.</w:t>
      </w:r>
      <w:r w:rsidRPr="0017688F">
        <w:t xml:space="preserve"> 2.</w:t>
      </w:r>
      <w:r>
        <w:t> </w:t>
      </w:r>
      <w:r w:rsidRPr="0017688F">
        <w:t>aktualizované vydání. Michal HORÁK (překladatel). Praha: Mladá fronta, 1998. ISBN 80-204-0700-6.</w:t>
      </w:r>
    </w:p>
    <w:p w14:paraId="30D85EFB" w14:textId="77777777" w:rsidR="00E325A0" w:rsidRPr="0017688F" w:rsidRDefault="00E325A0" w:rsidP="00D46D26">
      <w:pPr>
        <w:pStyle w:val="PouitzdrojeLiterature"/>
        <w:numPr>
          <w:ilvl w:val="0"/>
          <w:numId w:val="50"/>
        </w:numPr>
        <w:ind w:left="426" w:hanging="426"/>
      </w:pPr>
      <w:r w:rsidRPr="0017688F">
        <w:t xml:space="preserve">GREGOR, Miloš a VEJVODOVÁ, Petra.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xml:space="preserve">, dezinformacích a manipulacích!!!. </w:t>
      </w:r>
      <w:r w:rsidRPr="0017688F">
        <w:t xml:space="preserve">Brno: </w:t>
      </w:r>
      <w:proofErr w:type="spellStart"/>
      <w:r w:rsidRPr="0017688F">
        <w:t>CPress</w:t>
      </w:r>
      <w:proofErr w:type="spellEnd"/>
      <w:r w:rsidRPr="0017688F">
        <w:t>, 2018. ISBN 978-80-2641-805-4.</w:t>
      </w:r>
    </w:p>
    <w:p w14:paraId="77C07E00" w14:textId="77777777" w:rsidR="00E325A0" w:rsidRPr="0017688F" w:rsidRDefault="00E325A0" w:rsidP="00D46D26">
      <w:pPr>
        <w:pStyle w:val="PouitzdrojeLiterature"/>
        <w:numPr>
          <w:ilvl w:val="0"/>
          <w:numId w:val="50"/>
        </w:numPr>
        <w:ind w:left="426" w:hanging="426"/>
      </w:pPr>
      <w:r w:rsidRPr="00E0477F">
        <w:t xml:space="preserve">HOLMEROVÁ, Iva. </w:t>
      </w:r>
      <w:r w:rsidRPr="00E0477F">
        <w:rPr>
          <w:i/>
        </w:rPr>
        <w:t>Minimum akademického bontonu, aneb, Jak neuklouznout nejen na akademické půdě.</w:t>
      </w:r>
      <w:r w:rsidRPr="00E0477F">
        <w:t xml:space="preserve"> Praha: Grada, 2014. ISBN 9788024754277.</w:t>
      </w:r>
    </w:p>
    <w:p w14:paraId="6122A767" w14:textId="576DF88D" w:rsidR="00AE14E4" w:rsidRDefault="00AE14E4" w:rsidP="00E325A0">
      <w:pPr>
        <w:pStyle w:val="PouitzdrojeLiterature"/>
      </w:pPr>
      <w:r w:rsidRPr="00AE14E4">
        <w:t xml:space="preserve"> </w:t>
      </w:r>
    </w:p>
    <w:p w14:paraId="63324F47" w14:textId="204A8F22" w:rsidR="007C4680" w:rsidRPr="00E25BCC" w:rsidRDefault="007C4680" w:rsidP="007C468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2</w:t>
      </w:r>
      <w:r w:rsidRPr="00E25BCC">
        <w:rPr>
          <w:b/>
          <w:color w:val="auto"/>
        </w:rPr>
        <w:t xml:space="preserve"> – Harvardský styl odkazování v textu (metoda jméno-datum), řazení dle abecedy podle příjmení autora</w:t>
      </w:r>
    </w:p>
    <w:p w14:paraId="1C184E88" w14:textId="77777777" w:rsidR="007C4680" w:rsidRPr="0017688F" w:rsidRDefault="007C4680" w:rsidP="007C4680">
      <w:pPr>
        <w:pStyle w:val="PouitzdrojeLiterature"/>
      </w:pPr>
      <w:r w:rsidRPr="0017688F">
        <w:t>CÉZAR, Jan</w:t>
      </w:r>
      <w:r>
        <w:t>, 2007</w:t>
      </w:r>
      <w:r w:rsidRPr="0017688F">
        <w:t xml:space="preserve">. </w:t>
      </w:r>
      <w:r w:rsidRPr="00543E31">
        <w:rPr>
          <w:i/>
          <w:iCs/>
        </w:rPr>
        <w:t>I zázrak potřebuje reklamu: pestrý průvodce světem reklamní a marketingové komunikace.</w:t>
      </w:r>
      <w:r w:rsidRPr="0017688F">
        <w:t xml:space="preserve"> Brno: </w:t>
      </w:r>
      <w:proofErr w:type="spellStart"/>
      <w:r w:rsidRPr="0017688F">
        <w:t>Computer</w:t>
      </w:r>
      <w:proofErr w:type="spellEnd"/>
      <w:r w:rsidRPr="0017688F">
        <w:t xml:space="preserve"> </w:t>
      </w:r>
      <w:proofErr w:type="spellStart"/>
      <w:r w:rsidRPr="0017688F">
        <w:t>Press</w:t>
      </w:r>
      <w:proofErr w:type="spellEnd"/>
      <w:r w:rsidRPr="0017688F">
        <w:t xml:space="preserve">. ISBN 978-80-251-1688-3. </w:t>
      </w:r>
    </w:p>
    <w:p w14:paraId="6B8974EC" w14:textId="77777777" w:rsidR="007C4680" w:rsidRDefault="007C4680" w:rsidP="007C4680">
      <w:pPr>
        <w:pStyle w:val="PouitzdrojeLiterature"/>
      </w:pPr>
      <w:r w:rsidRPr="0017688F">
        <w:t>GREGOR, Miloš a VEJVODOVÁ, Petra</w:t>
      </w:r>
      <w:r>
        <w:t>, 2018</w:t>
      </w:r>
      <w:r w:rsidRPr="0017688F">
        <w:t xml:space="preserve">.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xml:space="preserve">, dezinformacích a manipulacích!!!. </w:t>
      </w:r>
      <w:r w:rsidRPr="0017688F">
        <w:t xml:space="preserve">Brno: </w:t>
      </w:r>
      <w:proofErr w:type="spellStart"/>
      <w:r w:rsidRPr="0017688F">
        <w:t>CPress</w:t>
      </w:r>
      <w:proofErr w:type="spellEnd"/>
      <w:r w:rsidRPr="0017688F">
        <w:t>,. ISBN 978-80-2641-805-4.</w:t>
      </w:r>
    </w:p>
    <w:p w14:paraId="13576072" w14:textId="77777777" w:rsidR="007C4680" w:rsidRPr="005A4456" w:rsidRDefault="007C4680" w:rsidP="007C4680">
      <w:pPr>
        <w:pStyle w:val="PouitzdrojeLiterature"/>
      </w:pPr>
      <w:r w:rsidRPr="00E0477F">
        <w:t>HOLMEROVÁ, Iva</w:t>
      </w:r>
      <w:r>
        <w:t>, 2014</w:t>
      </w:r>
      <w:r w:rsidRPr="00E0477F">
        <w:t xml:space="preserve">. </w:t>
      </w:r>
      <w:r w:rsidRPr="00E0477F">
        <w:rPr>
          <w:i/>
        </w:rPr>
        <w:t>Minimum akademického bontonu, aneb, Jak neuklouznout nejen na akademické půdě.</w:t>
      </w:r>
      <w:r>
        <w:t xml:space="preserve"> Praha: Grada</w:t>
      </w:r>
      <w:r w:rsidRPr="00E0477F">
        <w:t>. ISBN 9788024754277.</w:t>
      </w:r>
    </w:p>
    <w:p w14:paraId="1A1BBFAC" w14:textId="77777777" w:rsidR="007C4680" w:rsidRDefault="007C4680" w:rsidP="007C4680">
      <w:pPr>
        <w:pStyle w:val="PouitzdrojeLiterature"/>
      </w:pPr>
      <w:r w:rsidRPr="0017688F">
        <w:t>KOŇÁK, Tomáš</w:t>
      </w:r>
      <w:r>
        <w:t>, 2011</w:t>
      </w:r>
      <w:r w:rsidRPr="0017688F">
        <w:t xml:space="preserve">. Protidrogová politika a praxe ve VS ČR. </w:t>
      </w:r>
      <w:r w:rsidRPr="0017688F">
        <w:rPr>
          <w:i/>
        </w:rPr>
        <w:t xml:space="preserve">České vězeňství: čtvrtletník pro vězeňství a kriminální prevenci. </w:t>
      </w:r>
      <w:r>
        <w:t>R</w:t>
      </w:r>
      <w:r w:rsidRPr="0017688F">
        <w:t>oč. 19, č. 3, s. 14–16. ISSN 1213-9297.</w:t>
      </w:r>
    </w:p>
    <w:p w14:paraId="30E52E69" w14:textId="5EEDDE6C" w:rsidR="007C4680" w:rsidRDefault="007C4680" w:rsidP="00E325A0">
      <w:pPr>
        <w:pStyle w:val="PouitzdrojeLiterature"/>
      </w:pPr>
    </w:p>
    <w:p w14:paraId="667ABD15" w14:textId="77777777" w:rsidR="0092551E" w:rsidRDefault="0092551E" w:rsidP="00E325A0">
      <w:pPr>
        <w:pStyle w:val="PouitzdrojeLiterature"/>
      </w:pPr>
    </w:p>
    <w:p w14:paraId="2854D273" w14:textId="77777777" w:rsidR="0092551E" w:rsidRDefault="0092551E" w:rsidP="00E325A0">
      <w:pPr>
        <w:pStyle w:val="PouitzdrojeLiterature"/>
        <w:sectPr w:rsidR="0092551E" w:rsidSect="006D5560">
          <w:type w:val="oddPage"/>
          <w:pgSz w:w="11906" w:h="16838" w:code="9"/>
          <w:pgMar w:top="1701" w:right="1134" w:bottom="1134" w:left="1134" w:header="851" w:footer="709" w:gutter="851"/>
          <w:cols w:space="708"/>
          <w:docGrid w:linePitch="360"/>
        </w:sectPr>
      </w:pPr>
    </w:p>
    <w:p w14:paraId="097D0C8A" w14:textId="77777777" w:rsidR="00AE14E4" w:rsidRPr="00C2696E" w:rsidRDefault="00AE14E4" w:rsidP="00AE14E4">
      <w:pPr>
        <w:pStyle w:val="TextprceText"/>
        <w:rPr>
          <w:color w:val="auto"/>
        </w:rPr>
      </w:pPr>
    </w:p>
    <w:p w14:paraId="6409B4BC" w14:textId="39266EF7" w:rsidR="0044149D" w:rsidRDefault="00696E38" w:rsidP="0044149D">
      <w:pPr>
        <w:pStyle w:val="vodzvrIntroductionConclusion"/>
      </w:pPr>
      <w:bookmarkStart w:id="61" w:name="_Toc173849537"/>
      <w:r>
        <w:t>Seznam obrázků</w:t>
      </w:r>
      <w:bookmarkEnd w:id="61"/>
    </w:p>
    <w:p w14:paraId="1B7B5860" w14:textId="240B0DD7" w:rsidR="000651C3"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"Obrázek" </w:instrText>
      </w:r>
      <w:r>
        <w:fldChar w:fldCharType="separate"/>
      </w:r>
      <w:hyperlink w:anchor="_Toc173623594" w:history="1">
        <w:r w:rsidR="000651C3" w:rsidRPr="00E37453">
          <w:rPr>
            <w:rStyle w:val="Hypertextovodkaz"/>
            <w:noProof/>
          </w:rPr>
          <w:t>Obrázek 1 Popisek obrázku</w:t>
        </w:r>
        <w:r w:rsidR="000651C3">
          <w:rPr>
            <w:noProof/>
            <w:webHidden/>
          </w:rPr>
          <w:tab/>
        </w:r>
        <w:r w:rsidR="000651C3">
          <w:rPr>
            <w:noProof/>
            <w:webHidden/>
          </w:rPr>
          <w:fldChar w:fldCharType="begin"/>
        </w:r>
        <w:r w:rsidR="000651C3">
          <w:rPr>
            <w:noProof/>
            <w:webHidden/>
          </w:rPr>
          <w:instrText xml:space="preserve"> PAGEREF _Toc173623594 \h </w:instrText>
        </w:r>
        <w:r w:rsidR="000651C3">
          <w:rPr>
            <w:noProof/>
            <w:webHidden/>
          </w:rPr>
        </w:r>
        <w:r w:rsidR="000651C3">
          <w:rPr>
            <w:noProof/>
            <w:webHidden/>
          </w:rPr>
          <w:fldChar w:fldCharType="separate"/>
        </w:r>
        <w:r w:rsidR="00A11805">
          <w:rPr>
            <w:noProof/>
            <w:webHidden/>
          </w:rPr>
          <w:t>17</w:t>
        </w:r>
        <w:r w:rsidR="000651C3">
          <w:rPr>
            <w:noProof/>
            <w:webHidden/>
          </w:rPr>
          <w:fldChar w:fldCharType="end"/>
        </w:r>
      </w:hyperlink>
    </w:p>
    <w:p w14:paraId="5F633D19" w14:textId="65FA22BB" w:rsidR="00E25BCC" w:rsidRDefault="00BF1FCC" w:rsidP="00E25BCC">
      <w:pPr>
        <w:pStyle w:val="TextprceText"/>
        <w:ind w:firstLine="0"/>
      </w:pPr>
      <w:r>
        <w:fldChar w:fldCharType="end"/>
      </w:r>
    </w:p>
    <w:p w14:paraId="2EEAC5E6" w14:textId="702BE7A9" w:rsidR="0044149D" w:rsidRDefault="0044149D" w:rsidP="00E25BCC">
      <w:pPr>
        <w:pStyle w:val="TextprceText"/>
      </w:pPr>
      <w:r>
        <w:br w:type="page"/>
      </w:r>
    </w:p>
    <w:p w14:paraId="7FB6D1AE" w14:textId="62406A22" w:rsidR="0044149D" w:rsidRDefault="00696E38" w:rsidP="0044149D">
      <w:pPr>
        <w:pStyle w:val="vodzvrIntroductionConclusion"/>
      </w:pPr>
      <w:bookmarkStart w:id="62" w:name="_Toc173849538"/>
      <w:r>
        <w:t>Seznam tabulek</w:t>
      </w:r>
      <w:bookmarkEnd w:id="62"/>
    </w:p>
    <w:p w14:paraId="7FB264F8" w14:textId="0B84AFC3" w:rsidR="007C65FB"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"Tabulka" </w:instrText>
      </w:r>
      <w:r>
        <w:fldChar w:fldCharType="separate"/>
      </w:r>
      <w:hyperlink w:anchor="_Toc173262262" w:history="1">
        <w:r w:rsidR="007C65FB" w:rsidRPr="001A7319">
          <w:rPr>
            <w:rStyle w:val="Hypertextovodkaz"/>
            <w:noProof/>
          </w:rPr>
          <w:t>Tabulka 1 Popisek tabulky</w:t>
        </w:r>
        <w:r w:rsidR="007C65FB">
          <w:rPr>
            <w:noProof/>
            <w:webHidden/>
          </w:rPr>
          <w:tab/>
        </w:r>
        <w:r w:rsidR="007C65FB">
          <w:rPr>
            <w:noProof/>
            <w:webHidden/>
          </w:rPr>
          <w:fldChar w:fldCharType="begin"/>
        </w:r>
        <w:r w:rsidR="007C65FB">
          <w:rPr>
            <w:noProof/>
            <w:webHidden/>
          </w:rPr>
          <w:instrText xml:space="preserve"> PAGEREF _Toc173262262 \h </w:instrText>
        </w:r>
        <w:r w:rsidR="007C65FB">
          <w:rPr>
            <w:noProof/>
            <w:webHidden/>
          </w:rPr>
        </w:r>
        <w:r w:rsidR="007C65FB">
          <w:rPr>
            <w:noProof/>
            <w:webHidden/>
          </w:rPr>
          <w:fldChar w:fldCharType="separate"/>
        </w:r>
        <w:r w:rsidR="00A11805">
          <w:rPr>
            <w:noProof/>
            <w:webHidden/>
          </w:rPr>
          <w:t>17</w:t>
        </w:r>
        <w:r w:rsidR="007C65FB">
          <w:rPr>
            <w:noProof/>
            <w:webHidden/>
          </w:rPr>
          <w:fldChar w:fldCharType="end"/>
        </w:r>
      </w:hyperlink>
    </w:p>
    <w:p w14:paraId="71458849" w14:textId="7D2BC7E9" w:rsidR="00F00C75" w:rsidRPr="00821496" w:rsidRDefault="00BF1FCC" w:rsidP="00E25BCC">
      <w:pPr>
        <w:pStyle w:val="TextprceText"/>
        <w:ind w:firstLine="0"/>
      </w:pPr>
      <w:r>
        <w:fldChar w:fldCharType="end"/>
      </w:r>
    </w:p>
    <w:p w14:paraId="2B66923A" w14:textId="40E7771E" w:rsidR="007531EB" w:rsidRDefault="007531EB">
      <w:r>
        <w:br w:type="page"/>
      </w:r>
    </w:p>
    <w:p w14:paraId="244BA1A9" w14:textId="3FB40729" w:rsidR="007531EB" w:rsidRDefault="00696E38" w:rsidP="007531EB">
      <w:pPr>
        <w:pStyle w:val="vodzvrIntroductionConclusion"/>
      </w:pPr>
      <w:bookmarkStart w:id="63" w:name="_Toc22666759"/>
      <w:bookmarkStart w:id="64" w:name="_Toc173849539"/>
      <w:r>
        <w:t>S</w:t>
      </w:r>
      <w:r w:rsidR="007531EB">
        <w:t>eznam použitých symbolů a zkratek</w:t>
      </w:r>
      <w:bookmarkEnd w:id="63"/>
      <w:bookmarkEnd w:id="64"/>
    </w:p>
    <w:p w14:paraId="04858C0B" w14:textId="6D54C354" w:rsidR="007531EB" w:rsidRDefault="007531EB" w:rsidP="003C64C0">
      <w:pPr>
        <w:pStyle w:val="Odstavec1Paragraph1"/>
      </w:pPr>
      <w:r>
        <w:t>A</w:t>
      </w:r>
      <w:r>
        <w:tab/>
        <w:t>Význam první zkratky</w:t>
      </w:r>
    </w:p>
    <w:p w14:paraId="125A2597" w14:textId="77777777" w:rsidR="007531EB" w:rsidRDefault="007531EB" w:rsidP="003C64C0">
      <w:pPr>
        <w:pStyle w:val="Odstavec1Paragraph1"/>
      </w:pPr>
      <w:r>
        <w:t>B</w:t>
      </w:r>
      <w:r>
        <w:tab/>
        <w:t>Význam druhé zkratky</w:t>
      </w:r>
    </w:p>
    <w:p w14:paraId="2760D00C" w14:textId="77777777" w:rsidR="007531EB" w:rsidRDefault="007531EB" w:rsidP="003C64C0">
      <w:pPr>
        <w:pStyle w:val="Odstavec1Paragraph1"/>
      </w:pPr>
      <w:r>
        <w:t>C</w:t>
      </w:r>
      <w:r>
        <w:tab/>
        <w:t>Význam třetí zkratky</w:t>
      </w:r>
    </w:p>
    <w:p w14:paraId="64EB352C" w14:textId="77777777" w:rsidR="00E25BCC" w:rsidRDefault="00E25BCC" w:rsidP="00E25BCC">
      <w:pPr>
        <w:pStyle w:val="TextprceText"/>
        <w:ind w:firstLine="0"/>
      </w:pPr>
    </w:p>
    <w:p w14:paraId="298CE608" w14:textId="77777777" w:rsidR="00FE23B4" w:rsidRDefault="007531EB" w:rsidP="008C7316">
      <w:pPr>
        <w:pStyle w:val="TextprceText"/>
        <w:rPr>
          <w:color w:val="ED7D31" w:themeColor="accent2"/>
        </w:rPr>
        <w:sectPr w:rsidR="00FE23B4" w:rsidSect="0092551E">
          <w:type w:val="continuous"/>
          <w:pgSz w:w="11906" w:h="16838" w:code="9"/>
          <w:pgMar w:top="1701" w:right="1134" w:bottom="1134" w:left="1134" w:header="851" w:footer="709" w:gutter="851"/>
          <w:cols w:space="708"/>
          <w:docGrid w:linePitch="360"/>
        </w:sectPr>
      </w:pPr>
      <w:r>
        <w:rPr>
          <w:color w:val="ED7D31" w:themeColor="accent2"/>
        </w:rPr>
        <w:br w:type="page"/>
      </w:r>
    </w:p>
    <w:p w14:paraId="190494E9" w14:textId="61CE10E6" w:rsidR="0044149D" w:rsidRDefault="00696E38" w:rsidP="0044149D">
      <w:pPr>
        <w:pStyle w:val="vodzvrIntroductionConclusion"/>
      </w:pPr>
      <w:bookmarkStart w:id="65" w:name="_Toc173849540"/>
      <w:bookmarkStart w:id="66" w:name="_GoBack"/>
      <w:bookmarkEnd w:id="66"/>
      <w:r>
        <w:t>Seznam příloh</w:t>
      </w:r>
      <w:bookmarkEnd w:id="65"/>
    </w:p>
    <w:p w14:paraId="5FD18051" w14:textId="0E18D808" w:rsidR="0044149D" w:rsidRDefault="00C1690A" w:rsidP="003C64C0">
      <w:pPr>
        <w:pStyle w:val="Odstavec1Paragraph1"/>
      </w:pPr>
      <w:r>
        <w:t>Příloha P I:</w:t>
      </w:r>
      <w:r w:rsidR="00E325A0">
        <w:tab/>
        <w:t>Název první přílohy</w:t>
      </w:r>
    </w:p>
    <w:p w14:paraId="435303B7" w14:textId="77777777" w:rsidR="00AE14E4" w:rsidRPr="0044149D" w:rsidRDefault="00AE14E4" w:rsidP="008E64AE">
      <w:pPr>
        <w:pStyle w:val="TextprceText"/>
        <w:ind w:firstLine="0"/>
      </w:pPr>
    </w:p>
    <w:p w14:paraId="62C25B4B" w14:textId="77777777" w:rsidR="0044149D" w:rsidRDefault="0044149D" w:rsidP="0044149D">
      <w:pPr>
        <w:pStyle w:val="TextprceText"/>
      </w:pPr>
    </w:p>
    <w:p w14:paraId="553547F4" w14:textId="3C7086D9" w:rsidR="0044149D" w:rsidRDefault="0044149D" w:rsidP="0044149D">
      <w:pPr>
        <w:pStyle w:val="TextprceText"/>
        <w:sectPr w:rsidR="0044149D" w:rsidSect="0092551E">
          <w:type w:val="continuous"/>
          <w:pgSz w:w="11906" w:h="16838" w:code="9"/>
          <w:pgMar w:top="1701" w:right="1134" w:bottom="1134" w:left="1134" w:header="851" w:footer="709" w:gutter="851"/>
          <w:cols w:space="708"/>
          <w:docGrid w:linePitch="360"/>
        </w:sectPr>
      </w:pPr>
    </w:p>
    <w:p w14:paraId="661C8F7C" w14:textId="7A8756C0" w:rsidR="0044149D" w:rsidRDefault="0044149D" w:rsidP="008E64AE">
      <w:pPr>
        <w:pStyle w:val="PlohaAttachment"/>
      </w:pPr>
      <w:r w:rsidRPr="00E42718">
        <w:t>P</w:t>
      </w:r>
      <w:r w:rsidR="00696E38">
        <w:t>říloha P I</w:t>
      </w:r>
      <w:r>
        <w:t xml:space="preserve">: </w:t>
      </w:r>
      <w:r w:rsidR="008E64AE">
        <w:t>Název první přílohy</w:t>
      </w:r>
    </w:p>
    <w:p w14:paraId="3517F0EC" w14:textId="4DD14336" w:rsidR="008E64AE" w:rsidRPr="008E64AE" w:rsidRDefault="008E64AE" w:rsidP="008E64AE">
      <w:pPr>
        <w:pStyle w:val="Odstavec1Paragraph1"/>
      </w:pPr>
      <w:r>
        <w:t>Obsah první přílohy.</w:t>
      </w:r>
    </w:p>
    <w:sectPr w:rsidR="008E64AE" w:rsidRPr="008E64AE" w:rsidSect="0092551E">
      <w:headerReference w:type="even" r:id="rId19"/>
      <w:headerReference w:type="default" r:id="rId20"/>
      <w:type w:val="continuous"/>
      <w:pgSz w:w="11906" w:h="16838" w:code="9"/>
      <w:pgMar w:top="170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F9FA33" w14:textId="77777777" w:rsidR="00A52195" w:rsidRDefault="00A52195" w:rsidP="0056551F">
      <w:r>
        <w:separator/>
      </w:r>
    </w:p>
  </w:endnote>
  <w:endnote w:type="continuationSeparator" w:id="0">
    <w:p w14:paraId="7F17A0CC" w14:textId="77777777" w:rsidR="00A52195" w:rsidRDefault="00A52195" w:rsidP="0056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F9BE3B" w14:textId="77777777" w:rsidR="00A52195" w:rsidRDefault="00A52195" w:rsidP="0056551F">
      <w:r>
        <w:separator/>
      </w:r>
    </w:p>
  </w:footnote>
  <w:footnote w:type="continuationSeparator" w:id="0">
    <w:p w14:paraId="17663308" w14:textId="77777777" w:rsidR="00A52195" w:rsidRDefault="00A52195" w:rsidP="0056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386B1" w14:textId="177E1864" w:rsidR="00A561F4" w:rsidRDefault="00A561F4" w:rsidP="00D04254">
    <w:pPr>
      <w:pStyle w:val="Zkladntext"/>
      <w:pBdr>
        <w:bottom w:val="single" w:sz="4" w:space="1" w:color="auto"/>
      </w:pBdr>
      <w:tabs>
        <w:tab w:val="right" w:pos="8788"/>
      </w:tabs>
      <w:jc w:val="left"/>
    </w:pPr>
    <w:r>
      <w:fldChar w:fldCharType="begin"/>
    </w:r>
    <w:r>
      <w:instrText xml:space="preserve"> PAGE </w:instrText>
    </w:r>
    <w:r>
      <w:fldChar w:fldCharType="separate"/>
    </w:r>
    <w:r>
      <w:rPr>
        <w:noProof/>
      </w:rPr>
      <w:t>2</w:t>
    </w:r>
    <w:r>
      <w:fldChar w:fldCharType="end"/>
    </w:r>
    <w:r w:rsidRPr="00D04254">
      <w:t xml:space="preserve"> </w:t>
    </w:r>
    <w:r>
      <w:tab/>
      <w:t>UTB ve Zlíně, Fakulta XXX</w:t>
    </w:r>
  </w:p>
  <w:p w14:paraId="5179E568" w14:textId="77777777" w:rsidR="00A561F4" w:rsidRDefault="00A561F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D2EB7" w14:textId="77777777" w:rsidR="00A561F4" w:rsidRDefault="00A561F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46EA0" w14:textId="77777777" w:rsidR="00A561F4" w:rsidRDefault="00A561F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0B456" w14:textId="4A21FB4F" w:rsidR="00A561F4" w:rsidRDefault="00A561F4" w:rsidP="00D04254">
    <w:pPr>
      <w:pStyle w:val="Zkladntext"/>
      <w:pBdr>
        <w:bottom w:val="single" w:sz="4" w:space="1" w:color="auto"/>
      </w:pBdr>
      <w:tabs>
        <w:tab w:val="right" w:pos="8788"/>
      </w:tabs>
      <w:jc w:val="left"/>
    </w:pPr>
    <w:r>
      <w:fldChar w:fldCharType="begin"/>
    </w:r>
    <w:r>
      <w:instrText xml:space="preserve"> PAGE </w:instrText>
    </w:r>
    <w:r>
      <w:fldChar w:fldCharType="separate"/>
    </w:r>
    <w:r w:rsidR="00FE23B4">
      <w:rPr>
        <w:noProof/>
      </w:rPr>
      <w:t>22</w:t>
    </w:r>
    <w:r>
      <w:fldChar w:fldCharType="end"/>
    </w:r>
    <w:r w:rsidRPr="00D04254">
      <w:t xml:space="preserve"> </w:t>
    </w:r>
    <w:r>
      <w:tab/>
      <w:t xml:space="preserve">UTB ve Zlíně, </w:t>
    </w:r>
    <w:r w:rsidR="00D038BB">
      <w:t>Fakulta logistiky a krizového řízení</w:t>
    </w:r>
  </w:p>
  <w:p w14:paraId="141333D1" w14:textId="77777777" w:rsidR="00A561F4" w:rsidRDefault="00A561F4">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AF33B" w14:textId="2D789FD5" w:rsidR="00A561F4" w:rsidRDefault="00966F6B" w:rsidP="006F012C">
    <w:pPr>
      <w:pStyle w:val="Zkladntext"/>
      <w:pBdr>
        <w:bottom w:val="single" w:sz="4" w:space="1" w:color="auto"/>
      </w:pBdr>
      <w:tabs>
        <w:tab w:val="right" w:pos="8788"/>
      </w:tabs>
      <w:jc w:val="left"/>
    </w:pPr>
    <w:r>
      <w:t xml:space="preserve">UTB ve Zlíně, Fakulta </w:t>
    </w:r>
    <w:r w:rsidR="00D038BB">
      <w:t>logistiky a krizového řízení</w:t>
    </w:r>
    <w:r w:rsidR="00A561F4">
      <w:tab/>
    </w:r>
    <w:r w:rsidR="00A561F4">
      <w:fldChar w:fldCharType="begin"/>
    </w:r>
    <w:r w:rsidR="00A561F4">
      <w:instrText xml:space="preserve"> PAGE </w:instrText>
    </w:r>
    <w:r w:rsidR="00A561F4">
      <w:fldChar w:fldCharType="separate"/>
    </w:r>
    <w:r w:rsidR="00FE23B4">
      <w:rPr>
        <w:noProof/>
      </w:rPr>
      <w:t>23</w:t>
    </w:r>
    <w:r w:rsidR="00A561F4">
      <w:fldChar w:fldCharType="end"/>
    </w:r>
  </w:p>
  <w:p w14:paraId="7D521843" w14:textId="77777777" w:rsidR="00A561F4" w:rsidRDefault="00A561F4">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3D658" w14:textId="77777777" w:rsidR="00A561F4" w:rsidRDefault="00A561F4">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09421" w14:textId="77777777" w:rsidR="00A561F4" w:rsidRPr="0044149D" w:rsidRDefault="00A561F4"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6443"/>
    <w:multiLevelType w:val="hybridMultilevel"/>
    <w:tmpl w:val="BD98F108"/>
    <w:lvl w:ilvl="0" w:tplc="5E7C3272">
      <w:start w:val="1"/>
      <w:numFmt w:val="decimal"/>
      <w:lvlText w:val="[%1]"/>
      <w:lvlJc w:val="left"/>
      <w:pPr>
        <w:ind w:left="862" w:hanging="360"/>
      </w:pPr>
      <w:rPr>
        <w:rFonts w:hint="default"/>
      </w:rPr>
    </w:lvl>
    <w:lvl w:ilvl="1" w:tplc="04050019">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15DB7"/>
    <w:multiLevelType w:val="hybridMultilevel"/>
    <w:tmpl w:val="1A048C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4" w15:restartNumberingAfterBreak="0">
    <w:nsid w:val="0E0218C7"/>
    <w:multiLevelType w:val="hybridMultilevel"/>
    <w:tmpl w:val="820A2C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910BA9"/>
    <w:multiLevelType w:val="hybridMultilevel"/>
    <w:tmpl w:val="BD98F108"/>
    <w:lvl w:ilvl="0" w:tplc="5E7C32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94663C"/>
    <w:multiLevelType w:val="hybridMultilevel"/>
    <w:tmpl w:val="B0CC2F24"/>
    <w:lvl w:ilvl="0" w:tplc="04050017">
      <w:start w:val="1"/>
      <w:numFmt w:val="lowerLetter"/>
      <w:lvlText w:val="%1)"/>
      <w:lvlJc w:val="left"/>
      <w:pPr>
        <w:ind w:left="5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0B7CDD"/>
    <w:multiLevelType w:val="multilevel"/>
    <w:tmpl w:val="4648B14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4361D47"/>
    <w:multiLevelType w:val="hybridMultilevel"/>
    <w:tmpl w:val="E6FCF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7C6C03"/>
    <w:multiLevelType w:val="hybridMultilevel"/>
    <w:tmpl w:val="CF9C3F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B356EF"/>
    <w:multiLevelType w:val="hybridMultilevel"/>
    <w:tmpl w:val="3DC28BB4"/>
    <w:lvl w:ilvl="0" w:tplc="24E0FB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453144"/>
    <w:multiLevelType w:val="hybridMultilevel"/>
    <w:tmpl w:val="7058750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E93B8A"/>
    <w:multiLevelType w:val="hybridMultilevel"/>
    <w:tmpl w:val="BBAA1D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0E948E0"/>
    <w:multiLevelType w:val="hybridMultilevel"/>
    <w:tmpl w:val="19A06C8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C31C3D"/>
    <w:multiLevelType w:val="hybridMultilevel"/>
    <w:tmpl w:val="08005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E7F69F1"/>
    <w:multiLevelType w:val="hybridMultilevel"/>
    <w:tmpl w:val="F8B4C7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5D004F"/>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3643203"/>
    <w:multiLevelType w:val="hybridMultilevel"/>
    <w:tmpl w:val="A79CBFA2"/>
    <w:lvl w:ilvl="0" w:tplc="04050017">
      <w:start w:val="1"/>
      <w:numFmt w:val="lowerLetter"/>
      <w:lvlText w:val="%1)"/>
      <w:lvlJc w:val="left"/>
      <w:pPr>
        <w:ind w:left="5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711EEC"/>
    <w:multiLevelType w:val="hybridMultilevel"/>
    <w:tmpl w:val="FB2C5C0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7322DA"/>
    <w:multiLevelType w:val="hybridMultilevel"/>
    <w:tmpl w:val="7D5487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A742971"/>
    <w:multiLevelType w:val="hybridMultilevel"/>
    <w:tmpl w:val="337446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C8029FC"/>
    <w:multiLevelType w:val="hybridMultilevel"/>
    <w:tmpl w:val="F9ACCB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35711B"/>
    <w:multiLevelType w:val="hybridMultilevel"/>
    <w:tmpl w:val="B2201BE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0C691D"/>
    <w:multiLevelType w:val="hybridMultilevel"/>
    <w:tmpl w:val="29028B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A8515A0"/>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D1325E8"/>
    <w:multiLevelType w:val="hybridMultilevel"/>
    <w:tmpl w:val="FD3C87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5D7BD8"/>
    <w:multiLevelType w:val="multilevel"/>
    <w:tmpl w:val="D7743A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523464E2"/>
    <w:multiLevelType w:val="hybridMultilevel"/>
    <w:tmpl w:val="F96C6514"/>
    <w:lvl w:ilvl="0" w:tplc="04050001">
      <w:start w:val="1"/>
      <w:numFmt w:val="bullet"/>
      <w:lvlText w:val=""/>
      <w:lvlJc w:val="left"/>
      <w:pPr>
        <w:ind w:left="1202" w:hanging="360"/>
      </w:pPr>
      <w:rPr>
        <w:rFonts w:ascii="Symbol" w:hAnsi="Symbol" w:hint="default"/>
      </w:rPr>
    </w:lvl>
    <w:lvl w:ilvl="1" w:tplc="04050003" w:tentative="1">
      <w:start w:val="1"/>
      <w:numFmt w:val="bullet"/>
      <w:lvlText w:val="o"/>
      <w:lvlJc w:val="left"/>
      <w:pPr>
        <w:ind w:left="1922" w:hanging="360"/>
      </w:pPr>
      <w:rPr>
        <w:rFonts w:ascii="Courier New" w:hAnsi="Courier New" w:cs="Courier New" w:hint="default"/>
      </w:rPr>
    </w:lvl>
    <w:lvl w:ilvl="2" w:tplc="04050005" w:tentative="1">
      <w:start w:val="1"/>
      <w:numFmt w:val="bullet"/>
      <w:lvlText w:val=""/>
      <w:lvlJc w:val="left"/>
      <w:pPr>
        <w:ind w:left="2642" w:hanging="360"/>
      </w:pPr>
      <w:rPr>
        <w:rFonts w:ascii="Wingdings" w:hAnsi="Wingdings" w:hint="default"/>
      </w:rPr>
    </w:lvl>
    <w:lvl w:ilvl="3" w:tplc="04050001" w:tentative="1">
      <w:start w:val="1"/>
      <w:numFmt w:val="bullet"/>
      <w:lvlText w:val=""/>
      <w:lvlJc w:val="left"/>
      <w:pPr>
        <w:ind w:left="3362" w:hanging="360"/>
      </w:pPr>
      <w:rPr>
        <w:rFonts w:ascii="Symbol" w:hAnsi="Symbol" w:hint="default"/>
      </w:rPr>
    </w:lvl>
    <w:lvl w:ilvl="4" w:tplc="04050003" w:tentative="1">
      <w:start w:val="1"/>
      <w:numFmt w:val="bullet"/>
      <w:lvlText w:val="o"/>
      <w:lvlJc w:val="left"/>
      <w:pPr>
        <w:ind w:left="4082" w:hanging="360"/>
      </w:pPr>
      <w:rPr>
        <w:rFonts w:ascii="Courier New" w:hAnsi="Courier New" w:cs="Courier New" w:hint="default"/>
      </w:rPr>
    </w:lvl>
    <w:lvl w:ilvl="5" w:tplc="04050005" w:tentative="1">
      <w:start w:val="1"/>
      <w:numFmt w:val="bullet"/>
      <w:lvlText w:val=""/>
      <w:lvlJc w:val="left"/>
      <w:pPr>
        <w:ind w:left="4802" w:hanging="360"/>
      </w:pPr>
      <w:rPr>
        <w:rFonts w:ascii="Wingdings" w:hAnsi="Wingdings" w:hint="default"/>
      </w:rPr>
    </w:lvl>
    <w:lvl w:ilvl="6" w:tplc="04050001" w:tentative="1">
      <w:start w:val="1"/>
      <w:numFmt w:val="bullet"/>
      <w:lvlText w:val=""/>
      <w:lvlJc w:val="left"/>
      <w:pPr>
        <w:ind w:left="5522" w:hanging="360"/>
      </w:pPr>
      <w:rPr>
        <w:rFonts w:ascii="Symbol" w:hAnsi="Symbol" w:hint="default"/>
      </w:rPr>
    </w:lvl>
    <w:lvl w:ilvl="7" w:tplc="04050003" w:tentative="1">
      <w:start w:val="1"/>
      <w:numFmt w:val="bullet"/>
      <w:lvlText w:val="o"/>
      <w:lvlJc w:val="left"/>
      <w:pPr>
        <w:ind w:left="6242" w:hanging="360"/>
      </w:pPr>
      <w:rPr>
        <w:rFonts w:ascii="Courier New" w:hAnsi="Courier New" w:cs="Courier New" w:hint="default"/>
      </w:rPr>
    </w:lvl>
    <w:lvl w:ilvl="8" w:tplc="04050005" w:tentative="1">
      <w:start w:val="1"/>
      <w:numFmt w:val="bullet"/>
      <w:lvlText w:val=""/>
      <w:lvlJc w:val="left"/>
      <w:pPr>
        <w:ind w:left="6962" w:hanging="360"/>
      </w:pPr>
      <w:rPr>
        <w:rFonts w:ascii="Wingdings" w:hAnsi="Wingdings" w:hint="default"/>
      </w:rPr>
    </w:lvl>
  </w:abstractNum>
  <w:abstractNum w:abstractNumId="28" w15:restartNumberingAfterBreak="0">
    <w:nsid w:val="541E489C"/>
    <w:multiLevelType w:val="hybridMultilevel"/>
    <w:tmpl w:val="BD5851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7B6E70"/>
    <w:multiLevelType w:val="hybridMultilevel"/>
    <w:tmpl w:val="38EC0E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87013AA"/>
    <w:multiLevelType w:val="hybridMultilevel"/>
    <w:tmpl w:val="3F1469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9555EA6"/>
    <w:multiLevelType w:val="hybridMultilevel"/>
    <w:tmpl w:val="9D3A57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0197153"/>
    <w:multiLevelType w:val="hybridMultilevel"/>
    <w:tmpl w:val="BD98F108"/>
    <w:lvl w:ilvl="0" w:tplc="5E7C327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10E2C01"/>
    <w:multiLevelType w:val="hybridMultilevel"/>
    <w:tmpl w:val="7576C676"/>
    <w:lvl w:ilvl="0" w:tplc="34F04C0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5996A01"/>
    <w:multiLevelType w:val="hybridMultilevel"/>
    <w:tmpl w:val="D278C1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AF2DA1"/>
    <w:multiLevelType w:val="hybridMultilevel"/>
    <w:tmpl w:val="7542C9E2"/>
    <w:lvl w:ilvl="0" w:tplc="C38A3E84">
      <w:start w:val="1"/>
      <w:numFmt w:val="upperRoman"/>
      <w:lvlText w:val="%1."/>
      <w:lvlJc w:val="left"/>
      <w:pPr>
        <w:ind w:left="720"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70866B1"/>
    <w:multiLevelType w:val="hybridMultilevel"/>
    <w:tmpl w:val="B4CA3D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7521275"/>
    <w:multiLevelType w:val="hybridMultilevel"/>
    <w:tmpl w:val="9F5035C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9750E05"/>
    <w:multiLevelType w:val="hybridMultilevel"/>
    <w:tmpl w:val="232479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A1D1D32"/>
    <w:multiLevelType w:val="hybridMultilevel"/>
    <w:tmpl w:val="8CDECB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A434A1C"/>
    <w:multiLevelType w:val="hybridMultilevel"/>
    <w:tmpl w:val="8ED64524"/>
    <w:lvl w:ilvl="0" w:tplc="FB4E7CD4">
      <w:start w:val="1"/>
      <w:numFmt w:val="upperRoman"/>
      <w:pStyle w:val="Obsah1"/>
      <w:lvlText w:val="%1"/>
      <w:lvlJc w:val="left"/>
      <w:pPr>
        <w:ind w:left="720" w:hanging="360"/>
      </w:pPr>
      <w:rPr>
        <w:rFonts w:ascii="Times New Roman" w:hAnsi="Times New Roman" w:cs="Times New Roman" w:hint="default"/>
        <w:b/>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FC7168"/>
    <w:multiLevelType w:val="hybridMultilevel"/>
    <w:tmpl w:val="CE7607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CE60354"/>
    <w:multiLevelType w:val="hybridMultilevel"/>
    <w:tmpl w:val="A00EBA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4DF61B9"/>
    <w:multiLevelType w:val="multilevel"/>
    <w:tmpl w:val="FCDA0246"/>
    <w:lvl w:ilvl="0">
      <w:start w:val="1"/>
      <w:numFmt w:val="upperRoman"/>
      <w:pStyle w:val="st-slice"/>
      <w:lvlText w:val="%1"/>
      <w:lvlJc w:val="left"/>
      <w:pPr>
        <w:ind w:left="360" w:hanging="360"/>
      </w:pPr>
      <w:rPr>
        <w:rFonts w:hint="default"/>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76881D22"/>
    <w:multiLevelType w:val="hybridMultilevel"/>
    <w:tmpl w:val="C5502DE0"/>
    <w:lvl w:ilvl="0" w:tplc="5E7C32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46" w15:restartNumberingAfterBreak="0">
    <w:nsid w:val="782E49D7"/>
    <w:multiLevelType w:val="hybridMultilevel"/>
    <w:tmpl w:val="FB9425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8DE3C73"/>
    <w:multiLevelType w:val="hybridMultilevel"/>
    <w:tmpl w:val="9EC0DACA"/>
    <w:lvl w:ilvl="0" w:tplc="08CCD892">
      <w:start w:val="1"/>
      <w:numFmt w:val="upperRoman"/>
      <w:pStyle w:val="st"/>
      <w:lvlText w:val="%1."/>
      <w:lvlJc w:val="left"/>
      <w:pPr>
        <w:ind w:left="2062"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3142" w:hanging="360"/>
      </w:pPr>
    </w:lvl>
    <w:lvl w:ilvl="2" w:tplc="0405001B" w:tentative="1">
      <w:start w:val="1"/>
      <w:numFmt w:val="lowerRoman"/>
      <w:lvlText w:val="%3."/>
      <w:lvlJc w:val="right"/>
      <w:pPr>
        <w:ind w:left="3862" w:hanging="180"/>
      </w:pPr>
    </w:lvl>
    <w:lvl w:ilvl="3" w:tplc="0405000F" w:tentative="1">
      <w:start w:val="1"/>
      <w:numFmt w:val="decimal"/>
      <w:lvlText w:val="%4."/>
      <w:lvlJc w:val="left"/>
      <w:pPr>
        <w:ind w:left="4582" w:hanging="360"/>
      </w:pPr>
    </w:lvl>
    <w:lvl w:ilvl="4" w:tplc="04050019" w:tentative="1">
      <w:start w:val="1"/>
      <w:numFmt w:val="lowerLetter"/>
      <w:lvlText w:val="%5."/>
      <w:lvlJc w:val="left"/>
      <w:pPr>
        <w:ind w:left="5302" w:hanging="360"/>
      </w:pPr>
    </w:lvl>
    <w:lvl w:ilvl="5" w:tplc="0405001B" w:tentative="1">
      <w:start w:val="1"/>
      <w:numFmt w:val="lowerRoman"/>
      <w:lvlText w:val="%6."/>
      <w:lvlJc w:val="right"/>
      <w:pPr>
        <w:ind w:left="6022" w:hanging="180"/>
      </w:pPr>
    </w:lvl>
    <w:lvl w:ilvl="6" w:tplc="0405000F" w:tentative="1">
      <w:start w:val="1"/>
      <w:numFmt w:val="decimal"/>
      <w:lvlText w:val="%7."/>
      <w:lvlJc w:val="left"/>
      <w:pPr>
        <w:ind w:left="6742" w:hanging="360"/>
      </w:pPr>
    </w:lvl>
    <w:lvl w:ilvl="7" w:tplc="04050019" w:tentative="1">
      <w:start w:val="1"/>
      <w:numFmt w:val="lowerLetter"/>
      <w:lvlText w:val="%8."/>
      <w:lvlJc w:val="left"/>
      <w:pPr>
        <w:ind w:left="7462" w:hanging="360"/>
      </w:pPr>
    </w:lvl>
    <w:lvl w:ilvl="8" w:tplc="0405001B" w:tentative="1">
      <w:start w:val="1"/>
      <w:numFmt w:val="lowerRoman"/>
      <w:lvlText w:val="%9."/>
      <w:lvlJc w:val="right"/>
      <w:pPr>
        <w:ind w:left="8182" w:hanging="180"/>
      </w:pPr>
    </w:lvl>
  </w:abstractNum>
  <w:abstractNum w:abstractNumId="48" w15:restartNumberingAfterBreak="0">
    <w:nsid w:val="7D9B77E1"/>
    <w:multiLevelType w:val="hybridMultilevel"/>
    <w:tmpl w:val="80D4B322"/>
    <w:lvl w:ilvl="0" w:tplc="C6820816">
      <w:start w:val="1"/>
      <w:numFmt w:val="bullet"/>
      <w:pStyle w:val="Odstavecseseznamem"/>
      <w:lvlText w:val=""/>
      <w:lvlJc w:val="left"/>
      <w:pPr>
        <w:ind w:left="5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3"/>
  </w:num>
  <w:num w:numId="2">
    <w:abstractNumId w:val="3"/>
  </w:num>
  <w:num w:numId="3">
    <w:abstractNumId w:val="26"/>
  </w:num>
  <w:num w:numId="4">
    <w:abstractNumId w:val="43"/>
    <w:lvlOverride w:ilvl="0">
      <w:startOverride w:val="1"/>
    </w:lvlOverride>
  </w:num>
  <w:num w:numId="5">
    <w:abstractNumId w:val="35"/>
  </w:num>
  <w:num w:numId="6">
    <w:abstractNumId w:val="47"/>
  </w:num>
  <w:num w:numId="7">
    <w:abstractNumId w:val="40"/>
  </w:num>
  <w:num w:numId="8">
    <w:abstractNumId w:val="48"/>
  </w:num>
  <w:num w:numId="9">
    <w:abstractNumId w:val="38"/>
  </w:num>
  <w:num w:numId="10">
    <w:abstractNumId w:val="28"/>
  </w:num>
  <w:num w:numId="11">
    <w:abstractNumId w:val="2"/>
  </w:num>
  <w:num w:numId="12">
    <w:abstractNumId w:val="37"/>
  </w:num>
  <w:num w:numId="13">
    <w:abstractNumId w:val="25"/>
  </w:num>
  <w:num w:numId="14">
    <w:abstractNumId w:val="30"/>
  </w:num>
  <w:num w:numId="15">
    <w:abstractNumId w:val="19"/>
  </w:num>
  <w:num w:numId="16">
    <w:abstractNumId w:val="32"/>
  </w:num>
  <w:num w:numId="17">
    <w:abstractNumId w:val="11"/>
  </w:num>
  <w:num w:numId="18">
    <w:abstractNumId w:val="14"/>
  </w:num>
  <w:num w:numId="19">
    <w:abstractNumId w:val="23"/>
  </w:num>
  <w:num w:numId="20">
    <w:abstractNumId w:val="12"/>
  </w:num>
  <w:num w:numId="21">
    <w:abstractNumId w:val="9"/>
  </w:num>
  <w:num w:numId="22">
    <w:abstractNumId w:val="34"/>
  </w:num>
  <w:num w:numId="23">
    <w:abstractNumId w:val="15"/>
  </w:num>
  <w:num w:numId="24">
    <w:abstractNumId w:val="21"/>
  </w:num>
  <w:num w:numId="25">
    <w:abstractNumId w:val="8"/>
  </w:num>
  <w:num w:numId="26">
    <w:abstractNumId w:val="5"/>
  </w:num>
  <w:num w:numId="27">
    <w:abstractNumId w:val="41"/>
  </w:num>
  <w:num w:numId="28">
    <w:abstractNumId w:val="36"/>
  </w:num>
  <w:num w:numId="29">
    <w:abstractNumId w:val="0"/>
  </w:num>
  <w:num w:numId="30">
    <w:abstractNumId w:val="29"/>
  </w:num>
  <w:num w:numId="31">
    <w:abstractNumId w:val="1"/>
  </w:num>
  <w:num w:numId="32">
    <w:abstractNumId w:val="45"/>
  </w:num>
  <w:num w:numId="33">
    <w:abstractNumId w:val="4"/>
  </w:num>
  <w:num w:numId="34">
    <w:abstractNumId w:val="33"/>
  </w:num>
  <w:num w:numId="35">
    <w:abstractNumId w:val="42"/>
  </w:num>
  <w:num w:numId="36">
    <w:abstractNumId w:val="31"/>
  </w:num>
  <w:num w:numId="37">
    <w:abstractNumId w:val="39"/>
  </w:num>
  <w:num w:numId="38">
    <w:abstractNumId w:val="10"/>
  </w:num>
  <w:num w:numId="39">
    <w:abstractNumId w:val="46"/>
  </w:num>
  <w:num w:numId="40">
    <w:abstractNumId w:val="13"/>
  </w:num>
  <w:num w:numId="41">
    <w:abstractNumId w:val="18"/>
  </w:num>
  <w:num w:numId="42">
    <w:abstractNumId w:val="22"/>
  </w:num>
  <w:num w:numId="43">
    <w:abstractNumId w:val="6"/>
  </w:num>
  <w:num w:numId="44">
    <w:abstractNumId w:val="17"/>
  </w:num>
  <w:num w:numId="45">
    <w:abstractNumId w:val="20"/>
  </w:num>
  <w:num w:numId="46">
    <w:abstractNumId w:val="24"/>
  </w:num>
  <w:num w:numId="47">
    <w:abstractNumId w:val="7"/>
  </w:num>
  <w:num w:numId="48">
    <w:abstractNumId w:val="16"/>
  </w:num>
  <w:num w:numId="49">
    <w:abstractNumId w:val="27"/>
  </w:num>
  <w:num w:numId="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B2C"/>
    <w:rsid w:val="0002142B"/>
    <w:rsid w:val="0002626D"/>
    <w:rsid w:val="0002720C"/>
    <w:rsid w:val="00041628"/>
    <w:rsid w:val="00051510"/>
    <w:rsid w:val="000569D1"/>
    <w:rsid w:val="0005714F"/>
    <w:rsid w:val="00060A95"/>
    <w:rsid w:val="00064BA0"/>
    <w:rsid w:val="000651C3"/>
    <w:rsid w:val="00065847"/>
    <w:rsid w:val="00065CB9"/>
    <w:rsid w:val="00085367"/>
    <w:rsid w:val="00085A80"/>
    <w:rsid w:val="00086B48"/>
    <w:rsid w:val="0009283F"/>
    <w:rsid w:val="00094D26"/>
    <w:rsid w:val="000A5332"/>
    <w:rsid w:val="000B3245"/>
    <w:rsid w:val="000C5D0B"/>
    <w:rsid w:val="000D0873"/>
    <w:rsid w:val="000D0F2A"/>
    <w:rsid w:val="000D433E"/>
    <w:rsid w:val="000F197A"/>
    <w:rsid w:val="000F5544"/>
    <w:rsid w:val="000F7507"/>
    <w:rsid w:val="000F7A29"/>
    <w:rsid w:val="0010013A"/>
    <w:rsid w:val="001028DB"/>
    <w:rsid w:val="001036D9"/>
    <w:rsid w:val="0010374C"/>
    <w:rsid w:val="001070D7"/>
    <w:rsid w:val="00110D67"/>
    <w:rsid w:val="00114E91"/>
    <w:rsid w:val="00123912"/>
    <w:rsid w:val="00143EEB"/>
    <w:rsid w:val="001461C5"/>
    <w:rsid w:val="001474B2"/>
    <w:rsid w:val="00155082"/>
    <w:rsid w:val="0016172F"/>
    <w:rsid w:val="00164862"/>
    <w:rsid w:val="00166F74"/>
    <w:rsid w:val="00171935"/>
    <w:rsid w:val="00174367"/>
    <w:rsid w:val="00174AB3"/>
    <w:rsid w:val="0017688F"/>
    <w:rsid w:val="00176F5A"/>
    <w:rsid w:val="00187961"/>
    <w:rsid w:val="001969AE"/>
    <w:rsid w:val="00196BA2"/>
    <w:rsid w:val="001A2265"/>
    <w:rsid w:val="001A3217"/>
    <w:rsid w:val="001B2F64"/>
    <w:rsid w:val="001B5D92"/>
    <w:rsid w:val="001C3A31"/>
    <w:rsid w:val="001D43C2"/>
    <w:rsid w:val="001D7C32"/>
    <w:rsid w:val="001E3DEE"/>
    <w:rsid w:val="001F3EA4"/>
    <w:rsid w:val="001F4AA5"/>
    <w:rsid w:val="001F5520"/>
    <w:rsid w:val="00211C9B"/>
    <w:rsid w:val="00225F7F"/>
    <w:rsid w:val="00243405"/>
    <w:rsid w:val="00252949"/>
    <w:rsid w:val="002563FD"/>
    <w:rsid w:val="00277680"/>
    <w:rsid w:val="0028006D"/>
    <w:rsid w:val="00287378"/>
    <w:rsid w:val="00287F96"/>
    <w:rsid w:val="00291D50"/>
    <w:rsid w:val="0029223E"/>
    <w:rsid w:val="00292D77"/>
    <w:rsid w:val="00295A87"/>
    <w:rsid w:val="00296EF3"/>
    <w:rsid w:val="00297130"/>
    <w:rsid w:val="002A3C21"/>
    <w:rsid w:val="002A3FA0"/>
    <w:rsid w:val="002B7052"/>
    <w:rsid w:val="002C1095"/>
    <w:rsid w:val="002C30A2"/>
    <w:rsid w:val="002C3B15"/>
    <w:rsid w:val="002C52D3"/>
    <w:rsid w:val="002C5DD9"/>
    <w:rsid w:val="002E16AE"/>
    <w:rsid w:val="002F0A18"/>
    <w:rsid w:val="002F224F"/>
    <w:rsid w:val="002F71ED"/>
    <w:rsid w:val="0030363E"/>
    <w:rsid w:val="00310B2C"/>
    <w:rsid w:val="003154EA"/>
    <w:rsid w:val="00315CEF"/>
    <w:rsid w:val="0032660F"/>
    <w:rsid w:val="003334E1"/>
    <w:rsid w:val="00337B80"/>
    <w:rsid w:val="00347BB7"/>
    <w:rsid w:val="00353A02"/>
    <w:rsid w:val="00360154"/>
    <w:rsid w:val="003623EB"/>
    <w:rsid w:val="003635A5"/>
    <w:rsid w:val="0036533F"/>
    <w:rsid w:val="0036538D"/>
    <w:rsid w:val="00365597"/>
    <w:rsid w:val="00367711"/>
    <w:rsid w:val="00373AED"/>
    <w:rsid w:val="00376747"/>
    <w:rsid w:val="0037709B"/>
    <w:rsid w:val="003807AA"/>
    <w:rsid w:val="00387427"/>
    <w:rsid w:val="003929F6"/>
    <w:rsid w:val="00396239"/>
    <w:rsid w:val="00396C22"/>
    <w:rsid w:val="003C1F14"/>
    <w:rsid w:val="003C64C0"/>
    <w:rsid w:val="003D0ABF"/>
    <w:rsid w:val="003D29C7"/>
    <w:rsid w:val="003D7A0D"/>
    <w:rsid w:val="003E4C6A"/>
    <w:rsid w:val="003E7225"/>
    <w:rsid w:val="003F51C5"/>
    <w:rsid w:val="00400D37"/>
    <w:rsid w:val="00406811"/>
    <w:rsid w:val="00411ABE"/>
    <w:rsid w:val="004177B1"/>
    <w:rsid w:val="0042085B"/>
    <w:rsid w:val="0044149D"/>
    <w:rsid w:val="00447F57"/>
    <w:rsid w:val="004504F2"/>
    <w:rsid w:val="00473226"/>
    <w:rsid w:val="0047409D"/>
    <w:rsid w:val="00483621"/>
    <w:rsid w:val="00483D9A"/>
    <w:rsid w:val="00484360"/>
    <w:rsid w:val="00487DB9"/>
    <w:rsid w:val="00490116"/>
    <w:rsid w:val="004978FA"/>
    <w:rsid w:val="004A10EC"/>
    <w:rsid w:val="004A28EF"/>
    <w:rsid w:val="004A2DD9"/>
    <w:rsid w:val="004B082C"/>
    <w:rsid w:val="004D16F9"/>
    <w:rsid w:val="004D6AAE"/>
    <w:rsid w:val="004E3046"/>
    <w:rsid w:val="004E4A74"/>
    <w:rsid w:val="004F7B1B"/>
    <w:rsid w:val="005025B0"/>
    <w:rsid w:val="00502790"/>
    <w:rsid w:val="00502CD1"/>
    <w:rsid w:val="0050363D"/>
    <w:rsid w:val="00512B10"/>
    <w:rsid w:val="00521F7F"/>
    <w:rsid w:val="00523C03"/>
    <w:rsid w:val="005274FA"/>
    <w:rsid w:val="00531601"/>
    <w:rsid w:val="005372C5"/>
    <w:rsid w:val="005405AF"/>
    <w:rsid w:val="00543E31"/>
    <w:rsid w:val="005465A5"/>
    <w:rsid w:val="00546D01"/>
    <w:rsid w:val="00561E30"/>
    <w:rsid w:val="00563813"/>
    <w:rsid w:val="0056551F"/>
    <w:rsid w:val="005717BD"/>
    <w:rsid w:val="00584416"/>
    <w:rsid w:val="0059196E"/>
    <w:rsid w:val="005A383F"/>
    <w:rsid w:val="005A4456"/>
    <w:rsid w:val="005B44A1"/>
    <w:rsid w:val="005B771C"/>
    <w:rsid w:val="005C2AB3"/>
    <w:rsid w:val="005C742E"/>
    <w:rsid w:val="005D4073"/>
    <w:rsid w:val="005D7FA4"/>
    <w:rsid w:val="005E29D4"/>
    <w:rsid w:val="005F515C"/>
    <w:rsid w:val="005F6E8C"/>
    <w:rsid w:val="005F786F"/>
    <w:rsid w:val="00600D32"/>
    <w:rsid w:val="00600EB9"/>
    <w:rsid w:val="006065F9"/>
    <w:rsid w:val="00612FDB"/>
    <w:rsid w:val="00617365"/>
    <w:rsid w:val="006218C9"/>
    <w:rsid w:val="00623C9B"/>
    <w:rsid w:val="006274A8"/>
    <w:rsid w:val="0063289E"/>
    <w:rsid w:val="00632912"/>
    <w:rsid w:val="00633941"/>
    <w:rsid w:val="00636432"/>
    <w:rsid w:val="006364BC"/>
    <w:rsid w:val="00644B4E"/>
    <w:rsid w:val="00647924"/>
    <w:rsid w:val="00652405"/>
    <w:rsid w:val="00652D33"/>
    <w:rsid w:val="006551B5"/>
    <w:rsid w:val="00657A3A"/>
    <w:rsid w:val="00660CC9"/>
    <w:rsid w:val="006615BB"/>
    <w:rsid w:val="00666B24"/>
    <w:rsid w:val="006677D9"/>
    <w:rsid w:val="00670DA8"/>
    <w:rsid w:val="0067604F"/>
    <w:rsid w:val="0067691B"/>
    <w:rsid w:val="00676A09"/>
    <w:rsid w:val="00693354"/>
    <w:rsid w:val="00696E38"/>
    <w:rsid w:val="006970F3"/>
    <w:rsid w:val="006A07DE"/>
    <w:rsid w:val="006A0994"/>
    <w:rsid w:val="006A40E2"/>
    <w:rsid w:val="006A7785"/>
    <w:rsid w:val="006B6715"/>
    <w:rsid w:val="006D2B64"/>
    <w:rsid w:val="006D5295"/>
    <w:rsid w:val="006D5560"/>
    <w:rsid w:val="006E3638"/>
    <w:rsid w:val="006E5B6A"/>
    <w:rsid w:val="006F012C"/>
    <w:rsid w:val="006F2EDD"/>
    <w:rsid w:val="00701DED"/>
    <w:rsid w:val="00710845"/>
    <w:rsid w:val="0071372A"/>
    <w:rsid w:val="007157C0"/>
    <w:rsid w:val="0072267F"/>
    <w:rsid w:val="00724749"/>
    <w:rsid w:val="007252FB"/>
    <w:rsid w:val="0072548D"/>
    <w:rsid w:val="007531EB"/>
    <w:rsid w:val="00754F1E"/>
    <w:rsid w:val="00756929"/>
    <w:rsid w:val="0077436B"/>
    <w:rsid w:val="00777A84"/>
    <w:rsid w:val="007838C6"/>
    <w:rsid w:val="007867B1"/>
    <w:rsid w:val="007B6B4E"/>
    <w:rsid w:val="007B76A7"/>
    <w:rsid w:val="007C4680"/>
    <w:rsid w:val="007C65FB"/>
    <w:rsid w:val="007D5E73"/>
    <w:rsid w:val="007D5E90"/>
    <w:rsid w:val="007D7384"/>
    <w:rsid w:val="007E7CB9"/>
    <w:rsid w:val="00801840"/>
    <w:rsid w:val="00803A05"/>
    <w:rsid w:val="0080492B"/>
    <w:rsid w:val="00805351"/>
    <w:rsid w:val="008064EF"/>
    <w:rsid w:val="00813EFC"/>
    <w:rsid w:val="00821496"/>
    <w:rsid w:val="008219A3"/>
    <w:rsid w:val="0082414B"/>
    <w:rsid w:val="00831582"/>
    <w:rsid w:val="00834E7A"/>
    <w:rsid w:val="00836654"/>
    <w:rsid w:val="008452DD"/>
    <w:rsid w:val="008464B0"/>
    <w:rsid w:val="0085086A"/>
    <w:rsid w:val="00850A0D"/>
    <w:rsid w:val="00861627"/>
    <w:rsid w:val="00861660"/>
    <w:rsid w:val="00862B11"/>
    <w:rsid w:val="008901C3"/>
    <w:rsid w:val="008922E9"/>
    <w:rsid w:val="008A0C7F"/>
    <w:rsid w:val="008A72F4"/>
    <w:rsid w:val="008B49FC"/>
    <w:rsid w:val="008B7197"/>
    <w:rsid w:val="008C7316"/>
    <w:rsid w:val="008D1A6F"/>
    <w:rsid w:val="008D3C48"/>
    <w:rsid w:val="008D6995"/>
    <w:rsid w:val="008E38F6"/>
    <w:rsid w:val="008E64AE"/>
    <w:rsid w:val="008F1268"/>
    <w:rsid w:val="008F6D48"/>
    <w:rsid w:val="009106F2"/>
    <w:rsid w:val="0092017F"/>
    <w:rsid w:val="009236C9"/>
    <w:rsid w:val="0092551E"/>
    <w:rsid w:val="009272D2"/>
    <w:rsid w:val="009340B2"/>
    <w:rsid w:val="009358B9"/>
    <w:rsid w:val="00954DAE"/>
    <w:rsid w:val="00955468"/>
    <w:rsid w:val="00956F57"/>
    <w:rsid w:val="009571F6"/>
    <w:rsid w:val="0096239D"/>
    <w:rsid w:val="009650E5"/>
    <w:rsid w:val="0096510B"/>
    <w:rsid w:val="00966814"/>
    <w:rsid w:val="00966F6B"/>
    <w:rsid w:val="009771F4"/>
    <w:rsid w:val="009920B9"/>
    <w:rsid w:val="009953BF"/>
    <w:rsid w:val="009A1BA4"/>
    <w:rsid w:val="009A4013"/>
    <w:rsid w:val="009A482D"/>
    <w:rsid w:val="009A4DB0"/>
    <w:rsid w:val="009A5DCE"/>
    <w:rsid w:val="009A74FA"/>
    <w:rsid w:val="009A75C1"/>
    <w:rsid w:val="009A77E9"/>
    <w:rsid w:val="009B2A6F"/>
    <w:rsid w:val="009D0E70"/>
    <w:rsid w:val="009E452F"/>
    <w:rsid w:val="009F1B7B"/>
    <w:rsid w:val="00A02EC5"/>
    <w:rsid w:val="00A04F59"/>
    <w:rsid w:val="00A070F1"/>
    <w:rsid w:val="00A07400"/>
    <w:rsid w:val="00A10866"/>
    <w:rsid w:val="00A11805"/>
    <w:rsid w:val="00A12722"/>
    <w:rsid w:val="00A1372D"/>
    <w:rsid w:val="00A21125"/>
    <w:rsid w:val="00A215AD"/>
    <w:rsid w:val="00A230F8"/>
    <w:rsid w:val="00A52195"/>
    <w:rsid w:val="00A54BFA"/>
    <w:rsid w:val="00A561F4"/>
    <w:rsid w:val="00A57C0C"/>
    <w:rsid w:val="00A604C3"/>
    <w:rsid w:val="00A6796E"/>
    <w:rsid w:val="00A67F12"/>
    <w:rsid w:val="00A714A1"/>
    <w:rsid w:val="00A7335E"/>
    <w:rsid w:val="00A75BE5"/>
    <w:rsid w:val="00A87C1B"/>
    <w:rsid w:val="00AA6554"/>
    <w:rsid w:val="00AA6D0C"/>
    <w:rsid w:val="00AB5329"/>
    <w:rsid w:val="00AC2767"/>
    <w:rsid w:val="00AC29F2"/>
    <w:rsid w:val="00AC3FA7"/>
    <w:rsid w:val="00AC6C5A"/>
    <w:rsid w:val="00AD1E4A"/>
    <w:rsid w:val="00AD33B7"/>
    <w:rsid w:val="00AD4851"/>
    <w:rsid w:val="00AD6C16"/>
    <w:rsid w:val="00AE00B3"/>
    <w:rsid w:val="00AE0231"/>
    <w:rsid w:val="00AE14E4"/>
    <w:rsid w:val="00B0095D"/>
    <w:rsid w:val="00B056D8"/>
    <w:rsid w:val="00B206AA"/>
    <w:rsid w:val="00B34815"/>
    <w:rsid w:val="00B43981"/>
    <w:rsid w:val="00B53F9E"/>
    <w:rsid w:val="00B54703"/>
    <w:rsid w:val="00B60915"/>
    <w:rsid w:val="00B65BCE"/>
    <w:rsid w:val="00B753AD"/>
    <w:rsid w:val="00B76E74"/>
    <w:rsid w:val="00B829A0"/>
    <w:rsid w:val="00B85CAE"/>
    <w:rsid w:val="00B873B7"/>
    <w:rsid w:val="00BA16C4"/>
    <w:rsid w:val="00BA4767"/>
    <w:rsid w:val="00BB20E9"/>
    <w:rsid w:val="00BC50D5"/>
    <w:rsid w:val="00BC5F2D"/>
    <w:rsid w:val="00BE217C"/>
    <w:rsid w:val="00BF1FCC"/>
    <w:rsid w:val="00BF416D"/>
    <w:rsid w:val="00C1690A"/>
    <w:rsid w:val="00C2696E"/>
    <w:rsid w:val="00C31946"/>
    <w:rsid w:val="00C33473"/>
    <w:rsid w:val="00C341B0"/>
    <w:rsid w:val="00C5195F"/>
    <w:rsid w:val="00C61068"/>
    <w:rsid w:val="00C6148D"/>
    <w:rsid w:val="00C64177"/>
    <w:rsid w:val="00C65284"/>
    <w:rsid w:val="00C7336F"/>
    <w:rsid w:val="00C91B43"/>
    <w:rsid w:val="00C95FCA"/>
    <w:rsid w:val="00CA4055"/>
    <w:rsid w:val="00CA6F7D"/>
    <w:rsid w:val="00CA730F"/>
    <w:rsid w:val="00CB0ABB"/>
    <w:rsid w:val="00CB13FC"/>
    <w:rsid w:val="00CC1689"/>
    <w:rsid w:val="00CC2338"/>
    <w:rsid w:val="00CD078C"/>
    <w:rsid w:val="00CD5336"/>
    <w:rsid w:val="00CE0AA0"/>
    <w:rsid w:val="00CE2ED0"/>
    <w:rsid w:val="00CE5997"/>
    <w:rsid w:val="00CE6B87"/>
    <w:rsid w:val="00CF0EC9"/>
    <w:rsid w:val="00CF251C"/>
    <w:rsid w:val="00CF597F"/>
    <w:rsid w:val="00D03533"/>
    <w:rsid w:val="00D038BB"/>
    <w:rsid w:val="00D03DD5"/>
    <w:rsid w:val="00D04254"/>
    <w:rsid w:val="00D1013F"/>
    <w:rsid w:val="00D126BD"/>
    <w:rsid w:val="00D128F1"/>
    <w:rsid w:val="00D16F43"/>
    <w:rsid w:val="00D2128A"/>
    <w:rsid w:val="00D27258"/>
    <w:rsid w:val="00D274A1"/>
    <w:rsid w:val="00D33048"/>
    <w:rsid w:val="00D3417C"/>
    <w:rsid w:val="00D34939"/>
    <w:rsid w:val="00D4432A"/>
    <w:rsid w:val="00D4562A"/>
    <w:rsid w:val="00D46D26"/>
    <w:rsid w:val="00D5484A"/>
    <w:rsid w:val="00D607F9"/>
    <w:rsid w:val="00D64BE4"/>
    <w:rsid w:val="00D65497"/>
    <w:rsid w:val="00D659BF"/>
    <w:rsid w:val="00D77BC8"/>
    <w:rsid w:val="00D81E35"/>
    <w:rsid w:val="00DA0A2B"/>
    <w:rsid w:val="00DA0C09"/>
    <w:rsid w:val="00DB55D6"/>
    <w:rsid w:val="00DC0ADD"/>
    <w:rsid w:val="00DC379C"/>
    <w:rsid w:val="00DC6DC6"/>
    <w:rsid w:val="00DC7801"/>
    <w:rsid w:val="00DD17A4"/>
    <w:rsid w:val="00DE1185"/>
    <w:rsid w:val="00DE22EF"/>
    <w:rsid w:val="00DE6FB8"/>
    <w:rsid w:val="00DE78B4"/>
    <w:rsid w:val="00DF69BE"/>
    <w:rsid w:val="00DF778F"/>
    <w:rsid w:val="00E0477F"/>
    <w:rsid w:val="00E11CA8"/>
    <w:rsid w:val="00E13EB7"/>
    <w:rsid w:val="00E14E3E"/>
    <w:rsid w:val="00E16187"/>
    <w:rsid w:val="00E174D3"/>
    <w:rsid w:val="00E22162"/>
    <w:rsid w:val="00E25BCC"/>
    <w:rsid w:val="00E325A0"/>
    <w:rsid w:val="00E3756F"/>
    <w:rsid w:val="00E42718"/>
    <w:rsid w:val="00E52054"/>
    <w:rsid w:val="00E54E9A"/>
    <w:rsid w:val="00E803E3"/>
    <w:rsid w:val="00E96073"/>
    <w:rsid w:val="00EA0A4B"/>
    <w:rsid w:val="00EB26DD"/>
    <w:rsid w:val="00EB3868"/>
    <w:rsid w:val="00EC08AA"/>
    <w:rsid w:val="00EC72D3"/>
    <w:rsid w:val="00EE0F0D"/>
    <w:rsid w:val="00EE526C"/>
    <w:rsid w:val="00F00C75"/>
    <w:rsid w:val="00F01F11"/>
    <w:rsid w:val="00F02B41"/>
    <w:rsid w:val="00F143DA"/>
    <w:rsid w:val="00F2582A"/>
    <w:rsid w:val="00F272BC"/>
    <w:rsid w:val="00F276DB"/>
    <w:rsid w:val="00F27AA3"/>
    <w:rsid w:val="00F31C79"/>
    <w:rsid w:val="00F52028"/>
    <w:rsid w:val="00F54B89"/>
    <w:rsid w:val="00F66AD5"/>
    <w:rsid w:val="00F67947"/>
    <w:rsid w:val="00F805E8"/>
    <w:rsid w:val="00F82BC7"/>
    <w:rsid w:val="00F86D65"/>
    <w:rsid w:val="00F86E5D"/>
    <w:rsid w:val="00F91635"/>
    <w:rsid w:val="00FA12A9"/>
    <w:rsid w:val="00FA2256"/>
    <w:rsid w:val="00FB24B9"/>
    <w:rsid w:val="00FB4674"/>
    <w:rsid w:val="00FB553A"/>
    <w:rsid w:val="00FC7A64"/>
    <w:rsid w:val="00FD4499"/>
    <w:rsid w:val="00FE23B4"/>
    <w:rsid w:val="00FF6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405AF"/>
    <w:rPr>
      <w:rFonts w:ascii="Times New Roman" w:eastAsia="Times New Roman" w:hAnsi="Times New Roman" w:cs="Times New Roman"/>
      <w:sz w:val="24"/>
      <w:szCs w:val="24"/>
      <w:lang w:eastAsia="cs-CZ"/>
    </w:rPr>
  </w:style>
  <w:style w:type="paragraph" w:styleId="Nadpis1">
    <w:name w:val="heading 1"/>
    <w:basedOn w:val="Normln"/>
    <w:next w:val="Normln"/>
    <w:link w:val="Nadpis1Char"/>
    <w:semiHidden/>
    <w:qFormat/>
    <w:rsid w:val="006F012C"/>
    <w:pPr>
      <w:keepNext/>
      <w:pageBreakBefore/>
      <w:numPr>
        <w:numId w:val="2"/>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semiHidden/>
    <w:qFormat/>
    <w:rsid w:val="006F012C"/>
    <w:pPr>
      <w:keepNext/>
      <w:numPr>
        <w:ilvl w:val="1"/>
        <w:numId w:val="2"/>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semiHidden/>
    <w:qFormat/>
    <w:rsid w:val="006F012C"/>
    <w:pPr>
      <w:keepNext/>
      <w:numPr>
        <w:ilvl w:val="2"/>
        <w:numId w:val="2"/>
      </w:numPr>
      <w:tabs>
        <w:tab w:val="left" w:pos="1134"/>
      </w:tabs>
      <w:spacing w:before="240" w:after="120" w:line="360" w:lineRule="auto"/>
      <w:jc w:val="left"/>
      <w:outlineLvl w:val="2"/>
    </w:pPr>
    <w:rPr>
      <w:b/>
      <w:bCs/>
    </w:rPr>
  </w:style>
  <w:style w:type="paragraph" w:styleId="Nadpis4">
    <w:name w:val="heading 4"/>
    <w:basedOn w:val="Normln"/>
    <w:next w:val="Normln"/>
    <w:link w:val="Nadpis4Char"/>
    <w:semiHidden/>
    <w:qFormat/>
    <w:rsid w:val="006F012C"/>
    <w:pPr>
      <w:keepNext/>
      <w:numPr>
        <w:ilvl w:val="3"/>
        <w:numId w:val="2"/>
      </w:numPr>
      <w:spacing w:before="240" w:after="120" w:line="360" w:lineRule="auto"/>
      <w:jc w:val="left"/>
      <w:outlineLvl w:val="3"/>
    </w:pPr>
    <w:rPr>
      <w:b/>
      <w:bCs/>
      <w:i/>
      <w:iCs/>
    </w:rPr>
  </w:style>
  <w:style w:type="paragraph" w:styleId="Nadpis5">
    <w:name w:val="heading 5"/>
    <w:aliases w:val="Nepoužívaný 5"/>
    <w:basedOn w:val="Normln"/>
    <w:next w:val="Normln"/>
    <w:link w:val="Nadpis5Char"/>
    <w:semiHidden/>
    <w:rsid w:val="006F012C"/>
    <w:pPr>
      <w:numPr>
        <w:ilvl w:val="4"/>
        <w:numId w:val="2"/>
      </w:numPr>
      <w:spacing w:before="240" w:after="120" w:line="360" w:lineRule="auto"/>
      <w:outlineLvl w:val="4"/>
    </w:pPr>
  </w:style>
  <w:style w:type="paragraph" w:styleId="Nadpis6">
    <w:name w:val="heading 6"/>
    <w:aliases w:val="Nepoužívaný 6"/>
    <w:basedOn w:val="Normln"/>
    <w:next w:val="Normln"/>
    <w:link w:val="Nadpis6Char"/>
    <w:semiHidden/>
    <w:qFormat/>
    <w:rsid w:val="006F012C"/>
    <w:pPr>
      <w:numPr>
        <w:ilvl w:val="5"/>
        <w:numId w:val="2"/>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semiHidden/>
    <w:qFormat/>
    <w:rsid w:val="006F012C"/>
    <w:pPr>
      <w:numPr>
        <w:ilvl w:val="6"/>
        <w:numId w:val="2"/>
      </w:numPr>
      <w:spacing w:before="240" w:after="60" w:line="360" w:lineRule="auto"/>
      <w:outlineLvl w:val="6"/>
    </w:pPr>
  </w:style>
  <w:style w:type="paragraph" w:styleId="Nadpis8">
    <w:name w:val="heading 8"/>
    <w:aliases w:val="Nepoužívaný 8"/>
    <w:basedOn w:val="Normln"/>
    <w:next w:val="Normln"/>
    <w:link w:val="Nadpis8Char"/>
    <w:semiHidden/>
    <w:qFormat/>
    <w:rsid w:val="006F012C"/>
    <w:pPr>
      <w:numPr>
        <w:ilvl w:val="7"/>
        <w:numId w:val="2"/>
      </w:numPr>
      <w:spacing w:before="240" w:after="60" w:line="360" w:lineRule="auto"/>
      <w:outlineLvl w:val="7"/>
    </w:pPr>
    <w:rPr>
      <w:i/>
      <w:iCs/>
    </w:rPr>
  </w:style>
  <w:style w:type="paragraph" w:styleId="Nadpis9">
    <w:name w:val="heading 9"/>
    <w:aliases w:val="Nepoužívaný 9"/>
    <w:basedOn w:val="Normln"/>
    <w:next w:val="Normln"/>
    <w:link w:val="Nadpis9Char"/>
    <w:semiHidden/>
    <w:qFormat/>
    <w:rsid w:val="006F012C"/>
    <w:pPr>
      <w:numPr>
        <w:ilvl w:val="8"/>
        <w:numId w:val="2"/>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paragraph" w:customStyle="1" w:styleId="PouitzdrojeLiterature">
    <w:name w:val="Použité zdroje/Literature"/>
    <w:basedOn w:val="TextprceText"/>
    <w:qFormat/>
    <w:rsid w:val="008F6D48"/>
    <w:pPr>
      <w:ind w:firstLine="0"/>
    </w:pPr>
    <w:rPr>
      <w:color w:val="auto"/>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ktAbstract">
    <w:name w:val="Abstrakt/Abstract"/>
    <w:basedOn w:val="Normln"/>
    <w:link w:val="AbstraktAbstractChar"/>
    <w:qFormat/>
    <w:rsid w:val="00AC29F2"/>
    <w:pPr>
      <w:spacing w:after="120" w:line="360" w:lineRule="auto"/>
      <w:jc w:val="left"/>
    </w:pPr>
    <w:rPr>
      <w:b/>
      <w:bCs/>
      <w:caps/>
      <w:kern w:val="28"/>
      <w:sz w:val="28"/>
      <w:szCs w:val="28"/>
    </w:rPr>
  </w:style>
  <w:style w:type="paragraph" w:customStyle="1" w:styleId="AbstraktAbstracttext">
    <w:name w:val="Abstrakt/Abstract text"/>
    <w:basedOn w:val="Normln"/>
    <w:link w:val="AbstraktAbstracttextChar"/>
    <w:qFormat/>
    <w:rsid w:val="005C742E"/>
    <w:pPr>
      <w:spacing w:after="120" w:line="360" w:lineRule="auto"/>
    </w:pPr>
  </w:style>
  <w:style w:type="character" w:customStyle="1" w:styleId="AbstraktAbstractChar">
    <w:name w:val="Abstrakt/Abstract Char"/>
    <w:basedOn w:val="Standardnpsmoodstavce"/>
    <w:link w:val="AbstraktAbstract"/>
    <w:rsid w:val="00AC29F2"/>
    <w:rPr>
      <w:rFonts w:ascii="Times New Roman" w:eastAsia="Times New Roman" w:hAnsi="Times New Roman" w:cs="Times New Roman"/>
      <w:b/>
      <w:bCs/>
      <w:caps/>
      <w:kern w:val="28"/>
      <w:sz w:val="28"/>
      <w:szCs w:val="28"/>
      <w:lang w:eastAsia="cs-CZ"/>
    </w:rPr>
  </w:style>
  <w:style w:type="paragraph" w:customStyle="1" w:styleId="ObsahContent">
    <w:name w:val="Obsah/Content"/>
    <w:basedOn w:val="Normln"/>
    <w:next w:val="Normln"/>
    <w:rsid w:val="00373AED"/>
    <w:pPr>
      <w:spacing w:after="180" w:line="360" w:lineRule="auto"/>
      <w:jc w:val="left"/>
      <w:outlineLvl w:val="0"/>
    </w:pPr>
    <w:rPr>
      <w:b/>
      <w:bCs/>
      <w:caps/>
      <w:sz w:val="28"/>
      <w:szCs w:val="28"/>
    </w:rPr>
  </w:style>
  <w:style w:type="character" w:customStyle="1" w:styleId="AbstraktAbstracttextChar">
    <w:name w:val="Abstrakt/Abstract text Char"/>
    <w:basedOn w:val="Standardnpsmoodstavce"/>
    <w:link w:val="Abstrakt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Odstavec1Paragraph1"/>
    <w:link w:val="vodzvrIntroductionConclusionChar"/>
    <w:qFormat/>
    <w:rsid w:val="0096510B"/>
    <w:pPr>
      <w:pageBreakBefore/>
      <w:spacing w:after="120" w:line="360" w:lineRule="auto"/>
      <w:jc w:val="left"/>
      <w:outlineLvl w:val="0"/>
    </w:pPr>
    <w:rPr>
      <w:b/>
      <w:bCs/>
      <w:caps/>
      <w:sz w:val="28"/>
      <w:szCs w:val="28"/>
    </w:rPr>
  </w:style>
  <w:style w:type="paragraph" w:customStyle="1" w:styleId="TextprceText">
    <w:name w:val="Text práce/Text"/>
    <w:basedOn w:val="Normln"/>
    <w:link w:val="TextprceTextChar"/>
    <w:qFormat/>
    <w:rsid w:val="007252FB"/>
    <w:pPr>
      <w:spacing w:after="120" w:line="360" w:lineRule="auto"/>
      <w:ind w:firstLine="482"/>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extprceTextChar">
    <w:name w:val="Text práce/Text Char"/>
    <w:basedOn w:val="Standardnpsmoodstavce"/>
    <w:link w:val="TextprceText"/>
    <w:rsid w:val="007252F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paragraph" w:customStyle="1" w:styleId="st">
    <w:name w:val="Část"/>
    <w:basedOn w:val="Normln"/>
    <w:next w:val="Normln"/>
    <w:rsid w:val="00FB24B9"/>
    <w:pPr>
      <w:pageBreakBefore/>
      <w:numPr>
        <w:numId w:val="6"/>
      </w:numPr>
      <w:spacing w:line="8400" w:lineRule="exact"/>
      <w:ind w:left="0" w:firstLine="0"/>
      <w:jc w:val="center"/>
      <w:outlineLvl w:val="0"/>
    </w:pPr>
    <w:rPr>
      <w:b/>
      <w:bCs/>
      <w:caps/>
      <w:sz w:val="36"/>
      <w:szCs w:val="28"/>
    </w:rPr>
  </w:style>
  <w:style w:type="paragraph" w:customStyle="1" w:styleId="st-slice">
    <w:name w:val="Část-číslice"/>
    <w:basedOn w:val="st"/>
    <w:rsid w:val="00C31946"/>
    <w:pPr>
      <w:numPr>
        <w:numId w:val="1"/>
      </w:numPr>
      <w:jc w:val="right"/>
    </w:pPr>
  </w:style>
  <w:style w:type="character" w:customStyle="1" w:styleId="Nadpis1Char">
    <w:name w:val="Nadpis 1 Char"/>
    <w:basedOn w:val="Standardnpsmoodstavce"/>
    <w:link w:val="Nadpis1"/>
    <w:semiHidden/>
    <w:rsid w:val="009A4DB0"/>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semiHidden/>
    <w:rsid w:val="009A4DB0"/>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semiHidden/>
    <w:rsid w:val="009A4DB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semiHidden/>
    <w:rsid w:val="009A4DB0"/>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semiHidden/>
    <w:rsid w:val="009A4DB0"/>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semiHidden/>
    <w:rsid w:val="009A4DB0"/>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semiHidden/>
    <w:rsid w:val="009A4DB0"/>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semiHidden/>
    <w:rsid w:val="009A4DB0"/>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semiHidden/>
    <w:rsid w:val="009A4DB0"/>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Odstavec1Paragraph1"/>
    <w:link w:val="Nadpis1textChar"/>
    <w:qFormat/>
    <w:rsid w:val="006F012C"/>
  </w:style>
  <w:style w:type="paragraph" w:customStyle="1" w:styleId="Nadpis2text">
    <w:name w:val="Nadpis 2_text"/>
    <w:basedOn w:val="Nadpis2"/>
    <w:next w:val="Odstavec1Paragraph1"/>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Odstavec1Paragraph1"/>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6E3638"/>
    <w:pPr>
      <w:numPr>
        <w:numId w:val="7"/>
      </w:numPr>
      <w:tabs>
        <w:tab w:val="right" w:leader="dot" w:pos="8777"/>
      </w:tabs>
      <w:spacing w:before="120" w:after="120"/>
      <w:ind w:left="397" w:right="567" w:hanging="397"/>
      <w:jc w:val="left"/>
      <w:outlineLvl w:val="0"/>
    </w:pPr>
    <w:rPr>
      <w:b/>
      <w:caps/>
    </w:rPr>
  </w:style>
  <w:style w:type="paragraph" w:styleId="Obsah2">
    <w:name w:val="toc 2"/>
    <w:basedOn w:val="Normln"/>
    <w:next w:val="Normln"/>
    <w:autoRedefine/>
    <w:uiPriority w:val="39"/>
    <w:unhideWhenUsed/>
    <w:rsid w:val="00484360"/>
    <w:pPr>
      <w:tabs>
        <w:tab w:val="right" w:leader="dot" w:pos="8777"/>
      </w:tabs>
      <w:spacing w:before="120" w:after="120"/>
      <w:ind w:left="567" w:right="567" w:hanging="567"/>
      <w:jc w:val="left"/>
      <w:outlineLvl w:val="0"/>
    </w:pPr>
    <w:rPr>
      <w:b/>
      <w:caps/>
    </w:rPr>
  </w:style>
  <w:style w:type="paragraph" w:styleId="Obsah3">
    <w:name w:val="toc 3"/>
    <w:basedOn w:val="Normln"/>
    <w:next w:val="Normln"/>
    <w:autoRedefine/>
    <w:uiPriority w:val="39"/>
    <w:unhideWhenUsed/>
    <w:rsid w:val="000A5332"/>
    <w:pPr>
      <w:tabs>
        <w:tab w:val="right" w:leader="dot" w:pos="8777"/>
      </w:tabs>
      <w:spacing w:before="120" w:after="120"/>
      <w:ind w:left="993" w:right="567" w:hanging="709"/>
      <w:jc w:val="left"/>
      <w:outlineLvl w:val="2"/>
    </w:pPr>
    <w:rPr>
      <w:smallCaps/>
    </w:r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Odstavec1Paragraph1"/>
    <w:link w:val="PlohaAttachmentChar"/>
    <w:qFormat/>
    <w:rsid w:val="00DF69BE"/>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DF69BE"/>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10374C"/>
    <w:pPr>
      <w:keepLines/>
      <w:pageBreakBefore w:val="0"/>
      <w:numPr>
        <w:numId w:val="0"/>
      </w:numPr>
      <w:tabs>
        <w:tab w:val="clear"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 w:val="32"/>
      <w:szCs w:val="32"/>
    </w:rPr>
  </w:style>
  <w:style w:type="paragraph" w:customStyle="1" w:styleId="Obsah1st">
    <w:name w:val="Obsah 1_část"/>
    <w:basedOn w:val="Obsah1"/>
    <w:qFormat/>
    <w:rsid w:val="00B34815"/>
    <w:pPr>
      <w:ind w:left="340" w:hanging="340"/>
    </w:pPr>
    <w:rPr>
      <w:rFonts w:eastAsiaTheme="minorEastAsia" w:cstheme="minorBidi"/>
      <w:b w:val="0"/>
      <w:caps w:val="0"/>
      <w:noProof/>
      <w:szCs w:val="22"/>
    </w:rPr>
  </w:style>
  <w:style w:type="paragraph" w:styleId="Titulek">
    <w:name w:val="caption"/>
    <w:aliases w:val="Titulek/Caption"/>
    <w:basedOn w:val="TextprceText"/>
    <w:next w:val="Odstavec1Paragraph1"/>
    <w:uiPriority w:val="35"/>
    <w:unhideWhenUsed/>
    <w:qFormat/>
    <w:rsid w:val="008064EF"/>
    <w:pPr>
      <w:spacing w:after="240" w:line="240" w:lineRule="auto"/>
      <w:ind w:firstLine="0"/>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extprceText"/>
    <w:uiPriority w:val="34"/>
    <w:unhideWhenUsed/>
    <w:qFormat/>
    <w:rsid w:val="00A714A1"/>
    <w:pPr>
      <w:numPr>
        <w:numId w:val="8"/>
      </w:numPr>
      <w:ind w:left="709" w:hanging="454"/>
    </w:pPr>
  </w:style>
  <w:style w:type="character" w:customStyle="1" w:styleId="Nevyeenzmnka1">
    <w:name w:val="Nevyřešená zmínka1"/>
    <w:basedOn w:val="Standardnpsmoodstavce"/>
    <w:uiPriority w:val="99"/>
    <w:semiHidden/>
    <w:unhideWhenUsed/>
    <w:rsid w:val="0059196E"/>
    <w:rPr>
      <w:color w:val="605E5C"/>
      <w:shd w:val="clear" w:color="auto" w:fill="E1DFDD"/>
    </w:rPr>
  </w:style>
  <w:style w:type="character" w:styleId="Sledovanodkaz">
    <w:name w:val="FollowedHyperlink"/>
    <w:basedOn w:val="Standardnpsmoodstavce"/>
    <w:uiPriority w:val="99"/>
    <w:semiHidden/>
    <w:unhideWhenUsed/>
    <w:rsid w:val="008A0C7F"/>
    <w:rPr>
      <w:color w:val="954F72" w:themeColor="followedHyperlink"/>
      <w:u w:val="single"/>
    </w:rPr>
  </w:style>
  <w:style w:type="paragraph" w:customStyle="1" w:styleId="Default">
    <w:name w:val="Default"/>
    <w:rsid w:val="006677D9"/>
    <w:pPr>
      <w:autoSpaceDE w:val="0"/>
      <w:autoSpaceDN w:val="0"/>
      <w:adjustRightInd w:val="0"/>
      <w:jc w:val="left"/>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B009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095D"/>
    <w:rPr>
      <w:rFonts w:ascii="Segoe UI" w:eastAsia="Times New Roman" w:hAnsi="Segoe UI" w:cs="Segoe UI"/>
      <w:sz w:val="18"/>
      <w:szCs w:val="18"/>
      <w:lang w:eastAsia="cs-CZ"/>
    </w:rPr>
  </w:style>
  <w:style w:type="paragraph" w:customStyle="1" w:styleId="ZdrojovkdProgramcode">
    <w:name w:val="Zdrojový kód/Program code"/>
    <w:basedOn w:val="TextprceText"/>
    <w:qFormat/>
    <w:rsid w:val="003F51C5"/>
    <w:pPr>
      <w:spacing w:line="240" w:lineRule="auto"/>
      <w:ind w:left="567" w:hanging="142"/>
    </w:pPr>
    <w:rPr>
      <w:rFonts w:ascii="Courier New" w:hAnsi="Courier New"/>
      <w:sz w:val="20"/>
    </w:rPr>
  </w:style>
  <w:style w:type="table" w:styleId="Mkatabulky">
    <w:name w:val="Table Grid"/>
    <w:basedOn w:val="Normlntabulka"/>
    <w:uiPriority w:val="39"/>
    <w:rsid w:val="00E9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82414B"/>
    <w:rPr>
      <w:color w:val="605E5C"/>
      <w:shd w:val="clear" w:color="auto" w:fill="E1DFDD"/>
    </w:rPr>
  </w:style>
  <w:style w:type="paragraph" w:customStyle="1" w:styleId="ZdrojSource">
    <w:name w:val="Zdroj/Source"/>
    <w:basedOn w:val="Titulek"/>
    <w:next w:val="Odstavec1Paragraph1"/>
    <w:qFormat/>
    <w:rsid w:val="005D7FA4"/>
    <w:rPr>
      <w:i/>
    </w:rPr>
  </w:style>
  <w:style w:type="paragraph" w:customStyle="1" w:styleId="Odstavec1Paragraph1">
    <w:name w:val="Odstavec 1/Paragraph 1"/>
    <w:basedOn w:val="TextprceText"/>
    <w:next w:val="TextprceText"/>
    <w:qFormat/>
    <w:rsid w:val="00CE5997"/>
    <w:pPr>
      <w:ind w:firstLine="0"/>
    </w:pPr>
  </w:style>
  <w:style w:type="paragraph" w:customStyle="1" w:styleId="ObrzekImage">
    <w:name w:val="Obrázek/Image"/>
    <w:basedOn w:val="Odstavec1Paragraph1"/>
    <w:qFormat/>
    <w:rsid w:val="008064EF"/>
    <w:pPr>
      <w:spacing w:before="240" w:after="240" w:line="240" w:lineRule="auto"/>
      <w:jc w:val="center"/>
    </w:pPr>
  </w:style>
  <w:style w:type="paragraph" w:styleId="Textpoznpodarou">
    <w:name w:val="footnote text"/>
    <w:basedOn w:val="Normln"/>
    <w:link w:val="TextpoznpodarouChar"/>
    <w:uiPriority w:val="99"/>
    <w:semiHidden/>
    <w:unhideWhenUsed/>
    <w:rsid w:val="003334E1"/>
    <w:rPr>
      <w:sz w:val="20"/>
      <w:szCs w:val="20"/>
    </w:rPr>
  </w:style>
  <w:style w:type="character" w:customStyle="1" w:styleId="TextpoznpodarouChar">
    <w:name w:val="Text pozn. pod čarou Char"/>
    <w:basedOn w:val="Standardnpsmoodstavce"/>
    <w:link w:val="Textpoznpodarou"/>
    <w:uiPriority w:val="99"/>
    <w:semiHidden/>
    <w:rsid w:val="003334E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334E1"/>
    <w:rPr>
      <w:vertAlign w:val="superscript"/>
    </w:rPr>
  </w:style>
  <w:style w:type="character" w:customStyle="1" w:styleId="Nevyeenzmnka3">
    <w:name w:val="Nevyřešená zmínka3"/>
    <w:basedOn w:val="Standardnpsmoodstavce"/>
    <w:uiPriority w:val="99"/>
    <w:semiHidden/>
    <w:unhideWhenUsed/>
    <w:rsid w:val="009650E5"/>
    <w:rPr>
      <w:color w:val="605E5C"/>
      <w:shd w:val="clear" w:color="auto" w:fill="E1DFDD"/>
    </w:rPr>
  </w:style>
  <w:style w:type="character" w:customStyle="1" w:styleId="Nevyeenzmnka4">
    <w:name w:val="Nevyřešená zmínka4"/>
    <w:basedOn w:val="Standardnpsmoodstavce"/>
    <w:uiPriority w:val="99"/>
    <w:semiHidden/>
    <w:unhideWhenUsed/>
    <w:rsid w:val="00487D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tb.cz/student/dokumenty-a-sablony/"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utb.cz/student/dokumenty-a-sablony/"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tb.cz/univerzita/uredni-deska/vnitrni-normy-a-predpisy/smernice-rektora/" TargetMode="Externa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Obecné"/>
          <w:gallery w:val="placeholder"/>
        </w:category>
        <w:types>
          <w:type w:val="bbPlcHdr"/>
        </w:types>
        <w:behaviors>
          <w:behavior w:val="content"/>
        </w:behaviors>
        <w:guid w:val="{9AA4A9CF-4ACD-468C-AB9A-F0F0A232FECD}"/>
      </w:docPartPr>
      <w:docPartBody>
        <w:p w:rsidR="00882967" w:rsidRDefault="00531382">
          <w:r w:rsidRPr="00195EEA">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382"/>
    <w:rsid w:val="001B2E3C"/>
    <w:rsid w:val="00531382"/>
    <w:rsid w:val="0056640A"/>
    <w:rsid w:val="006B6715"/>
    <w:rsid w:val="00735686"/>
    <w:rsid w:val="007A2C57"/>
    <w:rsid w:val="00811584"/>
    <w:rsid w:val="008808A5"/>
    <w:rsid w:val="00882967"/>
    <w:rsid w:val="00A253F2"/>
    <w:rsid w:val="00F553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138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76C5D-BDA2-432F-9798-5399BDF1A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416</TotalTime>
  <Pages>26</Pages>
  <Words>1944</Words>
  <Characters>11475</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Šablona -- Závěrečná práce</vt:lpstr>
    </vt:vector>
  </TitlesOfParts>
  <Company>K.UTB Zlín</Company>
  <LinksUpToDate>false</LinksUpToDate>
  <CharactersWithSpaces>13393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 Závěrečná práce</dc:title>
  <dc:subject/>
  <dc:creator>Světlana Hrabinová</dc:creator>
  <cp:keywords>verze_2024</cp:keywords>
  <dc:description/>
  <cp:lastModifiedBy>Světlana Hrabinová</cp:lastModifiedBy>
  <cp:revision>62</cp:revision>
  <cp:lastPrinted>2024-08-06T13:14:00Z</cp:lastPrinted>
  <dcterms:created xsi:type="dcterms:W3CDTF">2024-08-03T20:02:00Z</dcterms:created>
  <dcterms:modified xsi:type="dcterms:W3CDTF">2024-12-09T15:29:00Z</dcterms:modified>
</cp:coreProperties>
</file>