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  <w:bCs/>
                <w:iCs/>
              </w:rPr>
            </w:pPr>
          </w:p>
        </w:tc>
      </w:tr>
      <w:bookmarkStart w:id="0" w:name="Nazev"/>
      <w:tr w:rsidR="00AE0231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AE0231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AE0231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Default="00AE0231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AE0231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</w:rPr>
              <w:alias w:val="Typ závěrečné práce"/>
              <w:tag w:val="Typ závěrečné práce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Zvolte typ práce" w:value="Zvolte typ práce"/>
                <w:listItem w:displayText="Bakalářská práce" w:value="Bakalářská práce"/>
                <w:listItem w:displayText="Diplomová práce" w:value="Diplomová práce"/>
                <w:listItem w:displayText="Seminární práce" w:value="Seminární práce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Default="00B65BCE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Zvolte typ práce</w:t>
                </w:r>
              </w:p>
            </w:sdtContent>
          </w:sdt>
          <w:sdt>
            <w:sdtPr>
              <w:rPr>
                <w:rStyle w:val="Styl1ablona"/>
              </w:rPr>
              <w:alias w:val="Rok odevzdání práce"/>
              <w:tag w:val="Rok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</w:rPr>
                </w:pPr>
                <w:r>
                  <w:rPr>
                    <w:rStyle w:val="Styl1ablona"/>
                  </w:rPr>
                  <w:t>20</w:t>
                </w:r>
                <w:r w:rsidR="00B65BCE">
                  <w:rPr>
                    <w:rStyle w:val="Styl1ablona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Default="001926CE" w:rsidP="009B26B3">
            <w:pPr>
              <w:ind w:left="397" w:right="284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noProof/>
              </w:rPr>
              <w:drawing>
                <wp:inline distT="0" distB="0" distL="0" distR="0">
                  <wp:extent cx="3059997" cy="488171"/>
                  <wp:effectExtent l="0" t="0" r="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88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  <w:tr w:rsidR="00AE0231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Default="00AE0231" w:rsidP="009B26B3">
            <w:pPr>
              <w:rPr>
                <w:rFonts w:ascii="Arial Narrow" w:hAnsi="Arial Narrow" w:cs="Arial Narrow"/>
              </w:rPr>
            </w:pPr>
          </w:p>
        </w:tc>
      </w:tr>
    </w:tbl>
    <w:p w:rsidR="0056551F" w:rsidRDefault="0056551F">
      <w:pPr>
        <w:rPr>
          <w:rFonts w:ascii="Arial Narrow" w:hAnsi="Arial Narrow"/>
        </w:rPr>
        <w:sectPr w:rsidR="0056551F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Default="0056551F" w:rsidP="0056551F">
      <w:r>
        <w:lastRenderedPageBreak/>
        <w:t>***</w:t>
      </w:r>
      <w:r w:rsidR="00584416">
        <w:t xml:space="preserve"> </w:t>
      </w:r>
      <w:r>
        <w:t>nascannované zadání s. 1</w:t>
      </w:r>
      <w:r w:rsidR="00584416">
        <w:t xml:space="preserve"> </w:t>
      </w:r>
      <w:r>
        <w:t>***</w:t>
      </w:r>
    </w:p>
    <w:p w:rsidR="0056551F" w:rsidRDefault="0056551F" w:rsidP="0056551F"/>
    <w:p w:rsidR="0056551F" w:rsidRDefault="0056551F" w:rsidP="0056551F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>
        <w:lastRenderedPageBreak/>
        <w:t>*** nascannované zadání s. 2 ***</w:t>
      </w:r>
    </w:p>
    <w:p w:rsidR="00584416" w:rsidRDefault="00584416" w:rsidP="00584416"/>
    <w:p w:rsidR="00584416" w:rsidRDefault="00584416" w:rsidP="00584416">
      <w:pPr>
        <w:rPr>
          <w:rFonts w:ascii="Arial Narrow" w:hAnsi="Arial Narrow"/>
        </w:rPr>
      </w:pPr>
      <w:r>
        <w:br w:type="page"/>
      </w:r>
    </w:p>
    <w:p w:rsidR="00584416" w:rsidRDefault="00584416" w:rsidP="00584416">
      <w:r w:rsidRPr="00294C06">
        <w:lastRenderedPageBreak/>
        <w:t>*** naskenované Prohlášení str. 1</w:t>
      </w:r>
      <w:r w:rsidR="0028006D">
        <w:t xml:space="preserve"> </w:t>
      </w:r>
      <w:r w:rsidRPr="00294C06">
        <w:t>***</w:t>
      </w:r>
    </w:p>
    <w:p w:rsidR="005C742E" w:rsidRDefault="00584416" w:rsidP="005C742E">
      <w:r>
        <w:br w:type="page"/>
      </w:r>
      <w:r w:rsidR="0028006D" w:rsidRPr="00294C06">
        <w:lastRenderedPageBreak/>
        <w:t>*</w:t>
      </w:r>
      <w:r w:rsidR="0028006D">
        <w:t xml:space="preserve">** naskenované Prohlášení str. 2 </w:t>
      </w:r>
      <w:r w:rsidR="0028006D" w:rsidRPr="00294C06">
        <w:t>***</w:t>
      </w:r>
    </w:p>
    <w:p w:rsidR="005C742E" w:rsidRDefault="005C742E">
      <w:r>
        <w:br w:type="page"/>
      </w:r>
    </w:p>
    <w:p w:rsidR="005C742E" w:rsidRPr="002563FD" w:rsidRDefault="005C742E" w:rsidP="005C742E">
      <w:pPr>
        <w:pStyle w:val="Abstraktabstract"/>
        <w:rPr>
          <w:color w:val="000000" w:themeColor="text1"/>
        </w:rPr>
      </w:pPr>
      <w:bookmarkStart w:id="2" w:name="_Toc37577728"/>
      <w:r w:rsidRPr="002563FD">
        <w:rPr>
          <w:color w:val="000000" w:themeColor="text1"/>
        </w:rPr>
        <w:lastRenderedPageBreak/>
        <w:t>ABSTRAKT</w:t>
      </w:r>
      <w:bookmarkEnd w:id="2"/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 jazyce práce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 xml:space="preserve">Klíčová slova: </w:t>
      </w:r>
      <w:r w:rsidR="0016172F">
        <w:rPr>
          <w:color w:val="000000" w:themeColor="text1"/>
        </w:rPr>
        <w:t>klíčové slovo, klíčové slovo</w:t>
      </w:r>
    </w:p>
    <w:p w:rsidR="00A1372D" w:rsidRPr="002563FD" w:rsidRDefault="00A1372D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5C742E" w:rsidRPr="002563FD" w:rsidRDefault="005C742E" w:rsidP="008219A3">
      <w:pPr>
        <w:pStyle w:val="Abstraktabstract"/>
      </w:pPr>
      <w:r w:rsidRPr="002563FD">
        <w:t>ABSTRACT</w:t>
      </w:r>
    </w:p>
    <w:p w:rsidR="005C742E" w:rsidRPr="002563FD" w:rsidRDefault="0016172F" w:rsidP="005C742E">
      <w:pPr>
        <w:pStyle w:val="Abstraktabstracttext"/>
        <w:rPr>
          <w:color w:val="000000" w:themeColor="text1"/>
        </w:rPr>
      </w:pPr>
      <w:r>
        <w:rPr>
          <w:color w:val="000000" w:themeColor="text1"/>
        </w:rPr>
        <w:t>Text a</w:t>
      </w:r>
      <w:r w:rsidR="005C742E" w:rsidRPr="002563FD">
        <w:rPr>
          <w:color w:val="000000" w:themeColor="text1"/>
        </w:rPr>
        <w:t>bstrakt</w:t>
      </w:r>
      <w:r>
        <w:rPr>
          <w:color w:val="000000" w:themeColor="text1"/>
        </w:rPr>
        <w:t>u</w:t>
      </w:r>
      <w:r w:rsidR="005C742E" w:rsidRPr="002563FD">
        <w:rPr>
          <w:color w:val="000000" w:themeColor="text1"/>
        </w:rPr>
        <w:t xml:space="preserve"> ve světovém jazyce </w:t>
      </w:r>
      <w:r>
        <w:rPr>
          <w:color w:val="000000" w:themeColor="text1"/>
        </w:rPr>
        <w:t>(angličtině)</w:t>
      </w:r>
    </w:p>
    <w:p w:rsidR="005C742E" w:rsidRPr="002563FD" w:rsidRDefault="005C742E" w:rsidP="005C742E">
      <w:pPr>
        <w:pStyle w:val="Abstraktabstracttext"/>
        <w:rPr>
          <w:color w:val="000000" w:themeColor="text1"/>
        </w:rPr>
      </w:pPr>
    </w:p>
    <w:p w:rsidR="002563FD" w:rsidRPr="002563FD" w:rsidRDefault="005C742E" w:rsidP="005C742E">
      <w:pPr>
        <w:pStyle w:val="Abstraktabstracttext"/>
        <w:rPr>
          <w:color w:val="000000" w:themeColor="text1"/>
        </w:rPr>
      </w:pPr>
      <w:r w:rsidRPr="002563FD">
        <w:rPr>
          <w:color w:val="000000" w:themeColor="text1"/>
        </w:rPr>
        <w:t>Keywords:</w:t>
      </w:r>
      <w:r w:rsidR="0016172F">
        <w:rPr>
          <w:color w:val="000000" w:themeColor="text1"/>
        </w:rPr>
        <w:t xml:space="preserve"> keywords, keywords</w:t>
      </w:r>
    </w:p>
    <w:p w:rsidR="002563FD" w:rsidRDefault="002563FD">
      <w:r>
        <w:br w:type="page"/>
      </w:r>
    </w:p>
    <w:p w:rsidR="009771F4" w:rsidRDefault="0016172F" w:rsidP="0005714F">
      <w:pPr>
        <w:pStyle w:val="Textprce"/>
      </w:pPr>
      <w:r>
        <w:lastRenderedPageBreak/>
        <w:t>Zde je místo pro případné p</w:t>
      </w:r>
      <w:r w:rsidR="002563FD" w:rsidRPr="002563FD">
        <w:t>oděkování</w:t>
      </w:r>
      <w:r w:rsidR="002563FD">
        <w:t>, popř. motto</w:t>
      </w:r>
      <w:r>
        <w:t>, úryvky knih atp.</w:t>
      </w: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</w:p>
    <w:p w:rsidR="002563FD" w:rsidRDefault="002563FD" w:rsidP="0005714F">
      <w:pPr>
        <w:pStyle w:val="Textprce"/>
      </w:pPr>
      <w:r>
        <w:t>Prohlašuji, že odevzdaná verze bakalářské/diplomové práce a verze elektronická nahraná do IS/STAG jsou totožné.</w:t>
      </w:r>
    </w:p>
    <w:p w:rsidR="0096510B" w:rsidRDefault="0096510B">
      <w:r>
        <w:br w:type="page"/>
      </w:r>
    </w:p>
    <w:p w:rsidR="0096510B" w:rsidRDefault="0096510B" w:rsidP="0096510B">
      <w:pPr>
        <w:pStyle w:val="Obsahcontents"/>
      </w:pPr>
      <w:bookmarkStart w:id="3" w:name="_Toc37577729"/>
      <w:bookmarkStart w:id="4" w:name="_Toc88120440"/>
      <w:bookmarkStart w:id="5" w:name="_Toc88120677"/>
      <w:bookmarkStart w:id="6" w:name="_Toc88120889"/>
      <w:bookmarkStart w:id="7" w:name="_Toc88120993"/>
      <w:bookmarkStart w:id="8" w:name="_Toc88121036"/>
      <w:bookmarkStart w:id="9" w:name="_Toc88121173"/>
      <w:bookmarkStart w:id="10" w:name="_Toc88121547"/>
      <w:bookmarkStart w:id="11" w:name="_Toc88121604"/>
      <w:bookmarkStart w:id="12" w:name="_Toc88121742"/>
      <w:bookmarkStart w:id="13" w:name="_Toc88122008"/>
      <w:bookmarkStart w:id="14" w:name="_Toc88124611"/>
      <w:bookmarkStart w:id="15" w:name="_Toc88124648"/>
      <w:bookmarkStart w:id="16" w:name="_Toc88124798"/>
      <w:bookmarkStart w:id="17" w:name="_Toc88125781"/>
      <w:bookmarkStart w:id="18" w:name="_Toc88126301"/>
      <w:bookmarkStart w:id="19" w:name="_Toc88126452"/>
      <w:bookmarkStart w:id="20" w:name="_Toc88126519"/>
      <w:bookmarkStart w:id="21" w:name="_Toc88126548"/>
      <w:bookmarkStart w:id="22" w:name="_Toc88126764"/>
      <w:bookmarkStart w:id="23" w:name="_Toc88126854"/>
      <w:bookmarkStart w:id="24" w:name="_Toc88127095"/>
      <w:bookmarkStart w:id="25" w:name="_Toc88127138"/>
      <w:bookmarkStart w:id="26" w:name="_Toc88128503"/>
      <w:bookmarkStart w:id="27" w:name="_Toc107634140"/>
      <w:bookmarkStart w:id="28" w:name="_Toc107635157"/>
      <w:r w:rsidRPr="0096510B">
        <w:lastRenderedPageBreak/>
        <w:t>OBSAH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Start w:id="29" w:name="_GoBack"/>
    <w:bookmarkEnd w:id="29"/>
    <w:p w:rsidR="00B243C9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\h \z \t "Úvod+závěr/introduction+conclusion;2;Část;1;Nadpis 1_text;2;Nadpis 2_text;3;Nadpis 3_text;4" </w:instrText>
      </w:r>
      <w:r>
        <w:fldChar w:fldCharType="separate"/>
      </w:r>
      <w:hyperlink w:anchor="_Toc22826672" w:history="1">
        <w:r w:rsidR="00B243C9" w:rsidRPr="009750E2">
          <w:rPr>
            <w:rStyle w:val="Hypertextovodkaz"/>
            <w:noProof/>
          </w:rPr>
          <w:t>Úvod</w:t>
        </w:r>
        <w:r w:rsidR="00B243C9">
          <w:rPr>
            <w:noProof/>
            <w:webHidden/>
          </w:rPr>
          <w:tab/>
        </w:r>
        <w:r w:rsidR="00B243C9">
          <w:rPr>
            <w:noProof/>
            <w:webHidden/>
          </w:rPr>
          <w:fldChar w:fldCharType="begin"/>
        </w:r>
        <w:r w:rsidR="00B243C9">
          <w:rPr>
            <w:noProof/>
            <w:webHidden/>
          </w:rPr>
          <w:instrText xml:space="preserve"> PAGEREF _Toc22826672 \h </w:instrText>
        </w:r>
        <w:r w:rsidR="00B243C9">
          <w:rPr>
            <w:noProof/>
            <w:webHidden/>
          </w:rPr>
        </w:r>
        <w:r w:rsidR="00B243C9">
          <w:rPr>
            <w:noProof/>
            <w:webHidden/>
          </w:rPr>
          <w:fldChar w:fldCharType="separate"/>
        </w:r>
        <w:r w:rsidR="00B243C9">
          <w:rPr>
            <w:noProof/>
            <w:webHidden/>
          </w:rPr>
          <w:t>9</w:t>
        </w:r>
        <w:r w:rsidR="00B243C9"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73" w:history="1">
        <w:r w:rsidRPr="009750E2">
          <w:rPr>
            <w:rStyle w:val="Hypertextovodkaz"/>
            <w:noProof/>
          </w:rPr>
          <w:t>TEORETICKÁ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74" w:history="1">
        <w:r w:rsidRPr="009750E2">
          <w:rPr>
            <w:rStyle w:val="Hypertextovodkaz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75" w:history="1">
        <w:r w:rsidRPr="009750E2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76" w:history="1">
        <w:r w:rsidRPr="009750E2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677" w:history="1">
        <w:r w:rsidRPr="009750E2">
          <w:rPr>
            <w:rStyle w:val="Hypertextovodkaz"/>
            <w:noProof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78" w:history="1">
        <w:r w:rsidRPr="009750E2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nadpis hlavní kapitola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79" w:history="1">
        <w:r w:rsidRPr="009750E2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0" w:history="1">
        <w:r w:rsidRPr="009750E2">
          <w:rPr>
            <w:rStyle w:val="Hypertextovodkaz"/>
            <w:noProof/>
          </w:rPr>
          <w:t>PRAKTICKÁ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1" w:history="1">
        <w:r w:rsidRPr="009750E2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82" w:history="1">
        <w:r w:rsidRPr="009750E2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6683" w:history="1">
        <w:r w:rsidRPr="009750E2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84" w:history="1">
        <w:r w:rsidRPr="009750E2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5" w:history="1">
        <w:r w:rsidRPr="009750E2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NADPIS HLAVNÍ KAPITOLY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6686" w:history="1">
        <w:r w:rsidRPr="009750E2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750E2">
          <w:rPr>
            <w:rStyle w:val="Hypertextovodkaz"/>
            <w:noProof/>
          </w:rPr>
          <w:t>Podnadpis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7" w:history="1">
        <w:r w:rsidRPr="009750E2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8" w:history="1">
        <w:r w:rsidRPr="009750E2">
          <w:rPr>
            <w:rStyle w:val="Hypertextovodkaz"/>
            <w:noProof/>
          </w:rPr>
          <w:t>SEZNAM POUŽITÉ LITERATURY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89" w:history="1">
        <w:r w:rsidRPr="009750E2">
          <w:rPr>
            <w:rStyle w:val="Hypertextovodkaz"/>
            <w:noProof/>
          </w:rPr>
          <w:t>seznam použitých symbolů a zkratek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0" w:history="1">
        <w:r w:rsidRPr="009750E2">
          <w:rPr>
            <w:rStyle w:val="Hypertextovodkaz"/>
            <w:noProof/>
          </w:rPr>
          <w:t>seznam OBRÁZKŮ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1" w:history="1">
        <w:r w:rsidRPr="009750E2">
          <w:rPr>
            <w:rStyle w:val="Hypertextovodkaz"/>
            <w:noProof/>
          </w:rPr>
          <w:t>seznam TABULEK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243C9" w:rsidRDefault="00B243C9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6692" w:history="1">
        <w:r w:rsidRPr="009750E2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_Toc22826692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EE526C" w:rsidRDefault="000A5332" w:rsidP="000A5332">
      <w:pPr>
        <w:pStyle w:val="Obsah3"/>
      </w:pPr>
      <w:r>
        <w:fldChar w:fldCharType="end"/>
      </w:r>
    </w:p>
    <w:p w:rsidR="0096510B" w:rsidRDefault="0096510B" w:rsidP="002563FD">
      <w:pPr>
        <w:pStyle w:val="Abstraktabstracttext"/>
      </w:pPr>
    </w:p>
    <w:p w:rsidR="0096510B" w:rsidRDefault="0096510B" w:rsidP="002563FD">
      <w:pPr>
        <w:pStyle w:val="Abstraktabstracttext"/>
        <w:sectPr w:rsidR="0096510B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Default="0096510B" w:rsidP="0096510B">
      <w:pPr>
        <w:pStyle w:val="vodzvrintroductionconclusion"/>
      </w:pPr>
      <w:bookmarkStart w:id="30" w:name="_Toc117787093"/>
      <w:bookmarkStart w:id="31" w:name="_Toc22666742"/>
      <w:bookmarkStart w:id="32" w:name="_Toc22826672"/>
      <w:r>
        <w:lastRenderedPageBreak/>
        <w:t>Úvod</w:t>
      </w:r>
      <w:bookmarkEnd w:id="30"/>
      <w:bookmarkEnd w:id="31"/>
      <w:bookmarkEnd w:id="32"/>
    </w:p>
    <w:p w:rsidR="0096510B" w:rsidRDefault="0096510B" w:rsidP="0096510B">
      <w:pPr>
        <w:pStyle w:val="Textprce"/>
      </w:pPr>
      <w:r w:rsidRPr="0096510B">
        <w:t>text</w:t>
      </w:r>
    </w:p>
    <w:p w:rsidR="006F012C" w:rsidRDefault="006F012C">
      <w:r>
        <w:br w:type="page"/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065CB9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33" w:name="_Toc117787094"/>
            <w:bookmarkStart w:id="34" w:name="_Toc22666743"/>
            <w:bookmarkStart w:id="35" w:name="_Toc22826673"/>
            <w:r w:rsidRPr="00C6148D">
              <w:t>TEORETICKÁ</w:t>
            </w:r>
            <w:bookmarkEnd w:id="33"/>
            <w:bookmarkEnd w:id="34"/>
            <w:r w:rsidR="00B243C9">
              <w:t xml:space="preserve"> část</w:t>
            </w:r>
            <w:bookmarkEnd w:id="35"/>
          </w:p>
        </w:tc>
      </w:tr>
    </w:tbl>
    <w:p w:rsidR="006F012C" w:rsidRDefault="006F012C" w:rsidP="002563FD">
      <w:pPr>
        <w:pStyle w:val="Abstraktabstracttext"/>
      </w:pPr>
    </w:p>
    <w:p w:rsidR="006F012C" w:rsidRDefault="006F012C">
      <w:r>
        <w:br w:type="page"/>
      </w:r>
    </w:p>
    <w:p w:rsidR="006F012C" w:rsidRDefault="006F012C" w:rsidP="006F012C">
      <w:pPr>
        <w:pStyle w:val="Nadpis1text"/>
      </w:pPr>
      <w:bookmarkStart w:id="36" w:name="_Toc117787095"/>
      <w:bookmarkStart w:id="37" w:name="_Toc22666744"/>
      <w:bookmarkStart w:id="38" w:name="_Toc107634143"/>
      <w:bookmarkStart w:id="39" w:name="_Toc107635178"/>
      <w:bookmarkStart w:id="40" w:name="_Toc107635218"/>
      <w:bookmarkStart w:id="41" w:name="_Toc107635235"/>
      <w:bookmarkStart w:id="42" w:name="_Toc22826674"/>
      <w:r w:rsidRPr="006F012C">
        <w:lastRenderedPageBreak/>
        <w:t>Nadpis</w:t>
      </w:r>
      <w:bookmarkEnd w:id="36"/>
      <w:r w:rsidR="002C5DD9">
        <w:t xml:space="preserve"> hlavní kapitola</w:t>
      </w:r>
      <w:bookmarkEnd w:id="37"/>
      <w:bookmarkEnd w:id="42"/>
    </w:p>
    <w:p w:rsidR="00C93B39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3" w:name="_Toc117787096"/>
      <w:bookmarkStart w:id="44" w:name="_Toc22666745"/>
      <w:bookmarkStart w:id="45" w:name="_Toc22826675"/>
      <w:r>
        <w:t>Podnadpis</w:t>
      </w:r>
      <w:bookmarkEnd w:id="43"/>
      <w:bookmarkEnd w:id="44"/>
      <w:bookmarkEnd w:id="45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2text"/>
      </w:pPr>
      <w:bookmarkStart w:id="46" w:name="_Toc117787097"/>
      <w:bookmarkStart w:id="47" w:name="_Toc22666746"/>
      <w:bookmarkStart w:id="48" w:name="_Toc22826676"/>
      <w:r>
        <w:t>Podnadpis</w:t>
      </w:r>
      <w:bookmarkEnd w:id="46"/>
      <w:bookmarkEnd w:id="47"/>
      <w:bookmarkEnd w:id="48"/>
    </w:p>
    <w:p w:rsidR="006F012C" w:rsidRDefault="006F012C" w:rsidP="006F012C">
      <w:pPr>
        <w:pStyle w:val="Textprce"/>
      </w:pPr>
      <w:r>
        <w:t>text</w:t>
      </w:r>
    </w:p>
    <w:p w:rsidR="006F012C" w:rsidRDefault="006F012C" w:rsidP="006F012C">
      <w:pPr>
        <w:pStyle w:val="Nadpis3text"/>
      </w:pPr>
      <w:bookmarkStart w:id="49" w:name="_Toc117787098"/>
      <w:bookmarkStart w:id="50" w:name="_Toc22666747"/>
      <w:bookmarkStart w:id="51" w:name="_Toc22826677"/>
      <w:r w:rsidRPr="006F012C">
        <w:t>Podpodnadpis</w:t>
      </w:r>
      <w:bookmarkEnd w:id="49"/>
      <w:bookmarkEnd w:id="50"/>
      <w:bookmarkEnd w:id="51"/>
    </w:p>
    <w:p w:rsidR="002C5DD9" w:rsidRDefault="002C5DD9" w:rsidP="0044149D">
      <w:pPr>
        <w:pStyle w:val="Textprce"/>
      </w:pPr>
      <w:r>
        <w:t>text</w:t>
      </w:r>
    </w:p>
    <w:p w:rsidR="002C5DD9" w:rsidRDefault="002C5DD9" w:rsidP="008F71D0">
      <w:pPr>
        <w:pStyle w:val="Nadpis1text"/>
      </w:pPr>
      <w:bookmarkStart w:id="52" w:name="_Toc22666748"/>
      <w:bookmarkStart w:id="53" w:name="_Toc22826678"/>
      <w:r>
        <w:lastRenderedPageBreak/>
        <w:t>nadpis hlavní kapitola</w:t>
      </w:r>
      <w:bookmarkEnd w:id="52"/>
      <w:bookmarkEnd w:id="53"/>
    </w:p>
    <w:p w:rsidR="002C5DD9" w:rsidRDefault="002C5DD9" w:rsidP="002C5DD9">
      <w:pPr>
        <w:pStyle w:val="Textprce"/>
      </w:pPr>
      <w:r>
        <w:t>text</w:t>
      </w:r>
    </w:p>
    <w:p w:rsidR="002C5DD9" w:rsidRDefault="002C5DD9" w:rsidP="002C5DD9">
      <w:pPr>
        <w:pStyle w:val="Nadpis2text"/>
      </w:pPr>
      <w:bookmarkStart w:id="54" w:name="_Toc22666749"/>
      <w:bookmarkStart w:id="55" w:name="_Toc22826679"/>
      <w:r>
        <w:t>Podnadpis</w:t>
      </w:r>
      <w:bookmarkEnd w:id="54"/>
      <w:bookmarkEnd w:id="55"/>
    </w:p>
    <w:p w:rsidR="00065CB9" w:rsidRDefault="002C5DD9" w:rsidP="00065CB9">
      <w:pPr>
        <w:pStyle w:val="Textprce"/>
      </w:pPr>
      <w:r>
        <w:t>text</w:t>
      </w:r>
    </w:p>
    <w:tbl>
      <w:tblPr>
        <w:tblW w:w="56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819"/>
      </w:tblGrid>
      <w:tr w:rsidR="00065CB9" w:rsidTr="00175F13">
        <w:trPr>
          <w:jc w:val="center"/>
        </w:trPr>
        <w:tc>
          <w:tcPr>
            <w:tcW w:w="850" w:type="dxa"/>
          </w:tcPr>
          <w:p w:rsidR="00065CB9" w:rsidRPr="00C6148D" w:rsidRDefault="00065CB9" w:rsidP="000A5332">
            <w:pPr>
              <w:pStyle w:val="st-slice"/>
            </w:pPr>
          </w:p>
        </w:tc>
        <w:tc>
          <w:tcPr>
            <w:tcW w:w="4819" w:type="dxa"/>
          </w:tcPr>
          <w:p w:rsidR="00065CB9" w:rsidRDefault="00065CB9" w:rsidP="00175F13">
            <w:pPr>
              <w:pStyle w:val="st"/>
              <w:numPr>
                <w:ilvl w:val="0"/>
                <w:numId w:val="0"/>
              </w:numPr>
              <w:ind w:left="20"/>
              <w:jc w:val="both"/>
            </w:pPr>
            <w:bookmarkStart w:id="56" w:name="_Toc22826680"/>
            <w:r>
              <w:t>PRAKTICKÁ ČÁST</w:t>
            </w:r>
            <w:bookmarkEnd w:id="56"/>
          </w:p>
        </w:tc>
      </w:tr>
    </w:tbl>
    <w:p w:rsidR="008219A3" w:rsidRDefault="008219A3" w:rsidP="002C5DD9">
      <w:pPr>
        <w:pStyle w:val="Textprce"/>
      </w:pPr>
    </w:p>
    <w:p w:rsidR="008219A3" w:rsidRDefault="008219A3">
      <w:pPr>
        <w:rPr>
          <w:color w:val="000000" w:themeColor="text1"/>
        </w:rPr>
      </w:pPr>
      <w:r>
        <w:br w:type="page"/>
      </w:r>
    </w:p>
    <w:p w:rsidR="002C5DD9" w:rsidRDefault="008219A3" w:rsidP="008219A3">
      <w:pPr>
        <w:pStyle w:val="Nadpis1text"/>
      </w:pPr>
      <w:bookmarkStart w:id="57" w:name="_Toc22666751"/>
      <w:bookmarkStart w:id="58" w:name="_Toc22826681"/>
      <w:r>
        <w:lastRenderedPageBreak/>
        <w:t>nadpis hlavní kapitoly</w:t>
      </w:r>
      <w:bookmarkEnd w:id="57"/>
      <w:bookmarkEnd w:id="5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59" w:name="_Toc22666752"/>
      <w:bookmarkStart w:id="60" w:name="_Toc22826682"/>
      <w:r>
        <w:t>Podnadpis</w:t>
      </w:r>
      <w:bookmarkEnd w:id="59"/>
      <w:bookmarkEnd w:id="60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3text"/>
      </w:pPr>
      <w:bookmarkStart w:id="61" w:name="_Toc22666753"/>
      <w:bookmarkStart w:id="62" w:name="_Toc22826683"/>
      <w:r>
        <w:t>Podpodnadpis</w:t>
      </w:r>
      <w:bookmarkEnd w:id="61"/>
      <w:bookmarkEnd w:id="62"/>
    </w:p>
    <w:p w:rsidR="008219A3" w:rsidRDefault="008219A3" w:rsidP="008219A3">
      <w:pPr>
        <w:pStyle w:val="Textprce"/>
      </w:pPr>
      <w:r>
        <w:t>text</w:t>
      </w:r>
    </w:p>
    <w:p w:rsidR="00DB471E" w:rsidRDefault="005D4073" w:rsidP="00DB471E">
      <w:pPr>
        <w:pStyle w:val="Textprce"/>
        <w:keepNext/>
      </w:pPr>
      <w:r>
        <w:rPr>
          <w:noProof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073" w:rsidRDefault="00DB471E" w:rsidP="00DB471E">
      <w:pPr>
        <w:pStyle w:val="Titulek"/>
      </w:pPr>
      <w:bookmarkStart w:id="63" w:name="_Toc22819285"/>
      <w:r>
        <w:t xml:space="preserve">Obrázek </w:t>
      </w:r>
      <w:fldSimple w:instr=" SEQ Obrázek \* ARABIC ">
        <w:r w:rsidR="006A05F3">
          <w:rPr>
            <w:noProof/>
          </w:rPr>
          <w:t>1</w:t>
        </w:r>
      </w:fldSimple>
      <w:r>
        <w:t xml:space="preserve"> </w:t>
      </w:r>
      <w:r w:rsidRPr="00DB471E">
        <w:t>Popisek obrázku</w:t>
      </w:r>
      <w:bookmarkEnd w:id="63"/>
    </w:p>
    <w:p w:rsidR="005D4073" w:rsidRPr="005D4073" w:rsidRDefault="005D4073" w:rsidP="005D407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4" w:name="_Toc22666754"/>
      <w:bookmarkStart w:id="65" w:name="_Toc22826684"/>
      <w:r>
        <w:t>Podnadpis</w:t>
      </w:r>
      <w:bookmarkEnd w:id="64"/>
      <w:bookmarkEnd w:id="65"/>
    </w:p>
    <w:p w:rsidR="005D4073" w:rsidRDefault="008219A3" w:rsidP="00DB471E">
      <w:pPr>
        <w:pStyle w:val="Textprce"/>
      </w:pPr>
      <w:r>
        <w:t>text</w:t>
      </w:r>
    </w:p>
    <w:p w:rsidR="00DB471E" w:rsidRDefault="00DB471E" w:rsidP="00DB471E">
      <w:pPr>
        <w:pStyle w:val="Titulek"/>
        <w:keepNext/>
      </w:pPr>
      <w:bookmarkStart w:id="66" w:name="_Toc22819312"/>
      <w:r>
        <w:t xml:space="preserve">Tabulka </w:t>
      </w:r>
      <w:fldSimple w:instr=" SEQ Tabulka \* ARABIC ">
        <w:r w:rsidR="00E62A44">
          <w:rPr>
            <w:noProof/>
          </w:rPr>
          <w:t>1</w:t>
        </w:r>
      </w:fldSimple>
      <w:r>
        <w:t xml:space="preserve"> </w:t>
      </w:r>
      <w:r w:rsidRPr="00DB471E">
        <w:t>Popisek tabulky</w:t>
      </w:r>
      <w:bookmarkEnd w:id="66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95128E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34" w:right="48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475" w:hanging="480"/>
            </w:pPr>
            <w:r w:rsidRPr="0095128E">
              <w:rPr>
                <w:b/>
                <w:bCs/>
                <w:spacing w:val="-3"/>
              </w:rPr>
              <w:t>Z</w:t>
            </w:r>
            <w:r>
              <w:rPr>
                <w:b/>
                <w:bCs/>
                <w:spacing w:val="-3"/>
              </w:rPr>
              <w:t>áhlaví tabul</w:t>
            </w:r>
            <w:r>
              <w:rPr>
                <w:b/>
                <w:bCs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spacing w:line="283" w:lineRule="exact"/>
              <w:ind w:left="130" w:right="134"/>
            </w:pPr>
            <w:r w:rsidRPr="0095128E">
              <w:rPr>
                <w:b/>
                <w:bCs/>
                <w:spacing w:val="-2"/>
              </w:rPr>
              <w:t>Z</w:t>
            </w:r>
            <w:r>
              <w:rPr>
                <w:b/>
                <w:bCs/>
                <w:spacing w:val="-2"/>
              </w:rPr>
              <w:t>áhlaví ta</w:t>
            </w:r>
            <w:r>
              <w:rPr>
                <w:b/>
                <w:bCs/>
              </w:rPr>
              <w:t>bulky 4</w:t>
            </w:r>
          </w:p>
        </w:tc>
      </w:tr>
      <w:tr w:rsidR="00E16187" w:rsidRPr="0095128E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t>Prvn</w:t>
            </w:r>
            <w:r>
              <w:t>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192"/>
            </w:pPr>
            <w:r w:rsidRPr="0095128E">
              <w:t>1258,58</w:t>
            </w:r>
          </w:p>
        </w:tc>
      </w:tr>
      <w:tr w:rsidR="00E16187" w:rsidRPr="0095128E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24"/>
            </w:pPr>
            <w:r w:rsidRPr="0095128E">
              <w:rPr>
                <w:spacing w:val="-3"/>
              </w:rPr>
              <w:t>Druh</w:t>
            </w:r>
            <w:r>
              <w:rPr>
                <w:spacing w:val="-3"/>
              </w:rPr>
              <w:t>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547"/>
            </w:pPr>
            <w:r w:rsidRPr="0095128E"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432"/>
            </w:pPr>
            <w:r w:rsidRPr="0095128E"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95128E" w:rsidRDefault="00E16187" w:rsidP="00175F13">
            <w:pPr>
              <w:shd w:val="clear" w:color="auto" w:fill="FFFFFF"/>
              <w:ind w:left="312"/>
            </w:pPr>
            <w:r w:rsidRPr="0095128E">
              <w:t>251,005</w:t>
            </w:r>
          </w:p>
        </w:tc>
      </w:tr>
    </w:tbl>
    <w:p w:rsidR="00E16187" w:rsidRDefault="00E16187" w:rsidP="0044149D">
      <w:pPr>
        <w:pStyle w:val="Textprce"/>
      </w:pPr>
    </w:p>
    <w:p w:rsidR="008219A3" w:rsidRDefault="008219A3" w:rsidP="008219A3">
      <w:pPr>
        <w:pStyle w:val="Nadpis1text"/>
      </w:pPr>
      <w:bookmarkStart w:id="67" w:name="_Toc22666755"/>
      <w:bookmarkStart w:id="68" w:name="_Toc22826685"/>
      <w:r>
        <w:lastRenderedPageBreak/>
        <w:t>NADPIS HLAVNÍ KAPITOLY</w:t>
      </w:r>
      <w:bookmarkEnd w:id="67"/>
      <w:bookmarkEnd w:id="68"/>
    </w:p>
    <w:p w:rsidR="008219A3" w:rsidRDefault="008219A3" w:rsidP="008219A3">
      <w:pPr>
        <w:pStyle w:val="Textprce"/>
      </w:pPr>
      <w:r>
        <w:t>text</w:t>
      </w:r>
    </w:p>
    <w:p w:rsidR="008219A3" w:rsidRDefault="008219A3" w:rsidP="008219A3">
      <w:pPr>
        <w:pStyle w:val="Nadpis2text"/>
      </w:pPr>
      <w:bookmarkStart w:id="69" w:name="_Toc22666756"/>
      <w:bookmarkStart w:id="70" w:name="_Toc22826686"/>
      <w:r>
        <w:t>Podnadpis</w:t>
      </w:r>
      <w:bookmarkEnd w:id="69"/>
      <w:bookmarkEnd w:id="70"/>
    </w:p>
    <w:p w:rsidR="008219A3" w:rsidRDefault="008219A3" w:rsidP="0044149D">
      <w:pPr>
        <w:pStyle w:val="Textprce"/>
      </w:pPr>
      <w:r>
        <w:t>text</w:t>
      </w:r>
    </w:p>
    <w:p w:rsidR="009A5DCE" w:rsidRDefault="009A5DCE" w:rsidP="00652D33">
      <w:pPr>
        <w:pStyle w:val="vodzvrintroductionconclusion"/>
      </w:pPr>
      <w:bookmarkStart w:id="71" w:name="_Toc22666757"/>
      <w:bookmarkStart w:id="72" w:name="_Toc22826687"/>
      <w:bookmarkEnd w:id="38"/>
      <w:bookmarkEnd w:id="39"/>
      <w:bookmarkEnd w:id="40"/>
      <w:bookmarkEnd w:id="41"/>
      <w:r>
        <w:lastRenderedPageBreak/>
        <w:t>závěr</w:t>
      </w:r>
      <w:bookmarkEnd w:id="71"/>
      <w:bookmarkEnd w:id="72"/>
    </w:p>
    <w:p w:rsidR="0044149D" w:rsidRDefault="00652D33" w:rsidP="0044149D">
      <w:pPr>
        <w:pStyle w:val="Textprce"/>
      </w:pPr>
      <w:r>
        <w:t>text</w:t>
      </w:r>
    </w:p>
    <w:p w:rsidR="0044149D" w:rsidRDefault="0044149D" w:rsidP="0044149D">
      <w:pPr>
        <w:pStyle w:val="vodzvrintroductionconclusion"/>
      </w:pPr>
      <w:bookmarkStart w:id="73" w:name="_Toc22666758"/>
      <w:bookmarkStart w:id="74" w:name="_Toc22826688"/>
      <w:r>
        <w:lastRenderedPageBreak/>
        <w:t>SEZNAM POUŽITÉ LITERATURY</w:t>
      </w:r>
      <w:bookmarkEnd w:id="73"/>
      <w:bookmarkEnd w:id="74"/>
    </w:p>
    <w:p w:rsidR="0044149D" w:rsidRPr="00AF36D9" w:rsidRDefault="0044149D" w:rsidP="0044149D">
      <w:pPr>
        <w:pStyle w:val="Textprce"/>
        <w:rPr>
          <w:rStyle w:val="Hypertextovodkaz"/>
        </w:rPr>
      </w:pPr>
      <w:r>
        <w:t>podle použité citační normy</w:t>
      </w:r>
    </w:p>
    <w:p w:rsidR="0044149D" w:rsidRDefault="0044149D" w:rsidP="0044149D">
      <w:pPr>
        <w:pStyle w:val="vodzvrintroductionconclusion"/>
      </w:pPr>
      <w:bookmarkStart w:id="75" w:name="_Toc22666759"/>
      <w:bookmarkStart w:id="76" w:name="_Toc22826689"/>
      <w:r>
        <w:lastRenderedPageBreak/>
        <w:t>seznam použitých symbolů a zkratek</w:t>
      </w:r>
      <w:bookmarkEnd w:id="75"/>
      <w:bookmarkEnd w:id="76"/>
    </w:p>
    <w:p w:rsidR="0044149D" w:rsidRDefault="0044149D" w:rsidP="0044149D">
      <w:pPr>
        <w:pStyle w:val="Textprce"/>
      </w:pPr>
      <w:r>
        <w:t>ABC</w:t>
      </w:r>
      <w:r>
        <w:tab/>
        <w:t>Význam první zkratky</w:t>
      </w:r>
    </w:p>
    <w:p w:rsidR="0044149D" w:rsidRDefault="0044149D" w:rsidP="0044149D">
      <w:pPr>
        <w:pStyle w:val="Textprce"/>
      </w:pPr>
      <w:r>
        <w:t>B</w:t>
      </w:r>
      <w:r>
        <w:tab/>
        <w:t>Význam druhé zkratky</w:t>
      </w:r>
    </w:p>
    <w:p w:rsidR="0044149D" w:rsidRDefault="0044149D" w:rsidP="0044149D">
      <w:pPr>
        <w:pStyle w:val="Textprce"/>
      </w:pPr>
      <w:r>
        <w:t>C</w:t>
      </w:r>
      <w:r>
        <w:tab/>
        <w:t>Význam třetí zkratky</w:t>
      </w:r>
    </w:p>
    <w:p w:rsidR="0044149D" w:rsidRDefault="0044149D" w:rsidP="0044149D">
      <w:pPr>
        <w:pStyle w:val="vodzvrintroductionconclusion"/>
      </w:pPr>
      <w:bookmarkStart w:id="77" w:name="_Toc22666760"/>
      <w:bookmarkStart w:id="78" w:name="_Toc22826690"/>
      <w:r>
        <w:lastRenderedPageBreak/>
        <w:t>seznam OBRÁZKŮ</w:t>
      </w:r>
      <w:bookmarkEnd w:id="77"/>
      <w:bookmarkEnd w:id="78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22819285" w:history="1">
        <w:r w:rsidRPr="008B1F19">
          <w:rPr>
            <w:rStyle w:val="Hypertextovodkaz"/>
            <w:noProof/>
          </w:rPr>
          <w:t>Obrázek 1 Popisek obrázku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79" w:name="_Toc22666761"/>
      <w:bookmarkStart w:id="80" w:name="_Toc22826691"/>
      <w:r>
        <w:lastRenderedPageBreak/>
        <w:t>seznam TABULEK</w:t>
      </w:r>
      <w:bookmarkEnd w:id="79"/>
      <w:bookmarkEnd w:id="80"/>
    </w:p>
    <w:p w:rsidR="00DB471E" w:rsidRDefault="00DB471E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22819312" w:history="1">
        <w:r w:rsidRPr="00E138DD">
          <w:rPr>
            <w:rStyle w:val="Hypertextovodkaz"/>
            <w:noProof/>
          </w:rPr>
          <w:t>Tabulka 1 Popisek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_Toc22819312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A05F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4149D" w:rsidRDefault="00DB471E" w:rsidP="00DB471E">
      <w:pPr>
        <w:pStyle w:val="Textprce"/>
      </w:pPr>
      <w:r>
        <w:fldChar w:fldCharType="end"/>
      </w:r>
      <w:r w:rsidR="0044149D">
        <w:br w:type="page"/>
      </w:r>
    </w:p>
    <w:p w:rsidR="0044149D" w:rsidRDefault="0044149D" w:rsidP="0044149D">
      <w:pPr>
        <w:pStyle w:val="vodzvrintroductionconclusion"/>
      </w:pPr>
      <w:bookmarkStart w:id="81" w:name="_Toc22666762"/>
      <w:bookmarkStart w:id="82" w:name="_Toc22826692"/>
      <w:r>
        <w:lastRenderedPageBreak/>
        <w:t>seznam PŘÍLOH</w:t>
      </w:r>
      <w:bookmarkEnd w:id="81"/>
      <w:bookmarkEnd w:id="82"/>
    </w:p>
    <w:p w:rsidR="0044149D" w:rsidRPr="0044149D" w:rsidRDefault="00C1690A" w:rsidP="0044149D">
      <w:pPr>
        <w:pStyle w:val="Textprce"/>
      </w:pPr>
      <w:r>
        <w:t>Příloha P I: Název přílohy</w:t>
      </w:r>
    </w:p>
    <w:p w:rsidR="0044149D" w:rsidRDefault="0044149D" w:rsidP="0044149D">
      <w:pPr>
        <w:pStyle w:val="Textprce"/>
      </w:pPr>
    </w:p>
    <w:p w:rsidR="0044149D" w:rsidRDefault="0044149D" w:rsidP="0044149D">
      <w:pPr>
        <w:pStyle w:val="Textprce"/>
        <w:sectPr w:rsidR="0044149D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7B198C" w:rsidRDefault="0044149D" w:rsidP="007B198C">
      <w:pPr>
        <w:pStyle w:val="Plohaattachment"/>
      </w:pPr>
      <w:r>
        <w:lastRenderedPageBreak/>
        <w:t>P</w:t>
      </w:r>
      <w:r w:rsidR="00EE526C">
        <w:t>ŘÍLOHA P i</w:t>
      </w:r>
      <w:r>
        <w:t>: NÁZEV PŘÍLOHY</w:t>
      </w:r>
    </w:p>
    <w:p w:rsidR="0044149D" w:rsidRPr="0044149D" w:rsidRDefault="0044149D" w:rsidP="0037709B"/>
    <w:sectPr w:rsidR="0044149D" w:rsidRPr="0044149D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Default="006F012C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B016F1">
      <w:t>logistiky a krizového řízení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B243C9">
      <w:rPr>
        <w:noProof/>
      </w:rPr>
      <w:t>21</w:t>
    </w:r>
    <w:r>
      <w:fldChar w:fldCharType="end"/>
    </w:r>
  </w:p>
  <w:p w:rsidR="006F012C" w:rsidRDefault="006F01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5544"/>
    <w:rsid w:val="001036D9"/>
    <w:rsid w:val="0010374C"/>
    <w:rsid w:val="0016172F"/>
    <w:rsid w:val="001926CE"/>
    <w:rsid w:val="001F4AA5"/>
    <w:rsid w:val="002563FD"/>
    <w:rsid w:val="0028006D"/>
    <w:rsid w:val="002C5DD9"/>
    <w:rsid w:val="00310B2C"/>
    <w:rsid w:val="00347BB7"/>
    <w:rsid w:val="0037709B"/>
    <w:rsid w:val="00406811"/>
    <w:rsid w:val="004177B1"/>
    <w:rsid w:val="0044149D"/>
    <w:rsid w:val="00484360"/>
    <w:rsid w:val="005274FA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016F1"/>
    <w:rsid w:val="00B243C9"/>
    <w:rsid w:val="00B34815"/>
    <w:rsid w:val="00B65BCE"/>
    <w:rsid w:val="00C1690A"/>
    <w:rsid w:val="00C33473"/>
    <w:rsid w:val="00C37B54"/>
    <w:rsid w:val="00C6148D"/>
    <w:rsid w:val="00C93B39"/>
    <w:rsid w:val="00D2128A"/>
    <w:rsid w:val="00D607F9"/>
    <w:rsid w:val="00DB471E"/>
    <w:rsid w:val="00DF69BE"/>
    <w:rsid w:val="00E16187"/>
    <w:rsid w:val="00E62A44"/>
    <w:rsid w:val="00EE0F0D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6373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194F5-9BCF-4E12-B7A7-C5B06F6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280</TotalTime>
  <Pages>22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Závěrečná práce</dc:title>
  <dc:subject/>
  <dc:creator>Světlana Hrabinová</dc:creator>
  <cp:keywords/>
  <dc:description/>
  <cp:lastModifiedBy>Světlana Hrabinová</cp:lastModifiedBy>
  <cp:revision>50</cp:revision>
  <cp:lastPrinted>2019-10-24T12:43:00Z</cp:lastPrinted>
  <dcterms:created xsi:type="dcterms:W3CDTF">2019-10-22T11:39:00Z</dcterms:created>
  <dcterms:modified xsi:type="dcterms:W3CDTF">2019-10-24T14:24:00Z</dcterms:modified>
</cp:coreProperties>
</file>