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88171"/>
                  <wp:effectExtent l="0" t="0" r="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88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12722" w:rsidRDefault="000A5332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719940" w:history="1">
        <w:r w:rsidR="00A12722" w:rsidRPr="004E03B0">
          <w:rPr>
            <w:rStyle w:val="Hypertextovodkaz"/>
            <w:noProof/>
          </w:rPr>
          <w:t>Úvod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_Toc22719940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9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9F7D6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1" w:history="1">
        <w:r w:rsidR="00A12722" w:rsidRPr="004E03B0">
          <w:rPr>
            <w:rStyle w:val="Hypertextovodkaz"/>
            <w:noProof/>
          </w:rPr>
          <w:t>TEORETICKÁ ČÁST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_Toc22719941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10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2" w:history="1">
        <w:r w:rsidR="00A12722" w:rsidRPr="004E03B0">
          <w:rPr>
            <w:rStyle w:val="Hypertextovodkaz"/>
            <w:noProof/>
          </w:rPr>
          <w:t>1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Nadpis hlavní kapitola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_Toc22719942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11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43" w:history="1">
        <w:r w:rsidR="00A12722" w:rsidRPr="004E03B0">
          <w:rPr>
            <w:rStyle w:val="Hypertextovodkaz"/>
            <w:noProof/>
          </w:rPr>
          <w:t>1.1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bookmarkStart w:id="29" w:name="_GoBack"/>
        <w:bookmarkEnd w:id="29"/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_Toc22719943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11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44" w:history="1">
        <w:r w:rsidR="00A12722" w:rsidRPr="004E03B0">
          <w:rPr>
            <w:rStyle w:val="Hypertextovodkaz"/>
            <w:noProof/>
          </w:rPr>
          <w:t>1.2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_Toc22719944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11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5" w:history="1">
        <w:r w:rsidR="00A12722" w:rsidRPr="004E03B0">
          <w:rPr>
            <w:rStyle w:val="Hypertextovodkaz"/>
            <w:noProof/>
          </w:rPr>
          <w:t>1.2.1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_Toc22719945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11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6" w:history="1">
        <w:r w:rsidR="00A12722" w:rsidRPr="004E03B0">
          <w:rPr>
            <w:rStyle w:val="Hypertextovodkaz"/>
            <w:noProof/>
          </w:rPr>
          <w:t>2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nadpis hlavní kapitola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_Toc22719946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12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47" w:history="1">
        <w:r w:rsidR="00A12722" w:rsidRPr="004E03B0">
          <w:rPr>
            <w:rStyle w:val="Hypertextovodkaz"/>
            <w:noProof/>
          </w:rPr>
          <w:t>2.1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_Toc22719947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12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9F7D6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8" w:history="1">
        <w:r w:rsidR="00A12722" w:rsidRPr="004E03B0">
          <w:rPr>
            <w:rStyle w:val="Hypertextovodkaz"/>
            <w:noProof/>
          </w:rPr>
          <w:t>PRAKTICKÁ ČÁST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_Toc22719948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13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49" w:history="1">
        <w:r w:rsidR="00A12722" w:rsidRPr="004E03B0">
          <w:rPr>
            <w:rStyle w:val="Hypertextovodkaz"/>
            <w:noProof/>
          </w:rPr>
          <w:t>3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nadpis hlavní kapitoly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_Toc22719949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50" w:history="1">
        <w:r w:rsidR="00A12722" w:rsidRPr="004E03B0">
          <w:rPr>
            <w:rStyle w:val="Hypertextovodkaz"/>
            <w:noProof/>
          </w:rPr>
          <w:t>3.1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_Toc22719950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1" w:history="1">
        <w:r w:rsidR="00A12722" w:rsidRPr="004E03B0">
          <w:rPr>
            <w:rStyle w:val="Hypertextovodkaz"/>
            <w:noProof/>
          </w:rPr>
          <w:t>3.1.1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_Toc22719951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52" w:history="1">
        <w:r w:rsidR="00A12722" w:rsidRPr="004E03B0">
          <w:rPr>
            <w:rStyle w:val="Hypertextovodkaz"/>
            <w:noProof/>
          </w:rPr>
          <w:t>3.2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_Toc22719952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3" w:history="1">
        <w:r w:rsidR="00A12722" w:rsidRPr="004E03B0">
          <w:rPr>
            <w:rStyle w:val="Hypertextovodkaz"/>
            <w:noProof/>
          </w:rPr>
          <w:t>4</w:t>
        </w:r>
        <w:r w:rsidR="00A127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NADPIS HLAVNÍ KAPITOLY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_Toc22719953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15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719954" w:history="1">
        <w:r w:rsidR="00A12722" w:rsidRPr="004E03B0">
          <w:rPr>
            <w:rStyle w:val="Hypertextovodkaz"/>
            <w:noProof/>
          </w:rPr>
          <w:t>4.1</w:t>
        </w:r>
        <w:r w:rsidR="00A127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12722" w:rsidRPr="004E03B0">
          <w:rPr>
            <w:rStyle w:val="Hypertextovodkaz"/>
            <w:noProof/>
          </w:rPr>
          <w:t>Podnadpis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_Toc22719954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15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5" w:history="1">
        <w:r w:rsidR="00A12722" w:rsidRPr="004E03B0">
          <w:rPr>
            <w:rStyle w:val="Hypertextovodkaz"/>
            <w:noProof/>
          </w:rPr>
          <w:t>závěr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_Toc22719955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16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6" w:history="1">
        <w:r w:rsidR="00A12722" w:rsidRPr="004E03B0">
          <w:rPr>
            <w:rStyle w:val="Hypertextovodkaz"/>
            <w:noProof/>
          </w:rPr>
          <w:t>SEZNAM POUŽITÉ LITERATURY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_Toc22719956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17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7" w:history="1">
        <w:r w:rsidR="00A12722" w:rsidRPr="004E03B0">
          <w:rPr>
            <w:rStyle w:val="Hypertextovodkaz"/>
            <w:noProof/>
          </w:rPr>
          <w:t>seznam použitých symbolů a zkratek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_Toc22719957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18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8" w:history="1">
        <w:r w:rsidR="00A12722" w:rsidRPr="004E03B0">
          <w:rPr>
            <w:rStyle w:val="Hypertextovodkaz"/>
            <w:noProof/>
          </w:rPr>
          <w:t>seznam OBRÁZKŮ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_Toc22719958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19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59" w:history="1">
        <w:r w:rsidR="00A12722" w:rsidRPr="004E03B0">
          <w:rPr>
            <w:rStyle w:val="Hypertextovodkaz"/>
            <w:noProof/>
          </w:rPr>
          <w:t>seznam TABULEK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_Toc22719959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20</w:t>
        </w:r>
        <w:r w:rsidR="00A12722">
          <w:rPr>
            <w:noProof/>
            <w:webHidden/>
          </w:rPr>
          <w:fldChar w:fldCharType="end"/>
        </w:r>
      </w:hyperlink>
    </w:p>
    <w:p w:rsidR="00A12722" w:rsidRDefault="005F2A40" w:rsidP="00A356B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19960" w:history="1">
        <w:r w:rsidR="00A12722" w:rsidRPr="004E03B0">
          <w:rPr>
            <w:rStyle w:val="Hypertextovodkaz"/>
            <w:noProof/>
          </w:rPr>
          <w:t>seznam PŘÍLOH</w:t>
        </w:r>
        <w:r w:rsidR="00A12722">
          <w:rPr>
            <w:noProof/>
            <w:webHidden/>
          </w:rPr>
          <w:tab/>
        </w:r>
        <w:r w:rsidR="00A12722">
          <w:rPr>
            <w:noProof/>
            <w:webHidden/>
          </w:rPr>
          <w:fldChar w:fldCharType="begin"/>
        </w:r>
        <w:r w:rsidR="00A12722">
          <w:rPr>
            <w:noProof/>
            <w:webHidden/>
          </w:rPr>
          <w:instrText xml:space="preserve"> PAGEREF _Toc22719960 \h </w:instrText>
        </w:r>
        <w:r w:rsidR="00A12722">
          <w:rPr>
            <w:noProof/>
            <w:webHidden/>
          </w:rPr>
        </w:r>
        <w:r w:rsidR="00A12722"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21</w:t>
        </w:r>
        <w:r w:rsidR="00A12722"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719940"/>
      <w:r>
        <w:lastRenderedPageBreak/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719941"/>
            <w:r w:rsidRPr="00C6148D">
              <w:t>TEORETICKÁ</w:t>
            </w:r>
            <w:r>
              <w:t xml:space="preserve"> ČÁST</w:t>
            </w:r>
            <w:bookmarkEnd w:id="33"/>
            <w:bookmarkEnd w:id="34"/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22719942"/>
      <w:bookmarkStart w:id="39" w:name="_Toc107634143"/>
      <w:bookmarkStart w:id="40" w:name="_Toc107635178"/>
      <w:bookmarkStart w:id="41" w:name="_Toc107635218"/>
      <w:bookmarkStart w:id="42" w:name="_Toc107635235"/>
      <w:r w:rsidRPr="006F012C">
        <w:lastRenderedPageBreak/>
        <w:t>Nadpis</w:t>
      </w:r>
      <w:bookmarkEnd w:id="36"/>
      <w:r w:rsidR="002C5DD9">
        <w:t xml:space="preserve"> hlavní kapitola</w:t>
      </w:r>
      <w:bookmarkEnd w:id="37"/>
      <w:bookmarkEnd w:id="38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719943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719944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719945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719946"/>
      <w:r>
        <w:lastRenderedPageBreak/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719947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719948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719949"/>
      <w:r>
        <w:lastRenderedPageBreak/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719950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719951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r w:rsidR="005F2A40">
        <w:fldChar w:fldCharType="begin"/>
      </w:r>
      <w:r w:rsidR="005F2A40">
        <w:instrText xml:space="preserve"> SEQ Obrázek \* ARABIC </w:instrText>
      </w:r>
      <w:r w:rsidR="005F2A40">
        <w:fldChar w:fldCharType="separate"/>
      </w:r>
      <w:r w:rsidR="006A05F3">
        <w:rPr>
          <w:noProof/>
        </w:rPr>
        <w:t>1</w:t>
      </w:r>
      <w:r w:rsidR="005F2A40">
        <w:rPr>
          <w:noProof/>
        </w:rPr>
        <w:fldChar w:fldCharType="end"/>
      </w:r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719952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r w:rsidR="005F2A40">
        <w:fldChar w:fldCharType="begin"/>
      </w:r>
      <w:r w:rsidR="005F2A40">
        <w:instrText xml:space="preserve"> SEQ Tabulka \* ARABIC </w:instrText>
      </w:r>
      <w:r w:rsidR="005F2A40">
        <w:fldChar w:fldCharType="separate"/>
      </w:r>
      <w:r w:rsidR="00E62A44">
        <w:rPr>
          <w:noProof/>
        </w:rPr>
        <w:t>1</w:t>
      </w:r>
      <w:r w:rsidR="005F2A40">
        <w:rPr>
          <w:noProof/>
        </w:rPr>
        <w:fldChar w:fldCharType="end"/>
      </w:r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7" w:name="_Toc22666755"/>
      <w:bookmarkStart w:id="68" w:name="_Toc22719953"/>
      <w:r>
        <w:lastRenderedPageBreak/>
        <w:t>NADPIS HLAVNÍ KAPITOLY</w:t>
      </w:r>
      <w:bookmarkEnd w:id="67"/>
      <w:bookmarkEnd w:id="6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9" w:name="_Toc22666756"/>
      <w:bookmarkStart w:id="70" w:name="_Toc22719954"/>
      <w:r>
        <w:t>Podnadpis</w:t>
      </w:r>
      <w:bookmarkEnd w:id="69"/>
      <w:bookmarkEnd w:id="70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1" w:name="_Toc22666757"/>
      <w:bookmarkStart w:id="72" w:name="_Toc22719955"/>
      <w:bookmarkEnd w:id="39"/>
      <w:bookmarkEnd w:id="40"/>
      <w:bookmarkEnd w:id="41"/>
      <w:bookmarkEnd w:id="42"/>
      <w:r>
        <w:lastRenderedPageBreak/>
        <w:t>závěr</w:t>
      </w:r>
      <w:bookmarkEnd w:id="71"/>
      <w:bookmarkEnd w:id="72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3" w:name="_Toc22666758"/>
      <w:bookmarkStart w:id="74" w:name="_Toc22719956"/>
      <w:r>
        <w:lastRenderedPageBreak/>
        <w:t>SEZNAM POUŽITÉ LITERATURY</w:t>
      </w:r>
      <w:bookmarkEnd w:id="73"/>
      <w:bookmarkEnd w:id="74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5" w:name="_Toc22666759"/>
      <w:bookmarkStart w:id="76" w:name="_Toc22719957"/>
      <w:r>
        <w:lastRenderedPageBreak/>
        <w:t>seznam použitých symbolů a zkratek</w:t>
      </w:r>
      <w:bookmarkEnd w:id="75"/>
      <w:bookmarkEnd w:id="76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7" w:name="_Toc22666760"/>
      <w:bookmarkStart w:id="78" w:name="_Toc22719958"/>
      <w:r>
        <w:lastRenderedPageBreak/>
        <w:t>seznam OBRÁZKŮ</w:t>
      </w:r>
      <w:bookmarkEnd w:id="77"/>
      <w:bookmarkEnd w:id="78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79" w:name="_Toc22666761"/>
      <w:bookmarkStart w:id="80" w:name="_Toc22719959"/>
      <w:r>
        <w:lastRenderedPageBreak/>
        <w:t>seznam TABULEK</w:t>
      </w:r>
      <w:bookmarkEnd w:id="79"/>
      <w:bookmarkEnd w:id="80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1" w:name="_Toc22666762"/>
      <w:bookmarkStart w:id="82" w:name="_Toc22719960"/>
      <w:r>
        <w:lastRenderedPageBreak/>
        <w:t>seznam PŘÍLOH</w:t>
      </w:r>
      <w:bookmarkEnd w:id="81"/>
      <w:bookmarkEnd w:id="82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EB4B6D">
      <w:t>aplikované informatiky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5F2A40">
      <w:rPr>
        <w:noProof/>
      </w:rPr>
      <w:t>21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5544"/>
    <w:rsid w:val="001036D9"/>
    <w:rsid w:val="0010374C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6551F"/>
    <w:rsid w:val="00584416"/>
    <w:rsid w:val="00596CC8"/>
    <w:rsid w:val="005C742E"/>
    <w:rsid w:val="005D4073"/>
    <w:rsid w:val="005F2A40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1690A"/>
    <w:rsid w:val="00C33473"/>
    <w:rsid w:val="00C37B54"/>
    <w:rsid w:val="00C6148D"/>
    <w:rsid w:val="00C93B39"/>
    <w:rsid w:val="00D2128A"/>
    <w:rsid w:val="00D607F9"/>
    <w:rsid w:val="00DB471E"/>
    <w:rsid w:val="00DF69BE"/>
    <w:rsid w:val="00E16187"/>
    <w:rsid w:val="00E62A44"/>
    <w:rsid w:val="00EB4B6D"/>
    <w:rsid w:val="00EE0F0D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B2579-A61C-4656-9C9D-42420716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279</TotalTime>
  <Pages>22</Pages>
  <Words>510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51</cp:revision>
  <cp:lastPrinted>2019-10-24T12:43:00Z</cp:lastPrinted>
  <dcterms:created xsi:type="dcterms:W3CDTF">2019-10-22T11:39:00Z</dcterms:created>
  <dcterms:modified xsi:type="dcterms:W3CDTF">2019-10-24T14:25:00Z</dcterms:modified>
</cp:coreProperties>
</file>